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7DA4F23B" w:rsidR="0035531B" w:rsidRDefault="0035531B" w:rsidP="00EB46E5">
      <w:pPr>
        <w:pStyle w:val="Titul2"/>
      </w:pPr>
      <w:r w:rsidRPr="0037558B">
        <w:t>„</w:t>
      </w:r>
      <w:r w:rsidR="0037558B" w:rsidRPr="0037558B">
        <w:t>Státní hranice Slovenská republika (Střelná) – Vsetín (mimo) - konverze</w:t>
      </w:r>
      <w:r w:rsidRPr="0037558B">
        <w:t>“</w:t>
      </w:r>
    </w:p>
    <w:p w14:paraId="489EF4AE" w14:textId="77777777" w:rsidR="007E7867" w:rsidRDefault="007E7867" w:rsidP="000C6E66">
      <w:pPr>
        <w:pStyle w:val="Text1-1"/>
        <w:numPr>
          <w:ilvl w:val="0"/>
          <w:numId w:val="0"/>
        </w:numPr>
        <w:tabs>
          <w:tab w:val="left" w:pos="708"/>
        </w:tabs>
        <w:ind w:left="737" w:hanging="737"/>
      </w:pPr>
    </w:p>
    <w:p w14:paraId="3E10F77F" w14:textId="6AAA0DA6" w:rsidR="000C6E66" w:rsidRDefault="000C6E66" w:rsidP="000C6E66">
      <w:pPr>
        <w:pStyle w:val="Text1-1"/>
        <w:numPr>
          <w:ilvl w:val="0"/>
          <w:numId w:val="0"/>
        </w:numPr>
        <w:tabs>
          <w:tab w:val="left" w:pos="708"/>
        </w:tabs>
        <w:ind w:left="737" w:hanging="737"/>
      </w:pPr>
      <w:r>
        <w:t xml:space="preserve">Č.j. </w:t>
      </w:r>
      <w:r w:rsidR="00A71D85" w:rsidRPr="00A71D85">
        <w:t>11064/2023-SŽ-SSV-Ú3</w:t>
      </w:r>
    </w:p>
    <w:p w14:paraId="1FC21893" w14:textId="07CF7153" w:rsidR="007E7867" w:rsidRDefault="007E7867" w:rsidP="007E7867">
      <w:pPr>
        <w:spacing w:after="0" w:line="240" w:lineRule="auto"/>
        <w:rPr>
          <w:i/>
          <w:color w:val="FF0000"/>
        </w:rPr>
      </w:pPr>
    </w:p>
    <w:p w14:paraId="74358814" w14:textId="77777777" w:rsidR="007E7867" w:rsidRDefault="007E7867" w:rsidP="007E7867">
      <w:pPr>
        <w:spacing w:after="0"/>
        <w:rPr>
          <w:i/>
          <w:color w:val="FF0000"/>
        </w:rPr>
      </w:pPr>
    </w:p>
    <w:p w14:paraId="489368FD" w14:textId="3C3B2697" w:rsidR="00872683" w:rsidRDefault="00872683" w:rsidP="00A00D28">
      <w:pPr>
        <w:spacing w:after="0"/>
        <w:rPr>
          <w:i/>
          <w:color w:val="FF0000"/>
        </w:rPr>
      </w:pPr>
    </w:p>
    <w:p w14:paraId="5A2F975D" w14:textId="2813FB93" w:rsidR="00872683" w:rsidRDefault="00872683" w:rsidP="00A00D28">
      <w:pPr>
        <w:spacing w:after="0"/>
        <w:rPr>
          <w:i/>
          <w:color w:val="FF0000"/>
        </w:rPr>
      </w:pPr>
    </w:p>
    <w:p w14:paraId="21A70DB2" w14:textId="20C53098" w:rsidR="0037558B" w:rsidRDefault="0037558B" w:rsidP="00A00D28">
      <w:pPr>
        <w:spacing w:after="0"/>
        <w:rPr>
          <w:i/>
          <w:color w:val="FF0000"/>
        </w:rPr>
      </w:pPr>
    </w:p>
    <w:p w14:paraId="47E60345" w14:textId="5E1855EA" w:rsidR="0037558B" w:rsidRDefault="0037558B" w:rsidP="00A00D28">
      <w:pPr>
        <w:spacing w:after="0"/>
        <w:rPr>
          <w:i/>
          <w:color w:val="FF0000"/>
        </w:rPr>
      </w:pPr>
    </w:p>
    <w:p w14:paraId="66A4E8C4" w14:textId="5F82A395" w:rsidR="0037558B" w:rsidRDefault="0037558B" w:rsidP="00A00D28">
      <w:pPr>
        <w:spacing w:after="0"/>
        <w:rPr>
          <w:i/>
          <w:color w:val="FF0000"/>
        </w:rPr>
      </w:pPr>
    </w:p>
    <w:p w14:paraId="31CA790D" w14:textId="3F92AD1B" w:rsidR="0037558B" w:rsidRDefault="0037558B" w:rsidP="00A00D28">
      <w:pPr>
        <w:spacing w:after="0"/>
        <w:rPr>
          <w:i/>
          <w:color w:val="FF0000"/>
        </w:rPr>
      </w:pPr>
    </w:p>
    <w:p w14:paraId="7907C64A" w14:textId="3A4EEAC9" w:rsidR="0037558B" w:rsidRDefault="0037558B" w:rsidP="00A00D28">
      <w:pPr>
        <w:spacing w:after="0"/>
        <w:rPr>
          <w:i/>
          <w:color w:val="FF0000"/>
        </w:rPr>
      </w:pPr>
    </w:p>
    <w:p w14:paraId="0091FC10" w14:textId="7B7F9985" w:rsidR="0037558B" w:rsidRDefault="0037558B" w:rsidP="00A00D28">
      <w:pPr>
        <w:spacing w:after="0"/>
        <w:rPr>
          <w:i/>
          <w:color w:val="FF0000"/>
        </w:rPr>
      </w:pPr>
    </w:p>
    <w:p w14:paraId="69318DDC" w14:textId="2D1C10C2" w:rsidR="0037558B" w:rsidRDefault="0037558B" w:rsidP="00A00D28">
      <w:pPr>
        <w:spacing w:after="0"/>
        <w:rPr>
          <w:i/>
          <w:color w:val="FF0000"/>
        </w:rPr>
      </w:pPr>
    </w:p>
    <w:p w14:paraId="28BBA22B" w14:textId="41490E3C" w:rsidR="0037558B" w:rsidRDefault="0037558B" w:rsidP="00A00D28">
      <w:pPr>
        <w:spacing w:after="0"/>
        <w:rPr>
          <w:i/>
          <w:color w:val="FF0000"/>
        </w:rPr>
      </w:pPr>
    </w:p>
    <w:p w14:paraId="2AB3D9A2" w14:textId="50B0DA6A" w:rsidR="0037558B" w:rsidRDefault="0037558B" w:rsidP="00A00D28">
      <w:pPr>
        <w:spacing w:after="0"/>
        <w:rPr>
          <w:i/>
          <w:color w:val="FF0000"/>
        </w:rPr>
      </w:pPr>
    </w:p>
    <w:p w14:paraId="2BB8080C" w14:textId="4E1991A5" w:rsidR="0037558B" w:rsidRDefault="0037558B" w:rsidP="00A00D28">
      <w:pPr>
        <w:spacing w:after="0"/>
        <w:rPr>
          <w:i/>
          <w:color w:val="FF0000"/>
        </w:rPr>
      </w:pPr>
    </w:p>
    <w:p w14:paraId="45F54640" w14:textId="6D94E0E3" w:rsidR="0037558B" w:rsidRDefault="0037558B" w:rsidP="00A00D28">
      <w:pPr>
        <w:spacing w:after="0"/>
        <w:rPr>
          <w:i/>
          <w:color w:val="FF0000"/>
        </w:rPr>
      </w:pPr>
    </w:p>
    <w:p w14:paraId="038443ED" w14:textId="042E9E76" w:rsidR="0037558B" w:rsidRDefault="0037558B" w:rsidP="00A00D28">
      <w:pPr>
        <w:spacing w:after="0"/>
        <w:rPr>
          <w:i/>
          <w:color w:val="FF0000"/>
        </w:rPr>
      </w:pPr>
    </w:p>
    <w:p w14:paraId="0B81D3A9" w14:textId="0EA1B61E" w:rsidR="0037558B" w:rsidRDefault="0037558B" w:rsidP="00A00D28">
      <w:pPr>
        <w:spacing w:after="0"/>
        <w:rPr>
          <w:i/>
          <w:color w:val="FF0000"/>
        </w:rPr>
      </w:pPr>
    </w:p>
    <w:p w14:paraId="6CD44775" w14:textId="26C633F0" w:rsidR="0037558B" w:rsidRDefault="0037558B" w:rsidP="00A00D28">
      <w:pPr>
        <w:spacing w:after="0"/>
        <w:rPr>
          <w:i/>
          <w:color w:val="FF0000"/>
        </w:rPr>
      </w:pPr>
    </w:p>
    <w:p w14:paraId="7B82DA0D" w14:textId="77777777" w:rsidR="0037558B" w:rsidRDefault="0037558B" w:rsidP="00A00D28">
      <w:pPr>
        <w:spacing w:after="0"/>
        <w:rPr>
          <w:i/>
          <w:color w:val="FF0000"/>
        </w:rPr>
      </w:pPr>
    </w:p>
    <w:p w14:paraId="5F1128B3" w14:textId="77777777" w:rsidR="003E0B5E" w:rsidRDefault="003E0B5E" w:rsidP="003E0B5E">
      <w:pPr>
        <w:spacing w:after="0"/>
        <w:rPr>
          <w:i/>
          <w:color w:val="FF0000"/>
        </w:rPr>
      </w:pPr>
      <w:r w:rsidRPr="00FD7140">
        <w:rPr>
          <w:noProof/>
          <w:lang w:eastAsia="cs-CZ"/>
        </w:rPr>
        <w:drawing>
          <wp:inline distT="0" distB="0" distL="0" distR="0" wp14:anchorId="056A5FF1" wp14:editId="5CEF56DF">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B3EAFF2" w14:textId="7BC1F8FA" w:rsidR="00BD7E91" w:rsidRDefault="00BD7E91" w:rsidP="00FE4333">
      <w:pPr>
        <w:pStyle w:val="Nadpisbezsl1-1"/>
      </w:pPr>
      <w:r>
        <w:lastRenderedPageBreak/>
        <w:t>Obsah</w:t>
      </w:r>
      <w:r w:rsidR="00887F36">
        <w:t xml:space="preserve"> </w:t>
      </w:r>
    </w:p>
    <w:p w14:paraId="45979BE6" w14:textId="143E1B7D" w:rsidR="008F659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7828136" w:history="1">
        <w:r w:rsidR="008F659D" w:rsidRPr="00E52F1D">
          <w:rPr>
            <w:rStyle w:val="Hypertextovodkaz"/>
          </w:rPr>
          <w:t>1.</w:t>
        </w:r>
        <w:r w:rsidR="008F659D">
          <w:rPr>
            <w:rFonts w:eastAsiaTheme="minorEastAsia"/>
            <w:caps w:val="0"/>
            <w:noProof/>
            <w:sz w:val="22"/>
            <w:szCs w:val="22"/>
            <w:lang w:eastAsia="cs-CZ"/>
          </w:rPr>
          <w:tab/>
        </w:r>
        <w:r w:rsidR="008F659D" w:rsidRPr="00E52F1D">
          <w:rPr>
            <w:rStyle w:val="Hypertextovodkaz"/>
          </w:rPr>
          <w:t>ÚVODNÍ USTANOVENÍ</w:t>
        </w:r>
        <w:r w:rsidR="008F659D">
          <w:rPr>
            <w:noProof/>
            <w:webHidden/>
          </w:rPr>
          <w:tab/>
        </w:r>
        <w:r w:rsidR="008F659D">
          <w:rPr>
            <w:noProof/>
            <w:webHidden/>
          </w:rPr>
          <w:fldChar w:fldCharType="begin"/>
        </w:r>
        <w:r w:rsidR="008F659D">
          <w:rPr>
            <w:noProof/>
            <w:webHidden/>
          </w:rPr>
          <w:instrText xml:space="preserve"> PAGEREF _Toc147828136 \h </w:instrText>
        </w:r>
        <w:r w:rsidR="008F659D">
          <w:rPr>
            <w:noProof/>
            <w:webHidden/>
          </w:rPr>
        </w:r>
        <w:r w:rsidR="008F659D">
          <w:rPr>
            <w:noProof/>
            <w:webHidden/>
          </w:rPr>
          <w:fldChar w:fldCharType="separate"/>
        </w:r>
        <w:r w:rsidR="008F659D">
          <w:rPr>
            <w:noProof/>
            <w:webHidden/>
          </w:rPr>
          <w:t>3</w:t>
        </w:r>
        <w:r w:rsidR="008F659D">
          <w:rPr>
            <w:noProof/>
            <w:webHidden/>
          </w:rPr>
          <w:fldChar w:fldCharType="end"/>
        </w:r>
      </w:hyperlink>
    </w:p>
    <w:p w14:paraId="64449467" w14:textId="0C9DDE3C" w:rsidR="008F659D" w:rsidRDefault="008F659D">
      <w:pPr>
        <w:pStyle w:val="Obsah1"/>
        <w:rPr>
          <w:rFonts w:eastAsiaTheme="minorEastAsia"/>
          <w:caps w:val="0"/>
          <w:noProof/>
          <w:sz w:val="22"/>
          <w:szCs w:val="22"/>
          <w:lang w:eastAsia="cs-CZ"/>
        </w:rPr>
      </w:pPr>
      <w:hyperlink w:anchor="_Toc147828137" w:history="1">
        <w:r w:rsidRPr="00E52F1D">
          <w:rPr>
            <w:rStyle w:val="Hypertextovodkaz"/>
          </w:rPr>
          <w:t>2.</w:t>
        </w:r>
        <w:r>
          <w:rPr>
            <w:rFonts w:eastAsiaTheme="minorEastAsia"/>
            <w:caps w:val="0"/>
            <w:noProof/>
            <w:sz w:val="22"/>
            <w:szCs w:val="22"/>
            <w:lang w:eastAsia="cs-CZ"/>
          </w:rPr>
          <w:tab/>
        </w:r>
        <w:r w:rsidRPr="00E52F1D">
          <w:rPr>
            <w:rStyle w:val="Hypertextovodkaz"/>
          </w:rPr>
          <w:t>IDENTIFIKAČNÍ ÚDAJE ZADAVATELE</w:t>
        </w:r>
        <w:r>
          <w:rPr>
            <w:noProof/>
            <w:webHidden/>
          </w:rPr>
          <w:tab/>
        </w:r>
        <w:r>
          <w:rPr>
            <w:noProof/>
            <w:webHidden/>
          </w:rPr>
          <w:fldChar w:fldCharType="begin"/>
        </w:r>
        <w:r>
          <w:rPr>
            <w:noProof/>
            <w:webHidden/>
          </w:rPr>
          <w:instrText xml:space="preserve"> PAGEREF _Toc147828137 \h </w:instrText>
        </w:r>
        <w:r>
          <w:rPr>
            <w:noProof/>
            <w:webHidden/>
          </w:rPr>
        </w:r>
        <w:r>
          <w:rPr>
            <w:noProof/>
            <w:webHidden/>
          </w:rPr>
          <w:fldChar w:fldCharType="separate"/>
        </w:r>
        <w:r>
          <w:rPr>
            <w:noProof/>
            <w:webHidden/>
          </w:rPr>
          <w:t>3</w:t>
        </w:r>
        <w:r>
          <w:rPr>
            <w:noProof/>
            <w:webHidden/>
          </w:rPr>
          <w:fldChar w:fldCharType="end"/>
        </w:r>
      </w:hyperlink>
    </w:p>
    <w:p w14:paraId="35FE290E" w14:textId="695CAC23" w:rsidR="008F659D" w:rsidRDefault="008F659D">
      <w:pPr>
        <w:pStyle w:val="Obsah1"/>
        <w:rPr>
          <w:rFonts w:eastAsiaTheme="minorEastAsia"/>
          <w:caps w:val="0"/>
          <w:noProof/>
          <w:sz w:val="22"/>
          <w:szCs w:val="22"/>
          <w:lang w:eastAsia="cs-CZ"/>
        </w:rPr>
      </w:pPr>
      <w:hyperlink w:anchor="_Toc147828138" w:history="1">
        <w:r w:rsidRPr="00E52F1D">
          <w:rPr>
            <w:rStyle w:val="Hypertextovodkaz"/>
          </w:rPr>
          <w:t>3.</w:t>
        </w:r>
        <w:r>
          <w:rPr>
            <w:rFonts w:eastAsiaTheme="minorEastAsia"/>
            <w:caps w:val="0"/>
            <w:noProof/>
            <w:sz w:val="22"/>
            <w:szCs w:val="22"/>
            <w:lang w:eastAsia="cs-CZ"/>
          </w:rPr>
          <w:tab/>
        </w:r>
        <w:r w:rsidRPr="00E52F1D">
          <w:rPr>
            <w:rStyle w:val="Hypertextovodkaz"/>
          </w:rPr>
          <w:t>KOMUNIKACE MEZI ZADAVATELEM a DODAVATELEM</w:t>
        </w:r>
        <w:r>
          <w:rPr>
            <w:noProof/>
            <w:webHidden/>
          </w:rPr>
          <w:tab/>
        </w:r>
        <w:r>
          <w:rPr>
            <w:noProof/>
            <w:webHidden/>
          </w:rPr>
          <w:fldChar w:fldCharType="begin"/>
        </w:r>
        <w:r>
          <w:rPr>
            <w:noProof/>
            <w:webHidden/>
          </w:rPr>
          <w:instrText xml:space="preserve"> PAGEREF _Toc147828138 \h </w:instrText>
        </w:r>
        <w:r>
          <w:rPr>
            <w:noProof/>
            <w:webHidden/>
          </w:rPr>
        </w:r>
        <w:r>
          <w:rPr>
            <w:noProof/>
            <w:webHidden/>
          </w:rPr>
          <w:fldChar w:fldCharType="separate"/>
        </w:r>
        <w:r>
          <w:rPr>
            <w:noProof/>
            <w:webHidden/>
          </w:rPr>
          <w:t>4</w:t>
        </w:r>
        <w:r>
          <w:rPr>
            <w:noProof/>
            <w:webHidden/>
          </w:rPr>
          <w:fldChar w:fldCharType="end"/>
        </w:r>
      </w:hyperlink>
    </w:p>
    <w:p w14:paraId="7279DEAA" w14:textId="4A9E131A" w:rsidR="008F659D" w:rsidRDefault="008F659D">
      <w:pPr>
        <w:pStyle w:val="Obsah1"/>
        <w:rPr>
          <w:rFonts w:eastAsiaTheme="minorEastAsia"/>
          <w:caps w:val="0"/>
          <w:noProof/>
          <w:sz w:val="22"/>
          <w:szCs w:val="22"/>
          <w:lang w:eastAsia="cs-CZ"/>
        </w:rPr>
      </w:pPr>
      <w:hyperlink w:anchor="_Toc147828139" w:history="1">
        <w:r w:rsidRPr="00E52F1D">
          <w:rPr>
            <w:rStyle w:val="Hypertextovodkaz"/>
          </w:rPr>
          <w:t>4.</w:t>
        </w:r>
        <w:r>
          <w:rPr>
            <w:rFonts w:eastAsiaTheme="minorEastAsia"/>
            <w:caps w:val="0"/>
            <w:noProof/>
            <w:sz w:val="22"/>
            <w:szCs w:val="22"/>
            <w:lang w:eastAsia="cs-CZ"/>
          </w:rPr>
          <w:tab/>
        </w:r>
        <w:r w:rsidRPr="00E52F1D">
          <w:rPr>
            <w:rStyle w:val="Hypertextovodkaz"/>
          </w:rPr>
          <w:t>ÚČEL a PŘEDMĚT PLNĚNÍ VEŘEJNÉ ZAKÁZKY</w:t>
        </w:r>
        <w:r>
          <w:rPr>
            <w:noProof/>
            <w:webHidden/>
          </w:rPr>
          <w:tab/>
        </w:r>
        <w:r>
          <w:rPr>
            <w:noProof/>
            <w:webHidden/>
          </w:rPr>
          <w:fldChar w:fldCharType="begin"/>
        </w:r>
        <w:r>
          <w:rPr>
            <w:noProof/>
            <w:webHidden/>
          </w:rPr>
          <w:instrText xml:space="preserve"> PAGEREF _Toc147828139 \h </w:instrText>
        </w:r>
        <w:r>
          <w:rPr>
            <w:noProof/>
            <w:webHidden/>
          </w:rPr>
        </w:r>
        <w:r>
          <w:rPr>
            <w:noProof/>
            <w:webHidden/>
          </w:rPr>
          <w:fldChar w:fldCharType="separate"/>
        </w:r>
        <w:r>
          <w:rPr>
            <w:noProof/>
            <w:webHidden/>
          </w:rPr>
          <w:t>4</w:t>
        </w:r>
        <w:r>
          <w:rPr>
            <w:noProof/>
            <w:webHidden/>
          </w:rPr>
          <w:fldChar w:fldCharType="end"/>
        </w:r>
      </w:hyperlink>
    </w:p>
    <w:p w14:paraId="48602521" w14:textId="0E85D4C1" w:rsidR="008F659D" w:rsidRDefault="008F659D">
      <w:pPr>
        <w:pStyle w:val="Obsah1"/>
        <w:rPr>
          <w:rFonts w:eastAsiaTheme="minorEastAsia"/>
          <w:caps w:val="0"/>
          <w:noProof/>
          <w:sz w:val="22"/>
          <w:szCs w:val="22"/>
          <w:lang w:eastAsia="cs-CZ"/>
        </w:rPr>
      </w:pPr>
      <w:hyperlink w:anchor="_Toc147828140" w:history="1">
        <w:r w:rsidRPr="00E52F1D">
          <w:rPr>
            <w:rStyle w:val="Hypertextovodkaz"/>
          </w:rPr>
          <w:t>5.</w:t>
        </w:r>
        <w:r>
          <w:rPr>
            <w:rFonts w:eastAsiaTheme="minorEastAsia"/>
            <w:caps w:val="0"/>
            <w:noProof/>
            <w:sz w:val="22"/>
            <w:szCs w:val="22"/>
            <w:lang w:eastAsia="cs-CZ"/>
          </w:rPr>
          <w:tab/>
        </w:r>
        <w:r w:rsidRPr="00E52F1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_Toc147828140 \h </w:instrText>
        </w:r>
        <w:r>
          <w:rPr>
            <w:noProof/>
            <w:webHidden/>
          </w:rPr>
        </w:r>
        <w:r>
          <w:rPr>
            <w:noProof/>
            <w:webHidden/>
          </w:rPr>
          <w:fldChar w:fldCharType="separate"/>
        </w:r>
        <w:r>
          <w:rPr>
            <w:noProof/>
            <w:webHidden/>
          </w:rPr>
          <w:t>5</w:t>
        </w:r>
        <w:r>
          <w:rPr>
            <w:noProof/>
            <w:webHidden/>
          </w:rPr>
          <w:fldChar w:fldCharType="end"/>
        </w:r>
      </w:hyperlink>
    </w:p>
    <w:p w14:paraId="2B7D491E" w14:textId="79108DAC" w:rsidR="008F659D" w:rsidRDefault="008F659D">
      <w:pPr>
        <w:pStyle w:val="Obsah1"/>
        <w:rPr>
          <w:rFonts w:eastAsiaTheme="minorEastAsia"/>
          <w:caps w:val="0"/>
          <w:noProof/>
          <w:sz w:val="22"/>
          <w:szCs w:val="22"/>
          <w:lang w:eastAsia="cs-CZ"/>
        </w:rPr>
      </w:pPr>
      <w:hyperlink w:anchor="_Toc147828141" w:history="1">
        <w:r w:rsidRPr="00E52F1D">
          <w:rPr>
            <w:rStyle w:val="Hypertextovodkaz"/>
          </w:rPr>
          <w:t>6.</w:t>
        </w:r>
        <w:r>
          <w:rPr>
            <w:rFonts w:eastAsiaTheme="minorEastAsia"/>
            <w:caps w:val="0"/>
            <w:noProof/>
            <w:sz w:val="22"/>
            <w:szCs w:val="22"/>
            <w:lang w:eastAsia="cs-CZ"/>
          </w:rPr>
          <w:tab/>
        </w:r>
        <w:r w:rsidRPr="00E52F1D">
          <w:rPr>
            <w:rStyle w:val="Hypertextovodkaz"/>
          </w:rPr>
          <w:t>OBSAH ZADÁVACÍ DOKUMENTACE</w:t>
        </w:r>
        <w:r>
          <w:rPr>
            <w:noProof/>
            <w:webHidden/>
          </w:rPr>
          <w:tab/>
        </w:r>
        <w:r>
          <w:rPr>
            <w:noProof/>
            <w:webHidden/>
          </w:rPr>
          <w:fldChar w:fldCharType="begin"/>
        </w:r>
        <w:r>
          <w:rPr>
            <w:noProof/>
            <w:webHidden/>
          </w:rPr>
          <w:instrText xml:space="preserve"> PAGEREF _Toc147828141 \h </w:instrText>
        </w:r>
        <w:r>
          <w:rPr>
            <w:noProof/>
            <w:webHidden/>
          </w:rPr>
        </w:r>
        <w:r>
          <w:rPr>
            <w:noProof/>
            <w:webHidden/>
          </w:rPr>
          <w:fldChar w:fldCharType="separate"/>
        </w:r>
        <w:r>
          <w:rPr>
            <w:noProof/>
            <w:webHidden/>
          </w:rPr>
          <w:t>5</w:t>
        </w:r>
        <w:r>
          <w:rPr>
            <w:noProof/>
            <w:webHidden/>
          </w:rPr>
          <w:fldChar w:fldCharType="end"/>
        </w:r>
      </w:hyperlink>
    </w:p>
    <w:p w14:paraId="006ACD7B" w14:textId="478713DB" w:rsidR="008F659D" w:rsidRDefault="008F659D">
      <w:pPr>
        <w:pStyle w:val="Obsah1"/>
        <w:rPr>
          <w:rFonts w:eastAsiaTheme="minorEastAsia"/>
          <w:caps w:val="0"/>
          <w:noProof/>
          <w:sz w:val="22"/>
          <w:szCs w:val="22"/>
          <w:lang w:eastAsia="cs-CZ"/>
        </w:rPr>
      </w:pPr>
      <w:hyperlink w:anchor="_Toc147828142" w:history="1">
        <w:r w:rsidRPr="00E52F1D">
          <w:rPr>
            <w:rStyle w:val="Hypertextovodkaz"/>
          </w:rPr>
          <w:t>7.</w:t>
        </w:r>
        <w:r>
          <w:rPr>
            <w:rFonts w:eastAsiaTheme="minorEastAsia"/>
            <w:caps w:val="0"/>
            <w:noProof/>
            <w:sz w:val="22"/>
            <w:szCs w:val="22"/>
            <w:lang w:eastAsia="cs-CZ"/>
          </w:rPr>
          <w:tab/>
        </w:r>
        <w:r w:rsidRPr="00E52F1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_Toc147828142 \h </w:instrText>
        </w:r>
        <w:r>
          <w:rPr>
            <w:noProof/>
            <w:webHidden/>
          </w:rPr>
        </w:r>
        <w:r>
          <w:rPr>
            <w:noProof/>
            <w:webHidden/>
          </w:rPr>
          <w:fldChar w:fldCharType="separate"/>
        </w:r>
        <w:r>
          <w:rPr>
            <w:noProof/>
            <w:webHidden/>
          </w:rPr>
          <w:t>7</w:t>
        </w:r>
        <w:r>
          <w:rPr>
            <w:noProof/>
            <w:webHidden/>
          </w:rPr>
          <w:fldChar w:fldCharType="end"/>
        </w:r>
      </w:hyperlink>
    </w:p>
    <w:p w14:paraId="1C59A966" w14:textId="40432A81" w:rsidR="008F659D" w:rsidRDefault="008F659D">
      <w:pPr>
        <w:pStyle w:val="Obsah1"/>
        <w:rPr>
          <w:rFonts w:eastAsiaTheme="minorEastAsia"/>
          <w:caps w:val="0"/>
          <w:noProof/>
          <w:sz w:val="22"/>
          <w:szCs w:val="22"/>
          <w:lang w:eastAsia="cs-CZ"/>
        </w:rPr>
      </w:pPr>
      <w:hyperlink w:anchor="_Toc147828143" w:history="1">
        <w:r w:rsidRPr="00E52F1D">
          <w:rPr>
            <w:rStyle w:val="Hypertextovodkaz"/>
          </w:rPr>
          <w:t>8.</w:t>
        </w:r>
        <w:r>
          <w:rPr>
            <w:rFonts w:eastAsiaTheme="minorEastAsia"/>
            <w:caps w:val="0"/>
            <w:noProof/>
            <w:sz w:val="22"/>
            <w:szCs w:val="22"/>
            <w:lang w:eastAsia="cs-CZ"/>
          </w:rPr>
          <w:tab/>
        </w:r>
        <w:r w:rsidRPr="00E52F1D">
          <w:rPr>
            <w:rStyle w:val="Hypertextovodkaz"/>
          </w:rPr>
          <w:t>POŽADAVKY ZADAVATELE NA KVALIFIKACI</w:t>
        </w:r>
        <w:r>
          <w:rPr>
            <w:noProof/>
            <w:webHidden/>
          </w:rPr>
          <w:tab/>
        </w:r>
        <w:r>
          <w:rPr>
            <w:noProof/>
            <w:webHidden/>
          </w:rPr>
          <w:fldChar w:fldCharType="begin"/>
        </w:r>
        <w:r>
          <w:rPr>
            <w:noProof/>
            <w:webHidden/>
          </w:rPr>
          <w:instrText xml:space="preserve"> PAGEREF _Toc147828143 \h </w:instrText>
        </w:r>
        <w:r>
          <w:rPr>
            <w:noProof/>
            <w:webHidden/>
          </w:rPr>
        </w:r>
        <w:r>
          <w:rPr>
            <w:noProof/>
            <w:webHidden/>
          </w:rPr>
          <w:fldChar w:fldCharType="separate"/>
        </w:r>
        <w:r>
          <w:rPr>
            <w:noProof/>
            <w:webHidden/>
          </w:rPr>
          <w:t>7</w:t>
        </w:r>
        <w:r>
          <w:rPr>
            <w:noProof/>
            <w:webHidden/>
          </w:rPr>
          <w:fldChar w:fldCharType="end"/>
        </w:r>
      </w:hyperlink>
    </w:p>
    <w:p w14:paraId="36C46CFF" w14:textId="5201A9DC" w:rsidR="008F659D" w:rsidRDefault="008F659D">
      <w:pPr>
        <w:pStyle w:val="Obsah1"/>
        <w:rPr>
          <w:rFonts w:eastAsiaTheme="minorEastAsia"/>
          <w:caps w:val="0"/>
          <w:noProof/>
          <w:sz w:val="22"/>
          <w:szCs w:val="22"/>
          <w:lang w:eastAsia="cs-CZ"/>
        </w:rPr>
      </w:pPr>
      <w:hyperlink w:anchor="_Toc147828144" w:history="1">
        <w:r w:rsidRPr="00E52F1D">
          <w:rPr>
            <w:rStyle w:val="Hypertextovodkaz"/>
          </w:rPr>
          <w:t>9.</w:t>
        </w:r>
        <w:r>
          <w:rPr>
            <w:rFonts w:eastAsiaTheme="minorEastAsia"/>
            <w:caps w:val="0"/>
            <w:noProof/>
            <w:sz w:val="22"/>
            <w:szCs w:val="22"/>
            <w:lang w:eastAsia="cs-CZ"/>
          </w:rPr>
          <w:tab/>
        </w:r>
        <w:r w:rsidRPr="00E52F1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_Toc147828144 \h </w:instrText>
        </w:r>
        <w:r>
          <w:rPr>
            <w:noProof/>
            <w:webHidden/>
          </w:rPr>
        </w:r>
        <w:r>
          <w:rPr>
            <w:noProof/>
            <w:webHidden/>
          </w:rPr>
          <w:fldChar w:fldCharType="separate"/>
        </w:r>
        <w:r>
          <w:rPr>
            <w:noProof/>
            <w:webHidden/>
          </w:rPr>
          <w:t>23</w:t>
        </w:r>
        <w:r>
          <w:rPr>
            <w:noProof/>
            <w:webHidden/>
          </w:rPr>
          <w:fldChar w:fldCharType="end"/>
        </w:r>
      </w:hyperlink>
    </w:p>
    <w:p w14:paraId="289647CB" w14:textId="7628EBEE" w:rsidR="008F659D" w:rsidRDefault="008F659D">
      <w:pPr>
        <w:pStyle w:val="Obsah1"/>
        <w:rPr>
          <w:rFonts w:eastAsiaTheme="minorEastAsia"/>
          <w:caps w:val="0"/>
          <w:noProof/>
          <w:sz w:val="22"/>
          <w:szCs w:val="22"/>
          <w:lang w:eastAsia="cs-CZ"/>
        </w:rPr>
      </w:pPr>
      <w:hyperlink w:anchor="_Toc147828145" w:history="1">
        <w:r w:rsidRPr="00E52F1D">
          <w:rPr>
            <w:rStyle w:val="Hypertextovodkaz"/>
          </w:rPr>
          <w:t>10.</w:t>
        </w:r>
        <w:r>
          <w:rPr>
            <w:rFonts w:eastAsiaTheme="minorEastAsia"/>
            <w:caps w:val="0"/>
            <w:noProof/>
            <w:sz w:val="22"/>
            <w:szCs w:val="22"/>
            <w:lang w:eastAsia="cs-CZ"/>
          </w:rPr>
          <w:tab/>
        </w:r>
        <w:r w:rsidRPr="00E52F1D">
          <w:rPr>
            <w:rStyle w:val="Hypertextovodkaz"/>
          </w:rPr>
          <w:t>PROHLÍDKA MÍSTA PLNĚNÍ (STAVENIŠTĚ)</w:t>
        </w:r>
        <w:r>
          <w:rPr>
            <w:noProof/>
            <w:webHidden/>
          </w:rPr>
          <w:tab/>
        </w:r>
        <w:r>
          <w:rPr>
            <w:noProof/>
            <w:webHidden/>
          </w:rPr>
          <w:fldChar w:fldCharType="begin"/>
        </w:r>
        <w:r>
          <w:rPr>
            <w:noProof/>
            <w:webHidden/>
          </w:rPr>
          <w:instrText xml:space="preserve"> PAGEREF _Toc147828145 \h </w:instrText>
        </w:r>
        <w:r>
          <w:rPr>
            <w:noProof/>
            <w:webHidden/>
          </w:rPr>
        </w:r>
        <w:r>
          <w:rPr>
            <w:noProof/>
            <w:webHidden/>
          </w:rPr>
          <w:fldChar w:fldCharType="separate"/>
        </w:r>
        <w:r>
          <w:rPr>
            <w:noProof/>
            <w:webHidden/>
          </w:rPr>
          <w:t>26</w:t>
        </w:r>
        <w:r>
          <w:rPr>
            <w:noProof/>
            <w:webHidden/>
          </w:rPr>
          <w:fldChar w:fldCharType="end"/>
        </w:r>
      </w:hyperlink>
    </w:p>
    <w:p w14:paraId="284D0E1D" w14:textId="00824D56" w:rsidR="008F659D" w:rsidRDefault="008F659D">
      <w:pPr>
        <w:pStyle w:val="Obsah1"/>
        <w:rPr>
          <w:rFonts w:eastAsiaTheme="minorEastAsia"/>
          <w:caps w:val="0"/>
          <w:noProof/>
          <w:sz w:val="22"/>
          <w:szCs w:val="22"/>
          <w:lang w:eastAsia="cs-CZ"/>
        </w:rPr>
      </w:pPr>
      <w:hyperlink w:anchor="_Toc147828146" w:history="1">
        <w:r w:rsidRPr="00E52F1D">
          <w:rPr>
            <w:rStyle w:val="Hypertextovodkaz"/>
          </w:rPr>
          <w:t>11.</w:t>
        </w:r>
        <w:r>
          <w:rPr>
            <w:rFonts w:eastAsiaTheme="minorEastAsia"/>
            <w:caps w:val="0"/>
            <w:noProof/>
            <w:sz w:val="22"/>
            <w:szCs w:val="22"/>
            <w:lang w:eastAsia="cs-CZ"/>
          </w:rPr>
          <w:tab/>
        </w:r>
        <w:r w:rsidRPr="00E52F1D">
          <w:rPr>
            <w:rStyle w:val="Hypertextovodkaz"/>
          </w:rPr>
          <w:t>JAZYK NABÍDEK A KOMUNIKAČNÍ JAZYK</w:t>
        </w:r>
        <w:r>
          <w:rPr>
            <w:noProof/>
            <w:webHidden/>
          </w:rPr>
          <w:tab/>
        </w:r>
        <w:r>
          <w:rPr>
            <w:noProof/>
            <w:webHidden/>
          </w:rPr>
          <w:fldChar w:fldCharType="begin"/>
        </w:r>
        <w:r>
          <w:rPr>
            <w:noProof/>
            <w:webHidden/>
          </w:rPr>
          <w:instrText xml:space="preserve"> PAGEREF _Toc147828146 \h </w:instrText>
        </w:r>
        <w:r>
          <w:rPr>
            <w:noProof/>
            <w:webHidden/>
          </w:rPr>
        </w:r>
        <w:r>
          <w:rPr>
            <w:noProof/>
            <w:webHidden/>
          </w:rPr>
          <w:fldChar w:fldCharType="separate"/>
        </w:r>
        <w:r>
          <w:rPr>
            <w:noProof/>
            <w:webHidden/>
          </w:rPr>
          <w:t>26</w:t>
        </w:r>
        <w:r>
          <w:rPr>
            <w:noProof/>
            <w:webHidden/>
          </w:rPr>
          <w:fldChar w:fldCharType="end"/>
        </w:r>
      </w:hyperlink>
    </w:p>
    <w:p w14:paraId="2F23406F" w14:textId="066F792C" w:rsidR="008F659D" w:rsidRDefault="008F659D">
      <w:pPr>
        <w:pStyle w:val="Obsah1"/>
        <w:rPr>
          <w:rFonts w:eastAsiaTheme="minorEastAsia"/>
          <w:caps w:val="0"/>
          <w:noProof/>
          <w:sz w:val="22"/>
          <w:szCs w:val="22"/>
          <w:lang w:eastAsia="cs-CZ"/>
        </w:rPr>
      </w:pPr>
      <w:hyperlink w:anchor="_Toc147828147" w:history="1">
        <w:r w:rsidRPr="00E52F1D">
          <w:rPr>
            <w:rStyle w:val="Hypertextovodkaz"/>
          </w:rPr>
          <w:t>12.</w:t>
        </w:r>
        <w:r>
          <w:rPr>
            <w:rFonts w:eastAsiaTheme="minorEastAsia"/>
            <w:caps w:val="0"/>
            <w:noProof/>
            <w:sz w:val="22"/>
            <w:szCs w:val="22"/>
            <w:lang w:eastAsia="cs-CZ"/>
          </w:rPr>
          <w:tab/>
        </w:r>
        <w:r w:rsidRPr="00E52F1D">
          <w:rPr>
            <w:rStyle w:val="Hypertextovodkaz"/>
          </w:rPr>
          <w:t>OBSAH a PODÁVÁNÍ NABÍDEK</w:t>
        </w:r>
        <w:r>
          <w:rPr>
            <w:noProof/>
            <w:webHidden/>
          </w:rPr>
          <w:tab/>
        </w:r>
        <w:r>
          <w:rPr>
            <w:noProof/>
            <w:webHidden/>
          </w:rPr>
          <w:fldChar w:fldCharType="begin"/>
        </w:r>
        <w:r>
          <w:rPr>
            <w:noProof/>
            <w:webHidden/>
          </w:rPr>
          <w:instrText xml:space="preserve"> PAGEREF _Toc147828147 \h </w:instrText>
        </w:r>
        <w:r>
          <w:rPr>
            <w:noProof/>
            <w:webHidden/>
          </w:rPr>
        </w:r>
        <w:r>
          <w:rPr>
            <w:noProof/>
            <w:webHidden/>
          </w:rPr>
          <w:fldChar w:fldCharType="separate"/>
        </w:r>
        <w:r>
          <w:rPr>
            <w:noProof/>
            <w:webHidden/>
          </w:rPr>
          <w:t>26</w:t>
        </w:r>
        <w:r>
          <w:rPr>
            <w:noProof/>
            <w:webHidden/>
          </w:rPr>
          <w:fldChar w:fldCharType="end"/>
        </w:r>
      </w:hyperlink>
    </w:p>
    <w:p w14:paraId="766BAA41" w14:textId="1F68BB97" w:rsidR="008F659D" w:rsidRDefault="008F659D">
      <w:pPr>
        <w:pStyle w:val="Obsah1"/>
        <w:rPr>
          <w:rFonts w:eastAsiaTheme="minorEastAsia"/>
          <w:caps w:val="0"/>
          <w:noProof/>
          <w:sz w:val="22"/>
          <w:szCs w:val="22"/>
          <w:lang w:eastAsia="cs-CZ"/>
        </w:rPr>
      </w:pPr>
      <w:hyperlink w:anchor="_Toc147828148" w:history="1">
        <w:r w:rsidRPr="00E52F1D">
          <w:rPr>
            <w:rStyle w:val="Hypertextovodkaz"/>
          </w:rPr>
          <w:t>13.</w:t>
        </w:r>
        <w:r>
          <w:rPr>
            <w:rFonts w:eastAsiaTheme="minorEastAsia"/>
            <w:caps w:val="0"/>
            <w:noProof/>
            <w:sz w:val="22"/>
            <w:szCs w:val="22"/>
            <w:lang w:eastAsia="cs-CZ"/>
          </w:rPr>
          <w:tab/>
        </w:r>
        <w:r w:rsidRPr="00E52F1D">
          <w:rPr>
            <w:rStyle w:val="Hypertextovodkaz"/>
          </w:rPr>
          <w:t>POŽADAVKY NA ZPRACOVÁNÍ NABÍDKOVÉ CENY</w:t>
        </w:r>
        <w:r>
          <w:rPr>
            <w:noProof/>
            <w:webHidden/>
          </w:rPr>
          <w:tab/>
        </w:r>
        <w:r>
          <w:rPr>
            <w:noProof/>
            <w:webHidden/>
          </w:rPr>
          <w:fldChar w:fldCharType="begin"/>
        </w:r>
        <w:r>
          <w:rPr>
            <w:noProof/>
            <w:webHidden/>
          </w:rPr>
          <w:instrText xml:space="preserve"> PAGEREF _Toc147828148 \h </w:instrText>
        </w:r>
        <w:r>
          <w:rPr>
            <w:noProof/>
            <w:webHidden/>
          </w:rPr>
        </w:r>
        <w:r>
          <w:rPr>
            <w:noProof/>
            <w:webHidden/>
          </w:rPr>
          <w:fldChar w:fldCharType="separate"/>
        </w:r>
        <w:r>
          <w:rPr>
            <w:noProof/>
            <w:webHidden/>
          </w:rPr>
          <w:t>28</w:t>
        </w:r>
        <w:r>
          <w:rPr>
            <w:noProof/>
            <w:webHidden/>
          </w:rPr>
          <w:fldChar w:fldCharType="end"/>
        </w:r>
      </w:hyperlink>
    </w:p>
    <w:p w14:paraId="1B6F67D7" w14:textId="78AE2A23" w:rsidR="008F659D" w:rsidRDefault="008F659D">
      <w:pPr>
        <w:pStyle w:val="Obsah1"/>
        <w:rPr>
          <w:rFonts w:eastAsiaTheme="minorEastAsia"/>
          <w:caps w:val="0"/>
          <w:noProof/>
          <w:sz w:val="22"/>
          <w:szCs w:val="22"/>
          <w:lang w:eastAsia="cs-CZ"/>
        </w:rPr>
      </w:pPr>
      <w:hyperlink w:anchor="_Toc147828149" w:history="1">
        <w:r w:rsidRPr="00E52F1D">
          <w:rPr>
            <w:rStyle w:val="Hypertextovodkaz"/>
          </w:rPr>
          <w:t>14.</w:t>
        </w:r>
        <w:r>
          <w:rPr>
            <w:rFonts w:eastAsiaTheme="minorEastAsia"/>
            <w:caps w:val="0"/>
            <w:noProof/>
            <w:sz w:val="22"/>
            <w:szCs w:val="22"/>
            <w:lang w:eastAsia="cs-CZ"/>
          </w:rPr>
          <w:tab/>
        </w:r>
        <w:r w:rsidRPr="00E52F1D">
          <w:rPr>
            <w:rStyle w:val="Hypertextovodkaz"/>
          </w:rPr>
          <w:t>VARIANTY NABÍDKY</w:t>
        </w:r>
        <w:r>
          <w:rPr>
            <w:noProof/>
            <w:webHidden/>
          </w:rPr>
          <w:tab/>
        </w:r>
        <w:r>
          <w:rPr>
            <w:noProof/>
            <w:webHidden/>
          </w:rPr>
          <w:fldChar w:fldCharType="begin"/>
        </w:r>
        <w:r>
          <w:rPr>
            <w:noProof/>
            <w:webHidden/>
          </w:rPr>
          <w:instrText xml:space="preserve"> PAGEREF _Toc147828149 \h </w:instrText>
        </w:r>
        <w:r>
          <w:rPr>
            <w:noProof/>
            <w:webHidden/>
          </w:rPr>
        </w:r>
        <w:r>
          <w:rPr>
            <w:noProof/>
            <w:webHidden/>
          </w:rPr>
          <w:fldChar w:fldCharType="separate"/>
        </w:r>
        <w:r>
          <w:rPr>
            <w:noProof/>
            <w:webHidden/>
          </w:rPr>
          <w:t>29</w:t>
        </w:r>
        <w:r>
          <w:rPr>
            <w:noProof/>
            <w:webHidden/>
          </w:rPr>
          <w:fldChar w:fldCharType="end"/>
        </w:r>
      </w:hyperlink>
    </w:p>
    <w:p w14:paraId="1BEF700F" w14:textId="37E022CB" w:rsidR="008F659D" w:rsidRDefault="008F659D">
      <w:pPr>
        <w:pStyle w:val="Obsah1"/>
        <w:rPr>
          <w:rFonts w:eastAsiaTheme="minorEastAsia"/>
          <w:caps w:val="0"/>
          <w:noProof/>
          <w:sz w:val="22"/>
          <w:szCs w:val="22"/>
          <w:lang w:eastAsia="cs-CZ"/>
        </w:rPr>
      </w:pPr>
      <w:hyperlink w:anchor="_Toc147828150" w:history="1">
        <w:r w:rsidRPr="00E52F1D">
          <w:rPr>
            <w:rStyle w:val="Hypertextovodkaz"/>
          </w:rPr>
          <w:t>15.</w:t>
        </w:r>
        <w:r>
          <w:rPr>
            <w:rFonts w:eastAsiaTheme="minorEastAsia"/>
            <w:caps w:val="0"/>
            <w:noProof/>
            <w:sz w:val="22"/>
            <w:szCs w:val="22"/>
            <w:lang w:eastAsia="cs-CZ"/>
          </w:rPr>
          <w:tab/>
        </w:r>
        <w:r w:rsidRPr="00E52F1D">
          <w:rPr>
            <w:rStyle w:val="Hypertextovodkaz"/>
          </w:rPr>
          <w:t>OTEVÍRÁNÍ NABÍDEK</w:t>
        </w:r>
        <w:r>
          <w:rPr>
            <w:noProof/>
            <w:webHidden/>
          </w:rPr>
          <w:tab/>
        </w:r>
        <w:r>
          <w:rPr>
            <w:noProof/>
            <w:webHidden/>
          </w:rPr>
          <w:fldChar w:fldCharType="begin"/>
        </w:r>
        <w:r>
          <w:rPr>
            <w:noProof/>
            <w:webHidden/>
          </w:rPr>
          <w:instrText xml:space="preserve"> PAGEREF _Toc147828150 \h </w:instrText>
        </w:r>
        <w:r>
          <w:rPr>
            <w:noProof/>
            <w:webHidden/>
          </w:rPr>
        </w:r>
        <w:r>
          <w:rPr>
            <w:noProof/>
            <w:webHidden/>
          </w:rPr>
          <w:fldChar w:fldCharType="separate"/>
        </w:r>
        <w:r>
          <w:rPr>
            <w:noProof/>
            <w:webHidden/>
          </w:rPr>
          <w:t>29</w:t>
        </w:r>
        <w:r>
          <w:rPr>
            <w:noProof/>
            <w:webHidden/>
          </w:rPr>
          <w:fldChar w:fldCharType="end"/>
        </w:r>
      </w:hyperlink>
    </w:p>
    <w:p w14:paraId="4BAAB7D4" w14:textId="68227F80" w:rsidR="008F659D" w:rsidRDefault="008F659D">
      <w:pPr>
        <w:pStyle w:val="Obsah1"/>
        <w:rPr>
          <w:rFonts w:eastAsiaTheme="minorEastAsia"/>
          <w:caps w:val="0"/>
          <w:noProof/>
          <w:sz w:val="22"/>
          <w:szCs w:val="22"/>
          <w:lang w:eastAsia="cs-CZ"/>
        </w:rPr>
      </w:pPr>
      <w:hyperlink w:anchor="_Toc147828151" w:history="1">
        <w:r w:rsidRPr="00E52F1D">
          <w:rPr>
            <w:rStyle w:val="Hypertextovodkaz"/>
          </w:rPr>
          <w:t>16.</w:t>
        </w:r>
        <w:r>
          <w:rPr>
            <w:rFonts w:eastAsiaTheme="minorEastAsia"/>
            <w:caps w:val="0"/>
            <w:noProof/>
            <w:sz w:val="22"/>
            <w:szCs w:val="22"/>
            <w:lang w:eastAsia="cs-CZ"/>
          </w:rPr>
          <w:tab/>
        </w:r>
        <w:r w:rsidRPr="00E52F1D">
          <w:rPr>
            <w:rStyle w:val="Hypertextovodkaz"/>
          </w:rPr>
          <w:t>POSOUZENÍ SPLNĚNÍ PODMÍNEK ÚČASTI</w:t>
        </w:r>
        <w:r>
          <w:rPr>
            <w:noProof/>
            <w:webHidden/>
          </w:rPr>
          <w:tab/>
        </w:r>
        <w:r>
          <w:rPr>
            <w:noProof/>
            <w:webHidden/>
          </w:rPr>
          <w:fldChar w:fldCharType="begin"/>
        </w:r>
        <w:r>
          <w:rPr>
            <w:noProof/>
            <w:webHidden/>
          </w:rPr>
          <w:instrText xml:space="preserve"> PAGEREF _Toc147828151 \h </w:instrText>
        </w:r>
        <w:r>
          <w:rPr>
            <w:noProof/>
            <w:webHidden/>
          </w:rPr>
        </w:r>
        <w:r>
          <w:rPr>
            <w:noProof/>
            <w:webHidden/>
          </w:rPr>
          <w:fldChar w:fldCharType="separate"/>
        </w:r>
        <w:r>
          <w:rPr>
            <w:noProof/>
            <w:webHidden/>
          </w:rPr>
          <w:t>29</w:t>
        </w:r>
        <w:r>
          <w:rPr>
            <w:noProof/>
            <w:webHidden/>
          </w:rPr>
          <w:fldChar w:fldCharType="end"/>
        </w:r>
      </w:hyperlink>
    </w:p>
    <w:p w14:paraId="6F5B2BAF" w14:textId="3263666D" w:rsidR="008F659D" w:rsidRDefault="008F659D">
      <w:pPr>
        <w:pStyle w:val="Obsah1"/>
        <w:rPr>
          <w:rFonts w:eastAsiaTheme="minorEastAsia"/>
          <w:caps w:val="0"/>
          <w:noProof/>
          <w:sz w:val="22"/>
          <w:szCs w:val="22"/>
          <w:lang w:eastAsia="cs-CZ"/>
        </w:rPr>
      </w:pPr>
      <w:hyperlink w:anchor="_Toc147828152" w:history="1">
        <w:r w:rsidRPr="00E52F1D">
          <w:rPr>
            <w:rStyle w:val="Hypertextovodkaz"/>
          </w:rPr>
          <w:t>17.</w:t>
        </w:r>
        <w:r>
          <w:rPr>
            <w:rFonts w:eastAsiaTheme="minorEastAsia"/>
            <w:caps w:val="0"/>
            <w:noProof/>
            <w:sz w:val="22"/>
            <w:szCs w:val="22"/>
            <w:lang w:eastAsia="cs-CZ"/>
          </w:rPr>
          <w:tab/>
        </w:r>
        <w:r w:rsidRPr="00E52F1D">
          <w:rPr>
            <w:rStyle w:val="Hypertextovodkaz"/>
          </w:rPr>
          <w:t>HODNOCENÍ NABÍDEK</w:t>
        </w:r>
        <w:r>
          <w:rPr>
            <w:noProof/>
            <w:webHidden/>
          </w:rPr>
          <w:tab/>
        </w:r>
        <w:r>
          <w:rPr>
            <w:noProof/>
            <w:webHidden/>
          </w:rPr>
          <w:fldChar w:fldCharType="begin"/>
        </w:r>
        <w:r>
          <w:rPr>
            <w:noProof/>
            <w:webHidden/>
          </w:rPr>
          <w:instrText xml:space="preserve"> PAGEREF _Toc147828152 \h </w:instrText>
        </w:r>
        <w:r>
          <w:rPr>
            <w:noProof/>
            <w:webHidden/>
          </w:rPr>
        </w:r>
        <w:r>
          <w:rPr>
            <w:noProof/>
            <w:webHidden/>
          </w:rPr>
          <w:fldChar w:fldCharType="separate"/>
        </w:r>
        <w:r>
          <w:rPr>
            <w:noProof/>
            <w:webHidden/>
          </w:rPr>
          <w:t>30</w:t>
        </w:r>
        <w:r>
          <w:rPr>
            <w:noProof/>
            <w:webHidden/>
          </w:rPr>
          <w:fldChar w:fldCharType="end"/>
        </w:r>
      </w:hyperlink>
    </w:p>
    <w:p w14:paraId="17A7D974" w14:textId="018821AF" w:rsidR="008F659D" w:rsidRDefault="008F659D">
      <w:pPr>
        <w:pStyle w:val="Obsah1"/>
        <w:rPr>
          <w:rFonts w:eastAsiaTheme="minorEastAsia"/>
          <w:caps w:val="0"/>
          <w:noProof/>
          <w:sz w:val="22"/>
          <w:szCs w:val="22"/>
          <w:lang w:eastAsia="cs-CZ"/>
        </w:rPr>
      </w:pPr>
      <w:hyperlink w:anchor="_Toc147828153" w:history="1">
        <w:r w:rsidRPr="00E52F1D">
          <w:rPr>
            <w:rStyle w:val="Hypertextovodkaz"/>
          </w:rPr>
          <w:t>18.</w:t>
        </w:r>
        <w:r>
          <w:rPr>
            <w:rFonts w:eastAsiaTheme="minorEastAsia"/>
            <w:caps w:val="0"/>
            <w:noProof/>
            <w:sz w:val="22"/>
            <w:szCs w:val="22"/>
            <w:lang w:eastAsia="cs-CZ"/>
          </w:rPr>
          <w:tab/>
        </w:r>
        <w:r w:rsidRPr="00E52F1D">
          <w:rPr>
            <w:rStyle w:val="Hypertextovodkaz"/>
          </w:rPr>
          <w:t>ZRUŠENÍ ZADÁVACÍHO ŘÍZENÍ</w:t>
        </w:r>
        <w:r>
          <w:rPr>
            <w:noProof/>
            <w:webHidden/>
          </w:rPr>
          <w:tab/>
        </w:r>
        <w:r>
          <w:rPr>
            <w:noProof/>
            <w:webHidden/>
          </w:rPr>
          <w:fldChar w:fldCharType="begin"/>
        </w:r>
        <w:r>
          <w:rPr>
            <w:noProof/>
            <w:webHidden/>
          </w:rPr>
          <w:instrText xml:space="preserve"> PAGEREF _Toc147828153 \h </w:instrText>
        </w:r>
        <w:r>
          <w:rPr>
            <w:noProof/>
            <w:webHidden/>
          </w:rPr>
        </w:r>
        <w:r>
          <w:rPr>
            <w:noProof/>
            <w:webHidden/>
          </w:rPr>
          <w:fldChar w:fldCharType="separate"/>
        </w:r>
        <w:r>
          <w:rPr>
            <w:noProof/>
            <w:webHidden/>
          </w:rPr>
          <w:t>30</w:t>
        </w:r>
        <w:r>
          <w:rPr>
            <w:noProof/>
            <w:webHidden/>
          </w:rPr>
          <w:fldChar w:fldCharType="end"/>
        </w:r>
      </w:hyperlink>
    </w:p>
    <w:p w14:paraId="1D4DFACE" w14:textId="0D3645CD" w:rsidR="008F659D" w:rsidRDefault="008F659D">
      <w:pPr>
        <w:pStyle w:val="Obsah1"/>
        <w:rPr>
          <w:rFonts w:eastAsiaTheme="minorEastAsia"/>
          <w:caps w:val="0"/>
          <w:noProof/>
          <w:sz w:val="22"/>
          <w:szCs w:val="22"/>
          <w:lang w:eastAsia="cs-CZ"/>
        </w:rPr>
      </w:pPr>
      <w:hyperlink w:anchor="_Toc147828154" w:history="1">
        <w:r w:rsidRPr="00E52F1D">
          <w:rPr>
            <w:rStyle w:val="Hypertextovodkaz"/>
          </w:rPr>
          <w:t>19.</w:t>
        </w:r>
        <w:r>
          <w:rPr>
            <w:rFonts w:eastAsiaTheme="minorEastAsia"/>
            <w:caps w:val="0"/>
            <w:noProof/>
            <w:sz w:val="22"/>
            <w:szCs w:val="22"/>
            <w:lang w:eastAsia="cs-CZ"/>
          </w:rPr>
          <w:tab/>
        </w:r>
        <w:r w:rsidRPr="00E52F1D">
          <w:rPr>
            <w:rStyle w:val="Hypertextovodkaz"/>
          </w:rPr>
          <w:t>UZAVŘENÍ SMLOUVY</w:t>
        </w:r>
        <w:r>
          <w:rPr>
            <w:noProof/>
            <w:webHidden/>
          </w:rPr>
          <w:tab/>
        </w:r>
        <w:r>
          <w:rPr>
            <w:noProof/>
            <w:webHidden/>
          </w:rPr>
          <w:fldChar w:fldCharType="begin"/>
        </w:r>
        <w:r>
          <w:rPr>
            <w:noProof/>
            <w:webHidden/>
          </w:rPr>
          <w:instrText xml:space="preserve"> PAGEREF _Toc147828154 \h </w:instrText>
        </w:r>
        <w:r>
          <w:rPr>
            <w:noProof/>
            <w:webHidden/>
          </w:rPr>
        </w:r>
        <w:r>
          <w:rPr>
            <w:noProof/>
            <w:webHidden/>
          </w:rPr>
          <w:fldChar w:fldCharType="separate"/>
        </w:r>
        <w:r>
          <w:rPr>
            <w:noProof/>
            <w:webHidden/>
          </w:rPr>
          <w:t>30</w:t>
        </w:r>
        <w:r>
          <w:rPr>
            <w:noProof/>
            <w:webHidden/>
          </w:rPr>
          <w:fldChar w:fldCharType="end"/>
        </w:r>
      </w:hyperlink>
    </w:p>
    <w:p w14:paraId="539B6523" w14:textId="2EB13FE8" w:rsidR="008F659D" w:rsidRDefault="008F659D">
      <w:pPr>
        <w:pStyle w:val="Obsah1"/>
        <w:rPr>
          <w:rFonts w:eastAsiaTheme="minorEastAsia"/>
          <w:caps w:val="0"/>
          <w:noProof/>
          <w:sz w:val="22"/>
          <w:szCs w:val="22"/>
          <w:lang w:eastAsia="cs-CZ"/>
        </w:rPr>
      </w:pPr>
      <w:hyperlink w:anchor="_Toc147828155" w:history="1">
        <w:r w:rsidRPr="00E52F1D">
          <w:rPr>
            <w:rStyle w:val="Hypertextovodkaz"/>
          </w:rPr>
          <w:t>20.</w:t>
        </w:r>
        <w:r>
          <w:rPr>
            <w:rFonts w:eastAsiaTheme="minorEastAsia"/>
            <w:caps w:val="0"/>
            <w:noProof/>
            <w:sz w:val="22"/>
            <w:szCs w:val="22"/>
            <w:lang w:eastAsia="cs-CZ"/>
          </w:rPr>
          <w:tab/>
        </w:r>
        <w:r w:rsidRPr="00E52F1D">
          <w:rPr>
            <w:rStyle w:val="Hypertextovodkaz"/>
          </w:rPr>
          <w:t>OCHRANA INFORMACÍ</w:t>
        </w:r>
        <w:r>
          <w:rPr>
            <w:noProof/>
            <w:webHidden/>
          </w:rPr>
          <w:tab/>
        </w:r>
        <w:r>
          <w:rPr>
            <w:noProof/>
            <w:webHidden/>
          </w:rPr>
          <w:fldChar w:fldCharType="begin"/>
        </w:r>
        <w:r>
          <w:rPr>
            <w:noProof/>
            <w:webHidden/>
          </w:rPr>
          <w:instrText xml:space="preserve"> PAGEREF _Toc147828155 \h </w:instrText>
        </w:r>
        <w:r>
          <w:rPr>
            <w:noProof/>
            <w:webHidden/>
          </w:rPr>
        </w:r>
        <w:r>
          <w:rPr>
            <w:noProof/>
            <w:webHidden/>
          </w:rPr>
          <w:fldChar w:fldCharType="separate"/>
        </w:r>
        <w:r>
          <w:rPr>
            <w:noProof/>
            <w:webHidden/>
          </w:rPr>
          <w:t>33</w:t>
        </w:r>
        <w:r>
          <w:rPr>
            <w:noProof/>
            <w:webHidden/>
          </w:rPr>
          <w:fldChar w:fldCharType="end"/>
        </w:r>
      </w:hyperlink>
    </w:p>
    <w:p w14:paraId="0B83C151" w14:textId="543D16E5" w:rsidR="008F659D" w:rsidRDefault="008F659D">
      <w:pPr>
        <w:pStyle w:val="Obsah1"/>
        <w:rPr>
          <w:rFonts w:eastAsiaTheme="minorEastAsia"/>
          <w:caps w:val="0"/>
          <w:noProof/>
          <w:sz w:val="22"/>
          <w:szCs w:val="22"/>
          <w:lang w:eastAsia="cs-CZ"/>
        </w:rPr>
      </w:pPr>
      <w:hyperlink w:anchor="_Toc147828156" w:history="1">
        <w:r w:rsidRPr="00E52F1D">
          <w:rPr>
            <w:rStyle w:val="Hypertextovodkaz"/>
          </w:rPr>
          <w:t>21.</w:t>
        </w:r>
        <w:r>
          <w:rPr>
            <w:rFonts w:eastAsiaTheme="minorEastAsia"/>
            <w:caps w:val="0"/>
            <w:noProof/>
            <w:sz w:val="22"/>
            <w:szCs w:val="22"/>
            <w:lang w:eastAsia="cs-CZ"/>
          </w:rPr>
          <w:tab/>
        </w:r>
        <w:r w:rsidRPr="00E52F1D">
          <w:rPr>
            <w:rStyle w:val="Hypertextovodkaz"/>
          </w:rPr>
          <w:t>ZADÁVACÍ LHŮTA A JISTOTA ZA NABÍDKU</w:t>
        </w:r>
        <w:r>
          <w:rPr>
            <w:noProof/>
            <w:webHidden/>
          </w:rPr>
          <w:tab/>
        </w:r>
        <w:r>
          <w:rPr>
            <w:noProof/>
            <w:webHidden/>
          </w:rPr>
          <w:fldChar w:fldCharType="begin"/>
        </w:r>
        <w:r>
          <w:rPr>
            <w:noProof/>
            <w:webHidden/>
          </w:rPr>
          <w:instrText xml:space="preserve"> PAGEREF _Toc147828156 \h </w:instrText>
        </w:r>
        <w:r>
          <w:rPr>
            <w:noProof/>
            <w:webHidden/>
          </w:rPr>
        </w:r>
        <w:r>
          <w:rPr>
            <w:noProof/>
            <w:webHidden/>
          </w:rPr>
          <w:fldChar w:fldCharType="separate"/>
        </w:r>
        <w:r>
          <w:rPr>
            <w:noProof/>
            <w:webHidden/>
          </w:rPr>
          <w:t>33</w:t>
        </w:r>
        <w:r>
          <w:rPr>
            <w:noProof/>
            <w:webHidden/>
          </w:rPr>
          <w:fldChar w:fldCharType="end"/>
        </w:r>
      </w:hyperlink>
    </w:p>
    <w:p w14:paraId="589BEC7C" w14:textId="501F53C0" w:rsidR="008F659D" w:rsidRDefault="008F659D">
      <w:pPr>
        <w:pStyle w:val="Obsah1"/>
        <w:rPr>
          <w:rFonts w:eastAsiaTheme="minorEastAsia"/>
          <w:caps w:val="0"/>
          <w:noProof/>
          <w:sz w:val="22"/>
          <w:szCs w:val="22"/>
          <w:lang w:eastAsia="cs-CZ"/>
        </w:rPr>
      </w:pPr>
      <w:hyperlink w:anchor="_Toc147828157" w:history="1">
        <w:r w:rsidRPr="00E52F1D">
          <w:rPr>
            <w:rStyle w:val="Hypertextovodkaz"/>
          </w:rPr>
          <w:t>22.</w:t>
        </w:r>
        <w:r>
          <w:rPr>
            <w:rFonts w:eastAsiaTheme="minorEastAsia"/>
            <w:caps w:val="0"/>
            <w:noProof/>
            <w:sz w:val="22"/>
            <w:szCs w:val="22"/>
            <w:lang w:eastAsia="cs-CZ"/>
          </w:rPr>
          <w:tab/>
        </w:r>
        <w:r w:rsidRPr="00E52F1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_Toc147828157 \h </w:instrText>
        </w:r>
        <w:r>
          <w:rPr>
            <w:noProof/>
            <w:webHidden/>
          </w:rPr>
        </w:r>
        <w:r>
          <w:rPr>
            <w:noProof/>
            <w:webHidden/>
          </w:rPr>
          <w:fldChar w:fldCharType="separate"/>
        </w:r>
        <w:r>
          <w:rPr>
            <w:noProof/>
            <w:webHidden/>
          </w:rPr>
          <w:t>34</w:t>
        </w:r>
        <w:r>
          <w:rPr>
            <w:noProof/>
            <w:webHidden/>
          </w:rPr>
          <w:fldChar w:fldCharType="end"/>
        </w:r>
      </w:hyperlink>
    </w:p>
    <w:p w14:paraId="70CC2364" w14:textId="2AAB039E" w:rsidR="008F659D" w:rsidRDefault="008F659D">
      <w:pPr>
        <w:pStyle w:val="Obsah1"/>
        <w:rPr>
          <w:rFonts w:eastAsiaTheme="minorEastAsia"/>
          <w:caps w:val="0"/>
          <w:noProof/>
          <w:sz w:val="22"/>
          <w:szCs w:val="22"/>
          <w:lang w:eastAsia="cs-CZ"/>
        </w:rPr>
      </w:pPr>
      <w:hyperlink w:anchor="_Toc147828158" w:history="1">
        <w:r w:rsidRPr="00E52F1D">
          <w:rPr>
            <w:rStyle w:val="Hypertextovodkaz"/>
          </w:rPr>
          <w:t>23.</w:t>
        </w:r>
        <w:r>
          <w:rPr>
            <w:rFonts w:eastAsiaTheme="minorEastAsia"/>
            <w:caps w:val="0"/>
            <w:noProof/>
            <w:sz w:val="22"/>
            <w:szCs w:val="22"/>
            <w:lang w:eastAsia="cs-CZ"/>
          </w:rPr>
          <w:tab/>
        </w:r>
        <w:r w:rsidRPr="00E52F1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_Toc147828158 \h </w:instrText>
        </w:r>
        <w:r>
          <w:rPr>
            <w:noProof/>
            <w:webHidden/>
          </w:rPr>
        </w:r>
        <w:r>
          <w:rPr>
            <w:noProof/>
            <w:webHidden/>
          </w:rPr>
          <w:fldChar w:fldCharType="separate"/>
        </w:r>
        <w:r>
          <w:rPr>
            <w:noProof/>
            <w:webHidden/>
          </w:rPr>
          <w:t>34</w:t>
        </w:r>
        <w:r>
          <w:rPr>
            <w:noProof/>
            <w:webHidden/>
          </w:rPr>
          <w:fldChar w:fldCharType="end"/>
        </w:r>
      </w:hyperlink>
    </w:p>
    <w:p w14:paraId="6276A511" w14:textId="0877F811" w:rsidR="008F659D" w:rsidRDefault="008F659D">
      <w:pPr>
        <w:pStyle w:val="Obsah1"/>
        <w:rPr>
          <w:rFonts w:eastAsiaTheme="minorEastAsia"/>
          <w:caps w:val="0"/>
          <w:noProof/>
          <w:sz w:val="22"/>
          <w:szCs w:val="22"/>
          <w:lang w:eastAsia="cs-CZ"/>
        </w:rPr>
      </w:pPr>
      <w:hyperlink w:anchor="_Toc147828159" w:history="1">
        <w:r w:rsidRPr="00E52F1D">
          <w:rPr>
            <w:rStyle w:val="Hypertextovodkaz"/>
          </w:rPr>
          <w:t>24.</w:t>
        </w:r>
        <w:r>
          <w:rPr>
            <w:rFonts w:eastAsiaTheme="minorEastAsia"/>
            <w:caps w:val="0"/>
            <w:noProof/>
            <w:sz w:val="22"/>
            <w:szCs w:val="22"/>
            <w:lang w:eastAsia="cs-CZ"/>
          </w:rPr>
          <w:tab/>
        </w:r>
        <w:r w:rsidRPr="00E52F1D">
          <w:rPr>
            <w:rStyle w:val="Hypertextovodkaz"/>
          </w:rPr>
          <w:t>PŘÍLOHY TĚCHTO POKYNŮ</w:t>
        </w:r>
        <w:r>
          <w:rPr>
            <w:noProof/>
            <w:webHidden/>
          </w:rPr>
          <w:tab/>
        </w:r>
        <w:r>
          <w:rPr>
            <w:noProof/>
            <w:webHidden/>
          </w:rPr>
          <w:fldChar w:fldCharType="begin"/>
        </w:r>
        <w:r>
          <w:rPr>
            <w:noProof/>
            <w:webHidden/>
          </w:rPr>
          <w:instrText xml:space="preserve"> PAGEREF _Toc147828159 \h </w:instrText>
        </w:r>
        <w:r>
          <w:rPr>
            <w:noProof/>
            <w:webHidden/>
          </w:rPr>
        </w:r>
        <w:r>
          <w:rPr>
            <w:noProof/>
            <w:webHidden/>
          </w:rPr>
          <w:fldChar w:fldCharType="separate"/>
        </w:r>
        <w:r>
          <w:rPr>
            <w:noProof/>
            <w:webHidden/>
          </w:rPr>
          <w:t>35</w:t>
        </w:r>
        <w:r>
          <w:rPr>
            <w:noProof/>
            <w:webHidden/>
          </w:rPr>
          <w:fldChar w:fldCharType="end"/>
        </w:r>
      </w:hyperlink>
    </w:p>
    <w:p w14:paraId="0E7F91FD" w14:textId="7639FD45" w:rsidR="00AD0C7B" w:rsidRDefault="00BD7E91" w:rsidP="008D03B9">
      <w:r>
        <w:fldChar w:fldCharType="end"/>
      </w:r>
    </w:p>
    <w:p w14:paraId="4F1051BA" w14:textId="77777777" w:rsidR="00AD0C7B" w:rsidRDefault="00AD0C7B">
      <w:r>
        <w:br w:type="page"/>
      </w:r>
      <w:bookmarkStart w:id="0" w:name="_GoBack"/>
      <w:bookmarkEnd w:id="0"/>
    </w:p>
    <w:p w14:paraId="401C3CF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47828136"/>
      <w:r>
        <w:lastRenderedPageBreak/>
        <w:t>ÚVODNÍ USTANOVENÍ</w:t>
      </w:r>
      <w:bookmarkEnd w:id="5"/>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6" w:name="_Toc147828137"/>
      <w:r>
        <w:t>IDENTIFIKAČNÍ ÚDAJE ZADAVATELE</w:t>
      </w:r>
      <w:bookmarkEnd w:id="6"/>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3A769DD" w14:textId="3B679B2A" w:rsidR="0035531B" w:rsidRDefault="0035531B" w:rsidP="00553466">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7" w:name="_Toc147828138"/>
      <w:r>
        <w:t>KOMUNIKACE MEZI ZADAVATELEM</w:t>
      </w:r>
      <w:r w:rsidR="00845C50">
        <w:t xml:space="preserve"> a </w:t>
      </w:r>
      <w:r>
        <w:t>DODAVATELEM</w:t>
      </w:r>
      <w:bookmarkEnd w:id="7"/>
      <w:r>
        <w:t xml:space="preserve"> </w:t>
      </w:r>
    </w:p>
    <w:p w14:paraId="7BEFC1C4" w14:textId="61E8A123"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39D3BF8D" w:rsidR="0035531B" w:rsidRPr="00553466" w:rsidRDefault="0035531B" w:rsidP="0035531B">
      <w:pPr>
        <w:pStyle w:val="Text1-1"/>
      </w:pPr>
      <w:r>
        <w:t xml:space="preserve">Kontaktní osobou </w:t>
      </w:r>
      <w:r w:rsidRPr="00553466">
        <w:t xml:space="preserve">zadavatele pro zadávací řízení je: </w:t>
      </w:r>
      <w:r w:rsidR="00553466" w:rsidRPr="00553466">
        <w:t>Renáta Majerová</w:t>
      </w:r>
    </w:p>
    <w:p w14:paraId="14A6C453" w14:textId="5597F1BE" w:rsidR="0035531B" w:rsidRPr="00553466" w:rsidRDefault="0035531B" w:rsidP="0035531B">
      <w:pPr>
        <w:pStyle w:val="Textbezslovn"/>
        <w:spacing w:after="0"/>
      </w:pPr>
      <w:r w:rsidRPr="00553466">
        <w:t xml:space="preserve">telefon: </w:t>
      </w:r>
      <w:r w:rsidRPr="00553466">
        <w:tab/>
      </w:r>
      <w:r w:rsidR="00553466" w:rsidRPr="00553466">
        <w:t>724 932 325</w:t>
      </w:r>
    </w:p>
    <w:p w14:paraId="5CC667BC" w14:textId="2B4F338D" w:rsidR="0035531B" w:rsidRDefault="0035531B" w:rsidP="0035531B">
      <w:pPr>
        <w:pStyle w:val="Textbezslovn"/>
        <w:spacing w:after="0"/>
      </w:pPr>
      <w:r w:rsidRPr="00553466">
        <w:t xml:space="preserve">e-mail: </w:t>
      </w:r>
      <w:r w:rsidRPr="00553466">
        <w:tab/>
      </w:r>
      <w:r w:rsidR="00553466" w:rsidRPr="00553466">
        <w:t>Majerova@spravazeleznic.cz</w:t>
      </w:r>
    </w:p>
    <w:p w14:paraId="126C8548" w14:textId="77777777" w:rsidR="00553466" w:rsidRDefault="0035531B" w:rsidP="00553466">
      <w:pPr>
        <w:pStyle w:val="Textbezslovn"/>
        <w:spacing w:after="0"/>
      </w:pPr>
      <w:r>
        <w:t xml:space="preserve">adresa: </w:t>
      </w:r>
      <w:r>
        <w:tab/>
      </w:r>
      <w:r w:rsidR="00553466">
        <w:t xml:space="preserve">Správa železnic, státní organizace, Stavební správa východ, </w:t>
      </w:r>
    </w:p>
    <w:p w14:paraId="4286915B" w14:textId="5792DDB5" w:rsidR="0035531B" w:rsidRDefault="00553466" w:rsidP="00553466">
      <w:pPr>
        <w:pStyle w:val="Textbezslovn"/>
        <w:spacing w:after="0"/>
      </w:pPr>
      <w:r>
        <w:t xml:space="preserve">                      Nerudova 1, 779 00 Olomouc</w:t>
      </w:r>
    </w:p>
    <w:p w14:paraId="3F8325C7" w14:textId="77777777" w:rsidR="0035531B" w:rsidRDefault="0035531B" w:rsidP="0035531B">
      <w:pPr>
        <w:pStyle w:val="Nadpis1-1"/>
      </w:pPr>
      <w:bookmarkStart w:id="8" w:name="_Toc147828139"/>
      <w:r>
        <w:t>ÚČEL</w:t>
      </w:r>
      <w:r w:rsidR="00845C50">
        <w:t xml:space="preserve"> a </w:t>
      </w:r>
      <w:r>
        <w:t>PŘEDMĚT PLNĚNÍ VEŘEJNÉ ZAKÁZKY</w:t>
      </w:r>
      <w:bookmarkEnd w:id="8"/>
    </w:p>
    <w:p w14:paraId="254D1557" w14:textId="77777777" w:rsidR="0035531B" w:rsidRDefault="0035531B" w:rsidP="0035531B">
      <w:pPr>
        <w:pStyle w:val="Text1-1"/>
      </w:pPr>
      <w:r>
        <w:t>Účel veřejné zakázky</w:t>
      </w:r>
    </w:p>
    <w:p w14:paraId="1938807A" w14:textId="06D88EEC" w:rsidR="0035531B" w:rsidRDefault="00682E15" w:rsidP="0035531B">
      <w:pPr>
        <w:pStyle w:val="Textbezslovn"/>
      </w:pPr>
      <w:bookmarkStart w:id="9" w:name="_Hlk146110108"/>
      <w:r w:rsidRPr="00682E15">
        <w:t xml:space="preserve">Účelem </w:t>
      </w:r>
      <w:r>
        <w:t>veřejné zakázky</w:t>
      </w:r>
      <w:r w:rsidRPr="00682E15">
        <w:t xml:space="preserve"> je přechod na jednotný napájecí systém  AC 25 </w:t>
      </w:r>
      <w:proofErr w:type="spellStart"/>
      <w:r w:rsidRPr="00682E15">
        <w:t>kV</w:t>
      </w:r>
      <w:proofErr w:type="spellEnd"/>
      <w:r w:rsidRPr="00682E15">
        <w:t>, 50 Hz na trati Horní Lideč státní hranice – Hranice na Moravě, v úseku od státní hranice po TNS Ústí u Vsetína, zvýšení spolehlivosti trakčního vedení a zabezpečovacího zařízeni.</w:t>
      </w:r>
    </w:p>
    <w:bookmarkEnd w:id="9"/>
    <w:p w14:paraId="27A581F1" w14:textId="77777777" w:rsidR="0035531B" w:rsidRDefault="0035531B" w:rsidP="0035531B">
      <w:pPr>
        <w:pStyle w:val="Text1-1"/>
      </w:pPr>
      <w:r>
        <w:t>Předmět plnění veřejné zakázky</w:t>
      </w:r>
    </w:p>
    <w:p w14:paraId="31862CE8" w14:textId="4093EEE4" w:rsidR="00492895" w:rsidRDefault="00492895" w:rsidP="00EF7EA5">
      <w:pPr>
        <w:pStyle w:val="Textbezslovn"/>
        <w:rPr>
          <w:highlight w:val="green"/>
        </w:rPr>
      </w:pPr>
      <w:r>
        <w:t>Předmětem veřejné zakázky</w:t>
      </w:r>
      <w:r w:rsidRPr="00492895">
        <w:t xml:space="preserve"> je realizace stavby pro konverzi trakce z DC 3 </w:t>
      </w:r>
      <w:proofErr w:type="spellStart"/>
      <w:r w:rsidRPr="00492895">
        <w:t>kV</w:t>
      </w:r>
      <w:proofErr w:type="spellEnd"/>
      <w:r w:rsidRPr="00492895">
        <w:t xml:space="preserve"> na AC 25 </w:t>
      </w:r>
      <w:proofErr w:type="spellStart"/>
      <w:r w:rsidRPr="00492895">
        <w:t>kV</w:t>
      </w:r>
      <w:proofErr w:type="spellEnd"/>
      <w:r w:rsidRPr="00492895">
        <w:t xml:space="preserve">, 50 Hz na trati Horní Lideč státní hranice – Hranice na Moravě, v úseku od státní hranice po </w:t>
      </w:r>
      <w:proofErr w:type="spellStart"/>
      <w:r w:rsidRPr="00492895">
        <w:t>žst</w:t>
      </w:r>
      <w:proofErr w:type="spellEnd"/>
      <w:r w:rsidRPr="00492895">
        <w:t>. Vsetín.</w:t>
      </w:r>
      <w:r w:rsidRPr="00492895">
        <w:rPr>
          <w:highlight w:val="green"/>
        </w:rPr>
        <w:t xml:space="preserve"> </w:t>
      </w:r>
    </w:p>
    <w:p w14:paraId="0CB5B737" w14:textId="2D770759" w:rsidR="00EF7EA5" w:rsidRPr="00553466" w:rsidRDefault="00EF7EA5" w:rsidP="00EF7EA5">
      <w:pPr>
        <w:pStyle w:val="Textbezslovn"/>
      </w:pPr>
      <w:r w:rsidRPr="00553466">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553466">
        <w:t>s</w:t>
      </w:r>
      <w:r w:rsidRPr="00553466">
        <w:t xml:space="preserve">měrnice </w:t>
      </w:r>
      <w:r w:rsidR="00F05537" w:rsidRPr="00553466">
        <w:t>SŽ SM011 Dokumentace staveb Správy železnic, státní organizace</w:t>
      </w:r>
      <w:r w:rsidRPr="00553466">
        <w:t xml:space="preserve"> a </w:t>
      </w:r>
      <w:r w:rsidR="00F05537" w:rsidRPr="00553466">
        <w:t xml:space="preserve">dle </w:t>
      </w:r>
      <w:r w:rsidRPr="00553466">
        <w:t xml:space="preserve">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32427081" w14:textId="01C33DAC" w:rsidR="00EF7EA5" w:rsidRPr="00553466" w:rsidRDefault="00EF7EA5" w:rsidP="00EF7EA5">
      <w:pPr>
        <w:pStyle w:val="Textbezslovn"/>
      </w:pPr>
      <w:r w:rsidRPr="00553466">
        <w:t>Projektová dokumentace bude určovat hmotové, materiálové, stavebnětechnické, technologické, dispoziční a provozní vlastnosti díla a jakost zohledňují</w:t>
      </w:r>
      <w:r w:rsidR="006B4F23" w:rsidRPr="00553466">
        <w:t>cí</w:t>
      </w:r>
      <w:r w:rsidRPr="00553466">
        <w:t xml:space="preserve"> vliv stavby na životní prostředí a umožňovat vyhotovení soupisu prací s výkazem výměr, podrobného položkového rozpočtu jednotlivých objektů stavební části (SO) a </w:t>
      </w:r>
      <w:r w:rsidR="005B127F" w:rsidRPr="00553466">
        <w:t xml:space="preserve">objektů technických a technologických zařízení </w:t>
      </w:r>
      <w:r w:rsidRPr="00553466">
        <w:t>(PS) a souhrnný rozpočet jako podklad pro dílčí fakturaci v průběhu realizace stavby. Projektová dokumentace bude respektovat schválenou dokumentaci pro územní řízení, včetně schválených investičních nákladů. Součástí projek</w:t>
      </w:r>
      <w:r w:rsidR="000A7769" w:rsidRPr="00553466">
        <w:t>tových</w:t>
      </w:r>
      <w:r w:rsidRPr="00553466">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w:t>
      </w:r>
      <w:r w:rsidRPr="00553466">
        <w:lastRenderedPageBreak/>
        <w:t>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9E2CF31" w14:textId="77777777" w:rsidR="00EF7EA5" w:rsidRPr="00553466" w:rsidRDefault="00EF7EA5" w:rsidP="00EF7EA5">
      <w:pPr>
        <w:pStyle w:val="Textbezslovn"/>
      </w:pPr>
      <w:r w:rsidRPr="00553466">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2344C2DA" w14:textId="3B5006C5" w:rsidR="00002451" w:rsidRDefault="00970A72" w:rsidP="00970A72">
      <w:pPr>
        <w:pStyle w:val="Textbezslovn"/>
      </w:pPr>
      <w:r w:rsidRPr="00BC090D">
        <w:t>Součástí předmětu plnění veřejné zakázky jsou i činnosti, které budou prováděny v souvislosti s </w:t>
      </w:r>
      <w:r>
        <w:t>p</w:t>
      </w:r>
      <w:r w:rsidRPr="00BC090D">
        <w:t xml:space="preserve">ravidly publicity projektů </w:t>
      </w:r>
      <w:r w:rsidRPr="00553466">
        <w:t xml:space="preserve">spolufinancovaných z </w:t>
      </w:r>
      <w:r w:rsidR="00553466" w:rsidRPr="00553466">
        <w:t>CEF</w:t>
      </w:r>
      <w:r w:rsidRPr="00553466">
        <w:t>. Ocenění</w:t>
      </w:r>
      <w:r w:rsidRPr="00BC090D">
        <w:t xml:space="preserve"> těchto činností publicity stavby bude zahrnuto do nabídkové ceny, náklady </w:t>
      </w:r>
      <w:r>
        <w:t xml:space="preserve">publicity </w:t>
      </w:r>
      <w:r w:rsidRPr="00BC090D">
        <w:t>budou uvedeny v</w:t>
      </w:r>
      <w:r w:rsidR="00870197">
        <w:t> oceněných Požadavcích na výkon nebo funkci</w:t>
      </w:r>
      <w:r w:rsidRPr="00BC090D">
        <w: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553466" w:rsidRDefault="00EF7EA5" w:rsidP="00EF7EA5">
      <w:pPr>
        <w:pStyle w:val="Text1-1"/>
        <w:numPr>
          <w:ilvl w:val="0"/>
          <w:numId w:val="0"/>
        </w:numPr>
        <w:spacing w:after="0"/>
        <w:ind w:left="737"/>
      </w:pPr>
      <w:r w:rsidRPr="00553466">
        <w:t>CPV kód 45234110-0 Výstavba meziměstských železničních drah</w:t>
      </w:r>
    </w:p>
    <w:p w14:paraId="17983804" w14:textId="77777777" w:rsidR="00F34447" w:rsidRPr="00553466" w:rsidRDefault="00F34447" w:rsidP="00EF7EA5">
      <w:pPr>
        <w:pStyle w:val="Text1-1"/>
        <w:numPr>
          <w:ilvl w:val="0"/>
          <w:numId w:val="0"/>
        </w:numPr>
        <w:spacing w:after="0"/>
        <w:ind w:left="737"/>
      </w:pPr>
      <w:r w:rsidRPr="00553466">
        <w:t>CPV kód 71320000-7 Technické projektování</w:t>
      </w:r>
    </w:p>
    <w:p w14:paraId="6734C982" w14:textId="6786A17C" w:rsidR="009070CD" w:rsidRPr="00553466" w:rsidRDefault="009070CD" w:rsidP="009070CD">
      <w:pPr>
        <w:pStyle w:val="Textbezslovn"/>
        <w:spacing w:after="0"/>
      </w:pPr>
      <w:r w:rsidRPr="00553466">
        <w:t>CPV kód 45232221-7 Transformační stanice</w:t>
      </w:r>
    </w:p>
    <w:p w14:paraId="1C16AC03" w14:textId="3BE551F9" w:rsidR="00F34447" w:rsidRDefault="00EF7EA5" w:rsidP="00492895">
      <w:pPr>
        <w:pStyle w:val="Text1-1"/>
        <w:numPr>
          <w:ilvl w:val="0"/>
          <w:numId w:val="0"/>
        </w:numPr>
        <w:ind w:left="737"/>
      </w:pPr>
      <w:r w:rsidRPr="00553466">
        <w:t>CPV kód 35121000-8 Zabezpečovací zařízení</w:t>
      </w:r>
    </w:p>
    <w:p w14:paraId="2CD1AE8E" w14:textId="77777777" w:rsidR="0035531B" w:rsidRDefault="00EF7EA5" w:rsidP="0049289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10" w:name="_Toc147828140"/>
      <w:r>
        <w:t>ZDROJE FINANCOVÁNÍ</w:t>
      </w:r>
      <w:r w:rsidR="00845C50">
        <w:t xml:space="preserve"> a </w:t>
      </w:r>
      <w:r>
        <w:t>PŘEDPOKLÁDANÁ HODNOTA VEŘEJNÉ ZAKÁZKY</w:t>
      </w:r>
      <w:bookmarkEnd w:id="10"/>
    </w:p>
    <w:p w14:paraId="7F1C59A4" w14:textId="63004A89" w:rsidR="00970A72" w:rsidRDefault="00002451" w:rsidP="00492895">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735286A2" w:rsidR="0035531B" w:rsidRDefault="0035531B" w:rsidP="0035531B">
      <w:pPr>
        <w:pStyle w:val="Text1-1"/>
      </w:pPr>
      <w:r>
        <w:t xml:space="preserve">Předpokládaná hodnota veřejné zakázky činí </w:t>
      </w:r>
      <w:r w:rsidR="00492895" w:rsidRPr="00492895">
        <w:rPr>
          <w:b/>
        </w:rPr>
        <w:t>1 638 621</w:t>
      </w:r>
      <w:r w:rsidR="00492895">
        <w:rPr>
          <w:b/>
        </w:rPr>
        <w:t> </w:t>
      </w:r>
      <w:r w:rsidR="00492895" w:rsidRPr="00492895">
        <w:rPr>
          <w:b/>
        </w:rPr>
        <w:t>434</w:t>
      </w:r>
      <w:r w:rsidR="00492895">
        <w:rPr>
          <w:b/>
        </w:rPr>
        <w:t xml:space="preserve">,- </w:t>
      </w:r>
      <w:r w:rsidRPr="00EE53CB">
        <w:rPr>
          <w:b/>
        </w:rPr>
        <w:t>Kč</w:t>
      </w:r>
      <w:r>
        <w:t xml:space="preserve"> (bez DPH).</w:t>
      </w:r>
    </w:p>
    <w:p w14:paraId="61BC3A92" w14:textId="77777777" w:rsidR="0035531B" w:rsidRDefault="0035531B" w:rsidP="006F6B09">
      <w:pPr>
        <w:pStyle w:val="Nadpis1-1"/>
      </w:pPr>
      <w:bookmarkStart w:id="11" w:name="_Toc147828141"/>
      <w:r>
        <w:t>OBSAH ZADÁVACÍ DOKUMENTACE</w:t>
      </w:r>
      <w:bookmarkEnd w:id="11"/>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elektro- a strojně-technologického díla a pozemních a inženýrských </w:t>
      </w:r>
      <w:r w:rsidR="00EE53CB" w:rsidRPr="00EE53CB">
        <w:lastRenderedPageBreak/>
        <w:t>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7777777"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77777777" w:rsidR="00932A5F" w:rsidRDefault="00932A5F" w:rsidP="00A10CE4">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521266D" w14:textId="77777777" w:rsidR="0035531B" w:rsidRPr="00845C50" w:rsidRDefault="0035531B" w:rsidP="00A10CE4">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DOKUMENTACE PRO ÚZEMNÍ ŘÍZENÍ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0F7D11C4" w:rsidR="0035531B" w:rsidRPr="006A061C" w:rsidRDefault="0035531B" w:rsidP="00845C50">
      <w:pPr>
        <w:pStyle w:val="Textbezslovn"/>
        <w:tabs>
          <w:tab w:val="left" w:pos="1701"/>
        </w:tabs>
        <w:spacing w:after="0"/>
        <w:ind w:left="1701" w:hanging="964"/>
      </w:pPr>
      <w:r w:rsidRPr="00177A1C">
        <w:t>Část 1</w:t>
      </w:r>
      <w:r w:rsidRPr="00177A1C">
        <w:tab/>
      </w:r>
      <w:r w:rsidRPr="006A061C">
        <w:t>Komentář</w:t>
      </w:r>
      <w:r w:rsidR="00BC6D2B" w:rsidRPr="006A061C">
        <w:t xml:space="preserve"> k </w:t>
      </w:r>
      <w:r w:rsidR="00EE53CB" w:rsidRPr="006A061C">
        <w:t xml:space="preserve">požadavkům na výkon nebo funkci </w:t>
      </w:r>
      <w:r w:rsidR="00571A0F" w:rsidRPr="006A061C">
        <w:t xml:space="preserve">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4A72AA7C"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63DFBCB5"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06406684"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32F24F77" w14:textId="1E7D6C4A" w:rsidR="0035531B" w:rsidRDefault="00492895" w:rsidP="00492895">
      <w:pPr>
        <w:pStyle w:val="Odrka1-1"/>
      </w:pPr>
      <w:r w:rsidRPr="00492895">
        <w:t>Dokumentace pro územní řízení, zpracovaná společností SUDOP Brno s.r.o., se sídlem Kounicova 26, 611 36 Brno, IČO: 44960417</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2" w:name="_Toc147828142"/>
      <w:r>
        <w:lastRenderedPageBreak/>
        <w:t>VYSVĚTLENÍ, ZMĚNY</w:t>
      </w:r>
      <w:r w:rsidR="00845C50">
        <w:t xml:space="preserve"> a </w:t>
      </w:r>
      <w:r>
        <w:t>DOPLNĚNÍ ZADÁVACÍ DOKUMENTACE</w:t>
      </w:r>
      <w:bookmarkEnd w:id="12"/>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B8BE270" w14:textId="7ECB9B03" w:rsidR="002D6B5B" w:rsidRDefault="0035531B" w:rsidP="00492895">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3" w:name="_Toc147828143"/>
      <w:r>
        <w:t>POŽADAVKY ZADAVATELE NA KVALIFIKACI</w:t>
      </w:r>
      <w:bookmarkEnd w:id="13"/>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2C4420" w:rsidRDefault="00264132" w:rsidP="00A31866">
      <w:pPr>
        <w:pStyle w:val="Odrka1-2-"/>
        <w:spacing w:after="0"/>
      </w:pPr>
      <w:r w:rsidRPr="002C4420">
        <w:t>Projektovou činnost ve výstavbě</w:t>
      </w:r>
    </w:p>
    <w:p w14:paraId="7E753693" w14:textId="6BECC394" w:rsidR="0035531B" w:rsidRPr="002C4420" w:rsidRDefault="0035531B" w:rsidP="00A31866">
      <w:pPr>
        <w:pStyle w:val="Odrka1-2-"/>
        <w:spacing w:after="0"/>
      </w:pPr>
      <w:r w:rsidRPr="002C4420">
        <w:t>Revize, prohlídky</w:t>
      </w:r>
      <w:r w:rsidR="00845C50" w:rsidRPr="002C4420">
        <w:t xml:space="preserve"> a </w:t>
      </w:r>
      <w:r w:rsidRPr="002C4420">
        <w:t>zkoušky určených technických zařízení</w:t>
      </w:r>
      <w:r w:rsidR="00092CC9" w:rsidRPr="002C4420">
        <w:t xml:space="preserve"> v </w:t>
      </w:r>
      <w:r w:rsidR="00264132" w:rsidRPr="002C4420">
        <w:t>provozu</w:t>
      </w:r>
    </w:p>
    <w:p w14:paraId="71BB8F59" w14:textId="4E67FCBF" w:rsidR="0035531B" w:rsidRPr="002C4420" w:rsidRDefault="0035531B" w:rsidP="00A31866">
      <w:pPr>
        <w:pStyle w:val="Odrka1-2-"/>
        <w:spacing w:after="0"/>
      </w:pPr>
      <w:r w:rsidRPr="002C4420">
        <w:t xml:space="preserve">Výkon zeměměřických </w:t>
      </w:r>
      <w:r w:rsidR="00264132" w:rsidRPr="002C4420">
        <w:t>činností</w:t>
      </w:r>
    </w:p>
    <w:p w14:paraId="7400370E" w14:textId="77777777" w:rsidR="0035531B" w:rsidRDefault="0035531B" w:rsidP="00092CC9">
      <w:pPr>
        <w:pStyle w:val="Odrka1-1"/>
      </w:pPr>
      <w:r>
        <w:t>Odborná způsobilost:</w:t>
      </w:r>
    </w:p>
    <w:p w14:paraId="474D0CF2" w14:textId="53425947" w:rsidR="00E65C98"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367DD33" w14:textId="3C9396C1" w:rsidR="002C4420" w:rsidRPr="002C4420" w:rsidRDefault="002C4420" w:rsidP="002C4420">
      <w:pPr>
        <w:pStyle w:val="Odrka1-2-"/>
        <w:numPr>
          <w:ilvl w:val="0"/>
          <w:numId w:val="0"/>
        </w:numPr>
        <w:ind w:left="1531"/>
        <w:rPr>
          <w:rStyle w:val="Tun9b"/>
          <w:b w:val="0"/>
        </w:rPr>
      </w:pPr>
      <w:r w:rsidRPr="002C4420">
        <w:rPr>
          <w:rStyle w:val="Tun9b"/>
        </w:rPr>
        <w:t>a)</w:t>
      </w:r>
      <w:r w:rsidRPr="002C4420">
        <w:rPr>
          <w:rStyle w:val="Tun9b"/>
          <w:b w:val="0"/>
        </w:rPr>
        <w:t xml:space="preserve"> pozemní stavby</w:t>
      </w:r>
      <w:r>
        <w:rPr>
          <w:rStyle w:val="Tun9b"/>
          <w:b w:val="0"/>
        </w:rPr>
        <w:t>,</w:t>
      </w:r>
    </w:p>
    <w:p w14:paraId="71F6794D" w14:textId="050B2C5B" w:rsidR="00E65C98" w:rsidRDefault="00E65C98" w:rsidP="00E65C98">
      <w:pPr>
        <w:pStyle w:val="Odrka1-1"/>
        <w:numPr>
          <w:ilvl w:val="0"/>
          <w:numId w:val="0"/>
        </w:numPr>
        <w:ind w:left="1190" w:firstLine="341"/>
      </w:pPr>
      <w:r w:rsidRPr="002C4420">
        <w:rPr>
          <w:b/>
        </w:rPr>
        <w:t xml:space="preserve">b) </w:t>
      </w:r>
      <w:r w:rsidRPr="002C4420">
        <w:t>dopravní stavby</w:t>
      </w:r>
      <w:r w:rsidR="002C4420">
        <w:t>,</w:t>
      </w:r>
    </w:p>
    <w:p w14:paraId="567935FA" w14:textId="18B1590E" w:rsidR="002C4420" w:rsidRPr="002C4420" w:rsidRDefault="002C4420" w:rsidP="00E65C98">
      <w:pPr>
        <w:pStyle w:val="Odrka1-1"/>
        <w:numPr>
          <w:ilvl w:val="0"/>
          <w:numId w:val="0"/>
        </w:numPr>
        <w:ind w:left="1190" w:firstLine="341"/>
        <w:rPr>
          <w:b/>
        </w:rPr>
      </w:pPr>
      <w:r>
        <w:rPr>
          <w:b/>
        </w:rPr>
        <w:lastRenderedPageBreak/>
        <w:t xml:space="preserve">d) </w:t>
      </w:r>
      <w:r w:rsidRPr="002C4420">
        <w:t>mosty a inženýrské konstrukce</w:t>
      </w:r>
      <w:r>
        <w:t>,</w:t>
      </w:r>
    </w:p>
    <w:p w14:paraId="17987390" w14:textId="5E227BED" w:rsidR="00E65C98" w:rsidRDefault="00E65C98" w:rsidP="00E65C98">
      <w:pPr>
        <w:pStyle w:val="Odrka1-1"/>
        <w:numPr>
          <w:ilvl w:val="0"/>
          <w:numId w:val="0"/>
        </w:numPr>
        <w:ind w:left="1190" w:firstLine="341"/>
      </w:pPr>
      <w:r w:rsidRPr="002C4420">
        <w:rPr>
          <w:b/>
        </w:rPr>
        <w:t xml:space="preserve">e) </w:t>
      </w:r>
      <w:r w:rsidRPr="002C4420">
        <w:t>technologická zařízení staveb</w:t>
      </w:r>
      <w:r w:rsidR="002C4420" w:rsidRPr="002C4420">
        <w:t>,</w:t>
      </w:r>
    </w:p>
    <w:p w14:paraId="6BF921EA" w14:textId="5903D1AD" w:rsidR="002C4420" w:rsidRDefault="002C4420" w:rsidP="00E65C98">
      <w:pPr>
        <w:pStyle w:val="Odrka1-1"/>
        <w:numPr>
          <w:ilvl w:val="0"/>
          <w:numId w:val="0"/>
        </w:numPr>
        <w:ind w:left="1190" w:firstLine="341"/>
        <w:rPr>
          <w:b/>
        </w:rPr>
      </w:pPr>
      <w:r>
        <w:rPr>
          <w:b/>
        </w:rPr>
        <w:t xml:space="preserve">f) </w:t>
      </w:r>
      <w:r w:rsidRPr="002C4420">
        <w:t>technika prostředí staveb</w:t>
      </w:r>
      <w:r w:rsidR="00181219">
        <w:t xml:space="preserve"> - </w:t>
      </w:r>
      <w:r w:rsidR="00181219" w:rsidRPr="00181219">
        <w:t>specializace Elektrotechnická zařízení</w:t>
      </w:r>
    </w:p>
    <w:p w14:paraId="0625FA22" w14:textId="0F03526B" w:rsidR="002C4420" w:rsidRDefault="002C4420" w:rsidP="00E65C98">
      <w:pPr>
        <w:pStyle w:val="Odrka1-1"/>
        <w:numPr>
          <w:ilvl w:val="0"/>
          <w:numId w:val="0"/>
        </w:numPr>
        <w:ind w:left="1190" w:firstLine="341"/>
      </w:pPr>
      <w:r w:rsidRPr="002C4420">
        <w:rPr>
          <w:b/>
        </w:rPr>
        <w:t>g)</w:t>
      </w:r>
      <w:r>
        <w:t xml:space="preserve"> statika a dynamika staveb,</w:t>
      </w:r>
    </w:p>
    <w:p w14:paraId="0D7D8933" w14:textId="050A4D23" w:rsidR="002C4420" w:rsidRDefault="002C4420" w:rsidP="00E65C98">
      <w:pPr>
        <w:pStyle w:val="Odrka1-1"/>
        <w:numPr>
          <w:ilvl w:val="0"/>
          <w:numId w:val="0"/>
        </w:numPr>
        <w:ind w:left="1190" w:firstLine="341"/>
      </w:pPr>
      <w:r w:rsidRPr="002C4420">
        <w:rPr>
          <w:b/>
        </w:rPr>
        <w:t>i)</w:t>
      </w:r>
      <w:r>
        <w:t xml:space="preserve"> geotechnika,</w:t>
      </w:r>
    </w:p>
    <w:p w14:paraId="6D45B328" w14:textId="5ED74F4E" w:rsidR="002C4420" w:rsidRPr="002C4420" w:rsidRDefault="002C4420" w:rsidP="00E65C98">
      <w:pPr>
        <w:pStyle w:val="Odrka1-1"/>
        <w:numPr>
          <w:ilvl w:val="0"/>
          <w:numId w:val="0"/>
        </w:numPr>
        <w:ind w:left="1190" w:firstLine="341"/>
      </w:pPr>
      <w:r w:rsidRPr="002C4420">
        <w:rPr>
          <w:b/>
        </w:rPr>
        <w:t>j)</w:t>
      </w:r>
      <w:r>
        <w:t xml:space="preserve"> požární bezpečnost staveb,</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71658326" w14:textId="5D7A3DC8" w:rsidR="0035531B" w:rsidRDefault="0035531B" w:rsidP="00CC4380">
      <w:pPr>
        <w:pStyle w:val="Odrka1-2-"/>
      </w:pPr>
      <w:r>
        <w:t xml:space="preserve">Zadavatel požaduje předložení </w:t>
      </w:r>
      <w:r w:rsidR="00B934C6">
        <w:t xml:space="preserve">autorizace </w:t>
      </w:r>
      <w:r>
        <w:t>pro ověřování výsledků zeměměřických činností</w:t>
      </w:r>
      <w:r w:rsidR="00092CC9">
        <w:t xml:space="preserve"> v </w:t>
      </w:r>
      <w:r>
        <w:t xml:space="preserve">rozsahu dle § </w:t>
      </w:r>
      <w:r w:rsidR="00B934C6">
        <w:t>16f</w:t>
      </w:r>
      <w:r>
        <w:t xml:space="preserve"> odst</w:t>
      </w:r>
      <w:r w:rsidRPr="002C4420">
        <w:t xml:space="preserve">. 1 písm. </w:t>
      </w:r>
      <w:r w:rsidRPr="002C4420">
        <w:rPr>
          <w:rStyle w:val="Tun9b"/>
        </w:rPr>
        <w:t>a)</w:t>
      </w:r>
      <w:r w:rsidR="00845C50" w:rsidRPr="002C4420">
        <w:rPr>
          <w:rStyle w:val="Tun9b"/>
        </w:rPr>
        <w:t xml:space="preserve"> </w:t>
      </w:r>
      <w:r w:rsidR="00845C50" w:rsidRPr="002C4420">
        <w:rPr>
          <w:rStyle w:val="Tun9b"/>
          <w:b w:val="0"/>
        </w:rPr>
        <w:t>a</w:t>
      </w:r>
      <w:r w:rsidR="00845C50" w:rsidRPr="002C4420">
        <w:rPr>
          <w:rStyle w:val="Tun9b"/>
        </w:rPr>
        <w:t> </w:t>
      </w:r>
      <w:r w:rsidRPr="002C4420">
        <w:rPr>
          <w:rStyle w:val="Tun9b"/>
        </w:rPr>
        <w:t>c)</w:t>
      </w:r>
      <w:r w:rsidRPr="002C4420">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4B1714FC"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171A2D">
        <w:t xml:space="preserve">než </w:t>
      </w:r>
      <w:r w:rsidR="00171A2D" w:rsidRPr="00171A2D">
        <w:rPr>
          <w:b/>
        </w:rPr>
        <w:t>468</w:t>
      </w:r>
      <w:r w:rsidR="00C05445" w:rsidRPr="00171A2D">
        <w:rPr>
          <w:b/>
        </w:rPr>
        <w:t> 000 000,-</w:t>
      </w:r>
      <w:r w:rsidRPr="00171A2D">
        <w:t xml:space="preserve"> </w:t>
      </w:r>
      <w:r w:rsidRPr="00171A2D">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w:t>
      </w:r>
      <w:r>
        <w:lastRenderedPageBreak/>
        <w:t xml:space="preserve">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01F6D2BB" w:rsidR="002B66F2" w:rsidRPr="00682E15" w:rsidRDefault="002B66F2" w:rsidP="002B66F2">
      <w:pPr>
        <w:pStyle w:val="Odrka1-1"/>
      </w:pPr>
      <w:r>
        <w:t xml:space="preserve">Zadavatel požaduje předložení seznamu významných ukončených služeb obdobného charakteru poskytnutých dodavatelem v </w:t>
      </w:r>
      <w:r w:rsidRPr="00682E15">
        <w:t xml:space="preserve">posledních </w:t>
      </w:r>
      <w:r w:rsidR="0038050F" w:rsidRPr="00682E15">
        <w:t>5</w:t>
      </w:r>
      <w:r w:rsidRPr="00682E15">
        <w:t xml:space="preserve"> letech</w:t>
      </w:r>
      <w:r w:rsidR="007164D8" w:rsidRPr="00682E15">
        <w:t xml:space="preserve"> </w:t>
      </w:r>
      <w:r w:rsidRPr="00682E15">
        <w:t>před zahájením zadávacího řízení. Za významné služby obdobného charakteru se pokládají projek</w:t>
      </w:r>
      <w:r w:rsidR="000A7769" w:rsidRPr="00682E15">
        <w:t>tové</w:t>
      </w:r>
      <w:r w:rsidRPr="00682E15">
        <w:t xml:space="preserve"> práce spočívající ve zhotovení dokumentace ve stupni projektové dokumentace pro </w:t>
      </w:r>
      <w:r w:rsidR="00B31001" w:rsidRPr="00682E15">
        <w:t xml:space="preserve">vydání </w:t>
      </w:r>
      <w:r w:rsidRPr="00682E15">
        <w:t>stavební</w:t>
      </w:r>
      <w:r w:rsidR="00B31001" w:rsidRPr="00682E15">
        <w:t>ho</w:t>
      </w:r>
      <w:r w:rsidRPr="00682E15">
        <w:t xml:space="preserve"> povolení (</w:t>
      </w:r>
      <w:r w:rsidR="00B31001" w:rsidRPr="00682E15">
        <w:t>dále jen „</w:t>
      </w:r>
      <w:r w:rsidRPr="00682E15">
        <w:t>DSP</w:t>
      </w:r>
      <w:r w:rsidR="00B31001" w:rsidRPr="00682E15">
        <w:t>“</w:t>
      </w:r>
      <w:r w:rsidRPr="00682E15">
        <w:t xml:space="preserve">) nebo ve stupni </w:t>
      </w:r>
      <w:r w:rsidR="00E61C9B" w:rsidRPr="00682E15">
        <w:t xml:space="preserve">projektové </w:t>
      </w:r>
      <w:r w:rsidRPr="00682E15">
        <w:t xml:space="preserve">dokumentace pro </w:t>
      </w:r>
      <w:r w:rsidR="00B31001" w:rsidRPr="00682E15">
        <w:t xml:space="preserve">vydání </w:t>
      </w:r>
      <w:r w:rsidRPr="00682E15">
        <w:t>společné</w:t>
      </w:r>
      <w:r w:rsidR="00B31001" w:rsidRPr="00682E15">
        <w:t>ho</w:t>
      </w:r>
      <w:r w:rsidRPr="00682E15">
        <w:t xml:space="preserve"> povolení (</w:t>
      </w:r>
      <w:r w:rsidR="00B31001" w:rsidRPr="00682E15">
        <w:t>dále jen „</w:t>
      </w:r>
      <w:r w:rsidRPr="00682E15">
        <w:t>DUSP</w:t>
      </w:r>
      <w:r w:rsidR="00B31001" w:rsidRPr="00682E15">
        <w:t>“</w:t>
      </w:r>
      <w:r w:rsidRPr="00682E15">
        <w:t>)</w:t>
      </w:r>
      <w:r w:rsidR="0060687A" w:rsidRPr="00682E15">
        <w:t xml:space="preserve"> </w:t>
      </w:r>
      <w:r w:rsidRPr="00682E15">
        <w:t xml:space="preserve">nebo ve </w:t>
      </w:r>
      <w:r w:rsidR="00B31001" w:rsidRPr="00682E15">
        <w:t xml:space="preserve">stupních </w:t>
      </w:r>
      <w:r w:rsidRPr="00682E15">
        <w:t xml:space="preserve">projektové dokumentace pro </w:t>
      </w:r>
      <w:r w:rsidR="00B31001" w:rsidRPr="00682E15">
        <w:t xml:space="preserve">vydání </w:t>
      </w:r>
      <w:r w:rsidRPr="00682E15">
        <w:t>stavební</w:t>
      </w:r>
      <w:r w:rsidR="00B31001" w:rsidRPr="00682E15">
        <w:t>ho</w:t>
      </w:r>
      <w:r w:rsidRPr="00682E15">
        <w:t xml:space="preserve"> povolení a projektové dokumentace pro provádění stavby (</w:t>
      </w:r>
      <w:r w:rsidR="00B31001" w:rsidRPr="00682E15">
        <w:t>dále jen „</w:t>
      </w:r>
      <w:r w:rsidR="00613FCF" w:rsidRPr="00682E15">
        <w:t>DSP+</w:t>
      </w:r>
      <w:r w:rsidRPr="00682E15">
        <w:t>PDPS</w:t>
      </w:r>
      <w:r w:rsidR="00B31001" w:rsidRPr="00682E15">
        <w:t>“</w:t>
      </w:r>
      <w:r w:rsidRPr="00682E15">
        <w:t xml:space="preserve">) </w:t>
      </w:r>
      <w:r w:rsidR="00613FCF" w:rsidRPr="00682E15">
        <w:t xml:space="preserve">nebo ve </w:t>
      </w:r>
      <w:r w:rsidR="00B31001" w:rsidRPr="00682E15">
        <w:t xml:space="preserve">stupních </w:t>
      </w:r>
      <w:r w:rsidR="00613FCF" w:rsidRPr="00682E15">
        <w:t xml:space="preserve">projektové dokumentace pro </w:t>
      </w:r>
      <w:r w:rsidR="00B31001" w:rsidRPr="00682E15">
        <w:t xml:space="preserve">vydání </w:t>
      </w:r>
      <w:r w:rsidR="00613FCF" w:rsidRPr="00682E15">
        <w:t>společné</w:t>
      </w:r>
      <w:r w:rsidR="00B31001" w:rsidRPr="00682E15">
        <w:t>ho</w:t>
      </w:r>
      <w:r w:rsidR="00613FCF" w:rsidRPr="00682E15">
        <w:t xml:space="preserve"> povolení a projektové dokumentace pro provádění stavby (</w:t>
      </w:r>
      <w:r w:rsidR="00B31001" w:rsidRPr="00682E15">
        <w:t>dále jen „</w:t>
      </w:r>
      <w:r w:rsidR="00613FCF" w:rsidRPr="00682E15">
        <w:t>DUSP+PDPS</w:t>
      </w:r>
      <w:r w:rsidR="00B31001" w:rsidRPr="00682E15">
        <w:t>“</w:t>
      </w:r>
      <w:r w:rsidR="00613FCF" w:rsidRPr="00682E15">
        <w:t>)</w:t>
      </w:r>
      <w:r w:rsidR="00FE0BAB" w:rsidRPr="00682E15">
        <w:t xml:space="preserve"> </w:t>
      </w:r>
      <w:r w:rsidR="002D6B5B" w:rsidRPr="00682E15">
        <w:t xml:space="preserve">dle </w:t>
      </w:r>
      <w:r w:rsidR="00FE0BAB" w:rsidRPr="00682E15">
        <w:t xml:space="preserve">prováděcích </w:t>
      </w:r>
      <w:r w:rsidR="002D6B5B" w:rsidRPr="00682E15">
        <w:t>právních předpisů</w:t>
      </w:r>
      <w:r w:rsidR="002D6B5B" w:rsidRPr="00682E15">
        <w:rPr>
          <w:rStyle w:val="Znakapoznpodarou"/>
        </w:rPr>
        <w:footnoteReference w:id="2"/>
      </w:r>
      <w:r w:rsidR="002D6B5B" w:rsidRPr="00682E15">
        <w:t xml:space="preserve"> </w:t>
      </w:r>
      <w:r w:rsidRPr="00682E15">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60687A" w:rsidRPr="00682E15">
        <w:t>projektování sdělovacího a zabezpečovacího zařízení</w:t>
      </w:r>
      <w:r w:rsidR="00EF7F73">
        <w:t xml:space="preserve">, </w:t>
      </w:r>
      <w:r w:rsidR="0060687A" w:rsidRPr="00682E15">
        <w:t>projektování dálkového ovládání zabezpečovacího zařízení</w:t>
      </w:r>
      <w:r w:rsidR="00EF7F73">
        <w:t xml:space="preserve"> a</w:t>
      </w:r>
      <w:r w:rsidR="0060687A" w:rsidRPr="00682E15">
        <w:t xml:space="preserve"> projektování střídavých trakčních napájecích stanic 25 </w:t>
      </w:r>
      <w:proofErr w:type="spellStart"/>
      <w:r w:rsidR="0060687A" w:rsidRPr="00682E15">
        <w:t>kV</w:t>
      </w:r>
      <w:proofErr w:type="spellEnd"/>
      <w:r w:rsidR="0060687A" w:rsidRPr="00682E15">
        <w:t xml:space="preserve"> AC, 50 Hz.</w:t>
      </w:r>
      <w:r w:rsidRPr="00682E15">
        <w:t xml:space="preserve"> </w:t>
      </w:r>
      <w:r w:rsidR="001C2C6F">
        <w:t xml:space="preserve">Dodavatel musí v seznamu významných ukončených služeb doložit všechny uvedené činnosti, tyto však nemusí být zahrnuty současně v jedné referenční zakázce. </w:t>
      </w:r>
    </w:p>
    <w:p w14:paraId="23EC1B79" w14:textId="336BA1AD" w:rsidR="002B66F2" w:rsidRPr="00682E15" w:rsidRDefault="002B66F2" w:rsidP="003303BF">
      <w:pPr>
        <w:pStyle w:val="Textbezslovn"/>
        <w:ind w:left="1077"/>
      </w:pPr>
      <w:r w:rsidRPr="00682E15">
        <w:t xml:space="preserve">Za </w:t>
      </w:r>
      <w:r w:rsidR="00FD3FF0" w:rsidRPr="00682E15">
        <w:t xml:space="preserve">významnou </w:t>
      </w:r>
      <w:r w:rsidRPr="00682E15">
        <w:t>službu obdobného charakteru, resp. projek</w:t>
      </w:r>
      <w:r w:rsidR="000A7769" w:rsidRPr="00682E15">
        <w:t>tové</w:t>
      </w:r>
      <w:r w:rsidRPr="00682E15">
        <w:t xml:space="preserve"> práce spočívající ve zhotovení dokumentace ve stupni DSP nebo DUSP nebo DSP</w:t>
      </w:r>
      <w:r w:rsidR="00FE0BAB" w:rsidRPr="00682E15">
        <w:t>+</w:t>
      </w:r>
      <w:r w:rsidRPr="00682E15">
        <w:t>PDPS</w:t>
      </w:r>
      <w:r w:rsidR="00613FCF" w:rsidRPr="00682E15">
        <w:t xml:space="preserve"> nebo DUSP+PDPS</w:t>
      </w:r>
      <w:r w:rsidRPr="00682E15">
        <w:t>, zadavatel považuje rovněž provedení aktualizace dokumentace ve stupni DSP nebo DUSP nebo DSP</w:t>
      </w:r>
      <w:r w:rsidR="00613FCF" w:rsidRPr="00682E15">
        <w:t>+</w:t>
      </w:r>
      <w:r w:rsidRPr="00682E15">
        <w:t>PDPS</w:t>
      </w:r>
      <w:r w:rsidR="00613FCF" w:rsidRPr="00682E15">
        <w:t xml:space="preserve"> nebo DUSP+PDPS</w:t>
      </w:r>
      <w:r w:rsidRPr="00682E15">
        <w:t>.</w:t>
      </w:r>
    </w:p>
    <w:p w14:paraId="2B700A0C" w14:textId="77777777" w:rsidR="008F385E" w:rsidRPr="00682E15" w:rsidRDefault="00B31001" w:rsidP="003303BF">
      <w:pPr>
        <w:pStyle w:val="Textbezslovn"/>
        <w:ind w:left="1077"/>
      </w:pPr>
      <w:r w:rsidRPr="00682E15">
        <w:t xml:space="preserve">Pro účely doložení požadované technické kvalifikace se dokumentacemi ve stupních DSP+PDSP rozumí jak dokumentace zpracovaná dle přílohy č. 5 </w:t>
      </w:r>
      <w:proofErr w:type="spellStart"/>
      <w:r w:rsidRPr="00682E15">
        <w:t>vyhl</w:t>
      </w:r>
      <w:proofErr w:type="spellEnd"/>
      <w:r w:rsidRPr="00682E15">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682E15">
        <w:t>vyhl</w:t>
      </w:r>
      <w:proofErr w:type="spellEnd"/>
      <w:r w:rsidRPr="00682E15">
        <w:t xml:space="preserve">. č. 146/2008 Sb., o rozsahu a obsahu projektové dokumentace dopravních staveb, ve znění účinném od 1. 12. 2018. </w:t>
      </w:r>
      <w:r w:rsidR="00F91B4A" w:rsidRPr="00682E15">
        <w:t xml:space="preserve">Jako dokumentaci ve stupni PDPS však nelze předložit PDPS zpracovanou dle přílohy č. 6 </w:t>
      </w:r>
      <w:proofErr w:type="spellStart"/>
      <w:r w:rsidR="00F91B4A" w:rsidRPr="00682E15">
        <w:t>vyhl</w:t>
      </w:r>
      <w:proofErr w:type="spellEnd"/>
      <w:r w:rsidR="00F91B4A" w:rsidRPr="00682E15">
        <w:t>. č. 146/2008 Sb., o rozsahu a obsahu projektové dokumentace dopravních staveb, ve znění účinném do 30. 11. 2018.</w:t>
      </w:r>
      <w:r w:rsidR="00F05537" w:rsidRPr="00682E15">
        <w:t xml:space="preserve"> </w:t>
      </w:r>
    </w:p>
    <w:p w14:paraId="26B89712" w14:textId="01D36D76" w:rsidR="002B66F2" w:rsidRDefault="002B66F2" w:rsidP="003303BF">
      <w:pPr>
        <w:pStyle w:val="Textbezslovn"/>
        <w:ind w:left="1077"/>
      </w:pPr>
      <w:r w:rsidRPr="00682E15">
        <w:t xml:space="preserve">Celkový součet </w:t>
      </w:r>
      <w:r w:rsidR="002C00BE" w:rsidRPr="00682E15">
        <w:t xml:space="preserve">hodnot </w:t>
      </w:r>
      <w:r w:rsidRPr="00682E15">
        <w:t>významných služeb obdobného charakteru za poslední</w:t>
      </w:r>
      <w:r w:rsidR="0038050F" w:rsidRPr="00682E15">
        <w:t>ch</w:t>
      </w:r>
      <w:r w:rsidRPr="00682E15">
        <w:t xml:space="preserve"> </w:t>
      </w:r>
      <w:r w:rsidR="0038050F" w:rsidRPr="00682E15">
        <w:t>5</w:t>
      </w:r>
      <w:r w:rsidRPr="00682E15">
        <w:t xml:space="preserve"> </w:t>
      </w:r>
      <w:r w:rsidR="0038050F" w:rsidRPr="00682E15">
        <w:t>let</w:t>
      </w:r>
      <w:r w:rsidRPr="00682E15">
        <w:t xml:space="preserve"> před zahájením zadávacího řízení, které dodavatel poskytl, musí dosahovat v souhrnu nejméně </w:t>
      </w:r>
      <w:r w:rsidR="0037294F" w:rsidRPr="00682E15">
        <w:rPr>
          <w:b/>
        </w:rPr>
        <w:t>39 000 000,-</w:t>
      </w:r>
      <w:r w:rsidR="0037294F" w:rsidRPr="00682E15">
        <w:t xml:space="preserve"> </w:t>
      </w:r>
      <w:r w:rsidRPr="00682E15">
        <w:rPr>
          <w:b/>
        </w:rPr>
        <w:t xml:space="preserve">Kč </w:t>
      </w:r>
      <w:r w:rsidRPr="00682E15">
        <w:t xml:space="preserve">bez DPH, přičemž alespoň jedna služba musí dosahovat </w:t>
      </w:r>
      <w:r w:rsidR="002C00BE" w:rsidRPr="00682E15">
        <w:t xml:space="preserve">hodnoty </w:t>
      </w:r>
      <w:r w:rsidRPr="00682E15">
        <w:t xml:space="preserve">nejméně </w:t>
      </w:r>
      <w:r w:rsidR="0037294F" w:rsidRPr="00682E15">
        <w:rPr>
          <w:b/>
        </w:rPr>
        <w:t>14 500 000,-</w:t>
      </w:r>
      <w:r w:rsidRPr="00682E15">
        <w:t xml:space="preserve"> </w:t>
      </w:r>
      <w:r w:rsidRPr="00682E15">
        <w:rPr>
          <w:b/>
        </w:rPr>
        <w:t>Kč</w:t>
      </w:r>
      <w:r w:rsidRPr="00682E15">
        <w:t xml:space="preserve"> bez DPH. </w:t>
      </w:r>
      <w:r w:rsidR="003947BB" w:rsidRPr="00682E15">
        <w:t xml:space="preserve">Hodnotou služby se </w:t>
      </w:r>
      <w:r w:rsidR="003947BB" w:rsidRPr="00682E15">
        <w:rPr>
          <w:rFonts w:cs="Arial"/>
          <w:iCs/>
        </w:rPr>
        <w:t>pro účely posouzení splnění kritérií technické kvalifikace</w:t>
      </w:r>
      <w:r w:rsidR="003947BB" w:rsidRPr="00682E15">
        <w:t xml:space="preserve"> rozumí cena, za kterou dodavatel provedl předmětné služby; tato cena nebude upravována o míru inflace</w:t>
      </w:r>
      <w:r w:rsidR="003947BB">
        <w:t xml:space="preserve"> tak, aby odpovídala současným hodnotám služeb.</w:t>
      </w:r>
      <w:r w:rsidR="00811843" w:rsidRPr="00811843">
        <w:t xml:space="preserve"> </w:t>
      </w:r>
      <w:r w:rsidR="00811843">
        <w:t xml:space="preserve">V případě dokumentací ve stupních DSP+PDPS nebo DUSP+PDPS lze jako </w:t>
      </w:r>
      <w:r w:rsidR="002C00BE">
        <w:t xml:space="preserve">hodnotu </w:t>
      </w:r>
      <w:r w:rsidR="00811843">
        <w:t>jedné významné služby doložit součet cen obou uvedených stupňů (tj. součet cen DSP+PDPS nebo DUSP+PDPS).</w:t>
      </w:r>
    </w:p>
    <w:p w14:paraId="1327061E" w14:textId="05A4C10F" w:rsidR="002B66F2" w:rsidRPr="00682E15"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w:t>
      </w:r>
      <w:r>
        <w:lastRenderedPageBreak/>
        <w:t xml:space="preserve">poskytnutí </w:t>
      </w:r>
      <w:r w:rsidRPr="00682E15">
        <w:t>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rsidRPr="00682E15">
        <w:t>c</w:t>
      </w:r>
      <w:r w:rsidRPr="00682E15">
        <w:t xml:space="preserve">, státní organizace. </w:t>
      </w:r>
    </w:p>
    <w:p w14:paraId="0DB93F62" w14:textId="592A2D0C" w:rsidR="008356A0" w:rsidRDefault="002B66F2" w:rsidP="008356A0">
      <w:pPr>
        <w:pStyle w:val="Textbezslovn"/>
        <w:ind w:left="1077"/>
      </w:pPr>
      <w:r w:rsidRPr="00682E15">
        <w:t xml:space="preserve">Doba </w:t>
      </w:r>
      <w:r w:rsidR="0038050F" w:rsidRPr="00682E15">
        <w:t>posledních 5</w:t>
      </w:r>
      <w:r w:rsidRPr="00682E15">
        <w:t xml:space="preserve"> let </w:t>
      </w:r>
      <w:r w:rsidR="0038050F" w:rsidRPr="00682E15">
        <w:t xml:space="preserve">před zahájením zadávacího řízení se pro účely prokázání technické kvalifikace ohledně referenčních zakázek </w:t>
      </w:r>
      <w:r w:rsidRPr="00682E15">
        <w:t xml:space="preserve">považuje za splněnou, pokud byly </w:t>
      </w:r>
      <w:r w:rsidR="00811843" w:rsidRPr="00682E15">
        <w:t xml:space="preserve">činnosti odpovídající zadavatelem stanovené definici významné </w:t>
      </w:r>
      <w:r w:rsidRPr="00682E15">
        <w:t xml:space="preserve">služby </w:t>
      </w:r>
      <w:r w:rsidR="0038050F" w:rsidRPr="00682E15">
        <w:t xml:space="preserve">dokončeny </w:t>
      </w:r>
      <w:r w:rsidRPr="00682E15">
        <w:t xml:space="preserve">v průběhu této doby </w:t>
      </w:r>
      <w:r w:rsidR="0038050F" w:rsidRPr="00682E15">
        <w:t xml:space="preserve">nebo kdykoli po zahájení zadávacího řízení, včetně doby po </w:t>
      </w:r>
      <w:r w:rsidR="00D15CDA" w:rsidRPr="00682E15">
        <w:t xml:space="preserve">uplynutí lhůty pro </w:t>
      </w:r>
      <w:r w:rsidR="0038050F" w:rsidRPr="00682E15">
        <w:t>podání nabídek, a to nejpozději do doby zadavatelem případně stanovené k předložení údajů a dokladů dle § 46 ZZVZ. P</w:t>
      </w:r>
      <w:r w:rsidRPr="00682E15">
        <w:t xml:space="preserve">ro prokázání kvalifikace postačuje, aby byly požadované minimální hodnoty služeb dosaženy za celou dobu poskytování služeb, nikoliv pouze v průběhu posledních </w:t>
      </w:r>
      <w:r w:rsidR="0038050F" w:rsidRPr="00682E15">
        <w:t>5</w:t>
      </w:r>
      <w:r w:rsidRPr="00682E15">
        <w:t xml:space="preserve"> let před zahájením zadávacího řízení. V případě, že byla referovaná služba, resp. </w:t>
      </w:r>
      <w:r w:rsidR="00811843" w:rsidRPr="00682E15">
        <w:t xml:space="preserve">zpracovaný příslušný stupeň dokumentace, </w:t>
      </w:r>
      <w:r w:rsidRPr="00682E15">
        <w:t>součástí rozsáhlejšího plnění pro objednatele služby (např. kromě zpracování projektové dokumentace měl dodavatel vykonávat i autorský dozor při realizaci stavby apod.) postačí, pokud je dokončeno plnění</w:t>
      </w:r>
      <w:r w:rsidR="00811843" w:rsidRPr="00682E15">
        <w:t xml:space="preserve">, které odpovídá zadavatelem stanovené definici významné služby </w:t>
      </w:r>
      <w:r w:rsidRPr="00682E15">
        <w:t>(tj. projektové práce ve stupni DSP nebo DUSP nebo DSP</w:t>
      </w:r>
      <w:r w:rsidR="000D20BC" w:rsidRPr="00682E15">
        <w:t>+</w:t>
      </w:r>
      <w:r w:rsidRPr="00682E15">
        <w:t xml:space="preserve">PDPS </w:t>
      </w:r>
      <w:r w:rsidR="000D20BC" w:rsidRPr="00682E15">
        <w:t>nebo DUSP</w:t>
      </w:r>
      <w:r w:rsidR="00C00CB8" w:rsidRPr="00682E15" w:rsidDel="00C00CB8">
        <w:t xml:space="preserve"> </w:t>
      </w:r>
      <w:r w:rsidR="000D20BC" w:rsidRPr="00682E15">
        <w:t xml:space="preserve">+PDPS </w:t>
      </w:r>
      <w:r w:rsidRPr="00682E15">
        <w:t>pro stavby železničních drah</w:t>
      </w:r>
      <w:r w:rsidR="00811843" w:rsidRPr="00682E15">
        <w:t xml:space="preserve"> s výše požadovaným předmětem plnění</w:t>
      </w:r>
      <w:r w:rsidRPr="00682E15">
        <w:t>)</w:t>
      </w:r>
      <w:r w:rsidR="00D15CDA" w:rsidRPr="00682E15">
        <w:t xml:space="preserve"> s tím, že zakázka jako celek (tj. ohledně dalších činností, např. autorského dozoru při realizaci stavby) dokončena není</w:t>
      </w:r>
      <w:r w:rsidRPr="00682E15">
        <w:t>; zároveň však platí, že nestačí</w:t>
      </w:r>
      <w:r w:rsidR="00D15CDA" w:rsidRPr="00682E15">
        <w:t xml:space="preserve"> (tj. nepovažuje se za plnění dokončené v požadované době)</w:t>
      </w:r>
      <w:r w:rsidRPr="00682E15">
        <w:t xml:space="preserve">, pokud je v posledních </w:t>
      </w:r>
      <w:r w:rsidR="0038050F" w:rsidRPr="00682E15">
        <w:t>5</w:t>
      </w:r>
      <w:r w:rsidRPr="00682E15">
        <w:t xml:space="preserve"> letech dokončena služba rozsáhlejšího plnění jako celek</w:t>
      </w:r>
      <w:r w:rsidR="00811843" w:rsidRPr="00682E15">
        <w:t xml:space="preserve"> (např. dokončen autorský dozor při realizaci stavby)</w:t>
      </w:r>
      <w:r w:rsidRPr="00682E15">
        <w:t xml:space="preserve">, avšak plnění </w:t>
      </w:r>
      <w:r w:rsidR="00811843" w:rsidRPr="00682E15">
        <w:t xml:space="preserve">odpovídající definici významné služby </w:t>
      </w:r>
      <w:r w:rsidRPr="00682E15">
        <w:t xml:space="preserve">bylo dokončeno dříve než před </w:t>
      </w:r>
      <w:r w:rsidR="0038050F" w:rsidRPr="00682E15">
        <w:t>5</w:t>
      </w:r>
      <w:r w:rsidRPr="00682E15">
        <w:t xml:space="preserve"> lety. Obdobným způsobem je nutno naplnit i parametr ceny dané referované </w:t>
      </w:r>
      <w:r w:rsidR="0054651E" w:rsidRPr="00682E15">
        <w:t xml:space="preserve">projektové </w:t>
      </w:r>
      <w:r w:rsidRPr="00682E15">
        <w:t>činnosti</w:t>
      </w:r>
      <w:r w:rsidR="008356A0" w:rsidRPr="00682E15">
        <w:t>. Z předloženého seznamu musí pro potřeby posouzení kvalifikace konkrétně</w:t>
      </w:r>
      <w:r w:rsidR="008356A0">
        <w:t xml:space="preserve">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2BA115F8"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 nebo DSP</w:t>
      </w:r>
      <w:r w:rsidR="00613FCF">
        <w:t>+</w:t>
      </w:r>
      <w:r>
        <w:t xml:space="preserve">PDPS </w:t>
      </w:r>
      <w:r w:rsidR="00613FCF">
        <w:t xml:space="preserve">nebo DUSP+PDPS </w:t>
      </w:r>
      <w:r>
        <w:t xml:space="preserve">považuje za dokončenou </w:t>
      </w:r>
      <w:r w:rsidR="00811843">
        <w:t xml:space="preserve">definitivním </w:t>
      </w:r>
      <w:r>
        <w:t>předáním DSP nebo DUSP nebo DSP</w:t>
      </w:r>
      <w:r w:rsidR="00613FCF">
        <w:t>+</w:t>
      </w:r>
      <w:r>
        <w:t>PDPS</w:t>
      </w:r>
      <w:r w:rsidR="00613FCF">
        <w:t xml:space="preserve"> nebo DUSP+PDPS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w:t>
      </w:r>
      <w:r>
        <w:lastRenderedPageBreak/>
        <w:t>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Pr="00682E15" w:rsidRDefault="00AE32DC" w:rsidP="003303BF">
      <w:pPr>
        <w:pStyle w:val="Textbezslovn"/>
        <w:ind w:left="1097"/>
      </w:pPr>
      <w:r w:rsidRPr="00DB4342">
        <w:t xml:space="preserve">Zadavatel pro účely prokázání </w:t>
      </w:r>
      <w:r w:rsidRPr="00682E15">
        <w:t>technické kvalifikace uzná zahraniční reference obdobných charakteristik, které budou srovnatelné z hlediska jejich věcného rozsahu a doby realizace s požadavky zadavatele na významné služby.</w:t>
      </w:r>
    </w:p>
    <w:p w14:paraId="6A3B84A9" w14:textId="3B4302FE" w:rsidR="00CE678F" w:rsidRPr="00682E15" w:rsidRDefault="00CE678F" w:rsidP="00CE678F">
      <w:pPr>
        <w:pStyle w:val="Odrka1-1"/>
      </w:pPr>
      <w:r w:rsidRPr="00682E15">
        <w:t xml:space="preserve">Zadavatel požaduje předložení </w:t>
      </w:r>
      <w:r w:rsidRPr="00682E15">
        <w:rPr>
          <w:b/>
        </w:rPr>
        <w:t>seznamu</w:t>
      </w:r>
      <w:r w:rsidRPr="00682E15">
        <w:t xml:space="preserve"> stavebních prací </w:t>
      </w:r>
      <w:r w:rsidR="00734869" w:rsidRPr="00682E15">
        <w:t xml:space="preserve">spočívajících v provedení novostavby nebo rekonstrukce </w:t>
      </w:r>
      <w:r w:rsidRPr="00682E15">
        <w:t xml:space="preserve">na stavbách železničních drah, jak jsou vymezeny v § 5 odst. 1 a v § 3 odst. 1 zákona č. 266/1994 Sb., o dráhách, ve znění pozdějších předpisů, </w:t>
      </w:r>
      <w:r w:rsidR="00C24393" w:rsidRPr="00682E15">
        <w:t xml:space="preserve">poskytnutých dodavatelem </w:t>
      </w:r>
      <w:r w:rsidRPr="00682E15">
        <w:t>za posledních 5 let před zahájením zadávacího řízení (dále jako „</w:t>
      </w:r>
      <w:r w:rsidRPr="00682E15">
        <w:rPr>
          <w:b/>
        </w:rPr>
        <w:t>stavební práce</w:t>
      </w:r>
      <w:r w:rsidRPr="00682E15">
        <w:t xml:space="preserve">“). Předloženým seznamem stavebních prací přitom musí dodavatel prokázat, že hodnota stavebních prací jím poskytnutých na uvedených stavbách za posledních 5 let </w:t>
      </w:r>
      <w:r w:rsidR="00C24393" w:rsidRPr="00682E15">
        <w:t xml:space="preserve">před zahájením zadávacího řízení </w:t>
      </w:r>
      <w:r w:rsidRPr="00682E15">
        <w:t xml:space="preserve">činí v součtu, včetně případných poddodávek, nejméně </w:t>
      </w:r>
      <w:r w:rsidR="00BC1AC8" w:rsidRPr="00682E15">
        <w:rPr>
          <w:b/>
        </w:rPr>
        <w:t>1 255 000 000,-</w:t>
      </w:r>
      <w:r w:rsidRPr="00682E15">
        <w:t xml:space="preserve"> </w:t>
      </w:r>
      <w:r w:rsidRPr="00682E15">
        <w:rPr>
          <w:b/>
        </w:rPr>
        <w:t>Kč</w:t>
      </w:r>
      <w:r w:rsidRPr="00682E15">
        <w:t xml:space="preserve"> bez DPH.</w:t>
      </w:r>
      <w:r w:rsidR="00C24393" w:rsidRPr="00682E15">
        <w:t xml:space="preserve"> Hodnotou stavebních prací se </w:t>
      </w:r>
      <w:r w:rsidR="00C24393" w:rsidRPr="00682E15">
        <w:rPr>
          <w:rFonts w:cs="Arial"/>
          <w:iCs/>
        </w:rPr>
        <w:t>pro účely posouzení splnění kritérií technické kvalifikace</w:t>
      </w:r>
      <w:r w:rsidR="00C24393" w:rsidRPr="00682E15">
        <w:t xml:space="preserve"> rozumí cena, za kterou dodavatel provedl předmětné stavební práce; tato cena nebude upravována o míru inflace tak, aby odpovídala současným hodnotám stavebních prací.</w:t>
      </w:r>
      <w:r w:rsidR="00375ACD" w:rsidRPr="00682E15">
        <w:t xml:space="preserve"> </w:t>
      </w:r>
    </w:p>
    <w:p w14:paraId="085D3219" w14:textId="1B29CE0F" w:rsidR="00CE678F" w:rsidRPr="00682E15" w:rsidRDefault="00CE678F" w:rsidP="00CE678F">
      <w:pPr>
        <w:pStyle w:val="Textbezslovn"/>
        <w:ind w:left="1097"/>
      </w:pPr>
      <w:r w:rsidRPr="00682E15">
        <w:t xml:space="preserve">Zadavatel </w:t>
      </w:r>
      <w:r w:rsidR="009C5DF6" w:rsidRPr="00682E15">
        <w:t xml:space="preserve">dále </w:t>
      </w:r>
      <w:r w:rsidRPr="00682E15">
        <w:t xml:space="preserve">požaduje, aby dodavatel předložil i </w:t>
      </w:r>
      <w:r w:rsidRPr="00682E15">
        <w:rPr>
          <w:b/>
        </w:rPr>
        <w:t>osvědčení objednatelů</w:t>
      </w:r>
      <w:r w:rsidRPr="00682E15">
        <w:t xml:space="preserve"> o řádném poskytnutí a dokončení </w:t>
      </w:r>
      <w:r w:rsidR="009C5DF6" w:rsidRPr="00682E15">
        <w:t xml:space="preserve">nejvýznamnějších </w:t>
      </w:r>
      <w:r w:rsidRPr="00682E15">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včetně případných poddodávek, alespoň ve výši </w:t>
      </w:r>
      <w:r w:rsidR="00BC1AC8" w:rsidRPr="00682E15">
        <w:rPr>
          <w:b/>
        </w:rPr>
        <w:t>784 000 000,-</w:t>
      </w:r>
      <w:r w:rsidRPr="00682E15">
        <w:t xml:space="preserve"> </w:t>
      </w:r>
      <w:r w:rsidRPr="00682E15">
        <w:rPr>
          <w:b/>
        </w:rPr>
        <w:t>Kč</w:t>
      </w:r>
      <w:r w:rsidRPr="00682E15">
        <w:t xml:space="preserve"> bez DPH. Za </w:t>
      </w:r>
      <w:r w:rsidRPr="00682E15">
        <w:rPr>
          <w:b/>
        </w:rPr>
        <w:t>nejvýznamnější stavební práce</w:t>
      </w:r>
      <w:r w:rsidRPr="00682E15">
        <w:t xml:space="preserve"> zadavatel považuje:</w:t>
      </w:r>
    </w:p>
    <w:p w14:paraId="5C7C3F8B" w14:textId="192E0B56" w:rsidR="00CE678F" w:rsidRPr="00E56239" w:rsidRDefault="00CE678F" w:rsidP="00CE678F">
      <w:pPr>
        <w:pStyle w:val="Odrka1-2-"/>
      </w:pPr>
      <w:r w:rsidRPr="00682E15">
        <w:t>nejméně jedna realizovaná zakázka musí zahrnovat novostavbu nebo</w:t>
      </w:r>
      <w:r w:rsidRPr="00E56239">
        <w:t xml:space="preserve"> rekonstrukci zařízení staničního nebo traťového </w:t>
      </w:r>
      <w:r w:rsidRPr="00E56239">
        <w:rPr>
          <w:b/>
        </w:rPr>
        <w:t>zabezpečovacího zařízení</w:t>
      </w:r>
      <w:r w:rsidRPr="00E56239">
        <w:t xml:space="preserve"> v hodnotě nejméně </w:t>
      </w:r>
      <w:r w:rsidR="00BC1AC8" w:rsidRPr="00E56239">
        <w:rPr>
          <w:b/>
        </w:rPr>
        <w:t>118 000 000,-</w:t>
      </w:r>
      <w:r w:rsidRPr="00E56239">
        <w:t xml:space="preserve"> </w:t>
      </w:r>
      <w:r w:rsidRPr="00E56239">
        <w:rPr>
          <w:b/>
        </w:rPr>
        <w:t>Kč</w:t>
      </w:r>
      <w:r w:rsidRPr="00E56239">
        <w:t xml:space="preserve"> bez DPH (částka </w:t>
      </w:r>
      <w:r w:rsidR="00BC1AC8" w:rsidRPr="00E56239">
        <w:t>118 000 000,-</w:t>
      </w:r>
      <w:r w:rsidRPr="00E56239">
        <w:t xml:space="preserve"> Kč se vztahuje k hodnotě novostavby nebo rekonstrukce zabezpečovacího zařízení, nikoli k hodnotě nejvýznamnější stavební práce, tj. zakázky jako celku); </w:t>
      </w:r>
    </w:p>
    <w:p w14:paraId="6802EE92" w14:textId="1E1CFD60" w:rsidR="00BC1AC8" w:rsidRPr="00E56239" w:rsidRDefault="00BC1AC8" w:rsidP="00BC1AC8">
      <w:pPr>
        <w:pStyle w:val="Odrka1-2-"/>
      </w:pPr>
      <w:r w:rsidRPr="00E56239">
        <w:t xml:space="preserve">nejméně jedna realizovaná zakázka musí zahrnovat novostavbu nebo rekonstrukci </w:t>
      </w:r>
      <w:r w:rsidRPr="00E56239">
        <w:rPr>
          <w:b/>
        </w:rPr>
        <w:t>sdělovacího zařízení</w:t>
      </w:r>
      <w:r w:rsidRPr="00E56239">
        <w:t xml:space="preserve"> železničních drah v hodnotě nejméně </w:t>
      </w:r>
      <w:r w:rsidRPr="00E56239">
        <w:rPr>
          <w:b/>
        </w:rPr>
        <w:t>25 500 000,-</w:t>
      </w:r>
      <w:r w:rsidRPr="00E56239">
        <w:t xml:space="preserve"> </w:t>
      </w:r>
      <w:r w:rsidRPr="00E56239">
        <w:rPr>
          <w:b/>
        </w:rPr>
        <w:t>Kč</w:t>
      </w:r>
      <w:r w:rsidRPr="00E56239">
        <w:t xml:space="preserve"> bez DPH (částka 25 500 000,- Kč se vztahuje k hodnotě novostavby nebo rekonstrukce </w:t>
      </w:r>
      <w:r w:rsidR="00DA6708">
        <w:t xml:space="preserve">sdělovacího </w:t>
      </w:r>
      <w:r w:rsidRPr="00E56239">
        <w:t>zařízení železničních drah, nikoli k hodnotě nejvýznamnější stavební práce, tj. zakázky jako celku);</w:t>
      </w:r>
    </w:p>
    <w:p w14:paraId="53873453" w14:textId="0927F2A9" w:rsidR="00BC1AC8" w:rsidRPr="00E56239" w:rsidRDefault="00BC1AC8" w:rsidP="00BC1AC8">
      <w:pPr>
        <w:pStyle w:val="Odrka1-2-"/>
      </w:pPr>
      <w:r w:rsidRPr="00E56239">
        <w:t xml:space="preserve">nejméně jedna realizovaná zakázka musí zahrnovat novostavbu nebo rekonstrukci zařízení </w:t>
      </w:r>
      <w:r w:rsidRPr="00E56239">
        <w:rPr>
          <w:rFonts w:cs="Calibri"/>
          <w:b/>
        </w:rPr>
        <w:t xml:space="preserve">střídavých trakčních napájecích stanic 25 </w:t>
      </w:r>
      <w:proofErr w:type="spellStart"/>
      <w:r w:rsidRPr="00E56239">
        <w:rPr>
          <w:rFonts w:cs="Calibri"/>
          <w:b/>
        </w:rPr>
        <w:t>kV</w:t>
      </w:r>
      <w:proofErr w:type="spellEnd"/>
      <w:r w:rsidRPr="00E56239">
        <w:rPr>
          <w:rFonts w:cs="Calibri"/>
          <w:b/>
        </w:rPr>
        <w:t xml:space="preserve"> AC, 50 Hz</w:t>
      </w:r>
      <w:r w:rsidRPr="00E56239">
        <w:rPr>
          <w:b/>
        </w:rPr>
        <w:t xml:space="preserve"> </w:t>
      </w:r>
      <w:r w:rsidRPr="00E56239">
        <w:t xml:space="preserve">v hodnotě nejméně </w:t>
      </w:r>
      <w:r w:rsidRPr="00E56239">
        <w:rPr>
          <w:b/>
        </w:rPr>
        <w:t>128 000 000,-</w:t>
      </w:r>
      <w:r w:rsidRPr="00E56239">
        <w:t xml:space="preserve"> </w:t>
      </w:r>
      <w:r w:rsidRPr="00E56239">
        <w:rPr>
          <w:b/>
        </w:rPr>
        <w:t>Kč</w:t>
      </w:r>
      <w:r w:rsidRPr="00E56239">
        <w:t xml:space="preserve"> bez DPH (částka 128 000 000,- Kč se vztahuje k hodnotě novostavby nebo rekonstrukce s</w:t>
      </w:r>
      <w:r w:rsidRPr="00E56239">
        <w:rPr>
          <w:rFonts w:cs="Calibri"/>
        </w:rPr>
        <w:t xml:space="preserve">třídavých trakčních napájecích stanic 25 </w:t>
      </w:r>
      <w:proofErr w:type="spellStart"/>
      <w:r w:rsidRPr="00E56239">
        <w:rPr>
          <w:rFonts w:cs="Calibri"/>
        </w:rPr>
        <w:t>kV</w:t>
      </w:r>
      <w:proofErr w:type="spellEnd"/>
      <w:r w:rsidRPr="00E56239">
        <w:rPr>
          <w:rFonts w:cs="Calibri"/>
        </w:rPr>
        <w:t xml:space="preserve"> AC, 50 Hz</w:t>
      </w:r>
      <w:r w:rsidRPr="00E56239">
        <w:t xml:space="preserve">, nikoli k hodnotě nejvýznamnější stavební práce, tj. zakázky jako celku); </w:t>
      </w:r>
    </w:p>
    <w:p w14:paraId="04EF3377" w14:textId="6965DF94" w:rsidR="00BC1AC8" w:rsidRPr="00833DAB" w:rsidRDefault="00BC1AC8" w:rsidP="00BC1AC8">
      <w:pPr>
        <w:pStyle w:val="Odrka1-2-"/>
      </w:pPr>
      <w:r w:rsidRPr="00E56239">
        <w:t>nejméně jedna nejvýznamnější stavební práce musí zahrnovat novostavbu nebo rekonstrukci</w:t>
      </w:r>
      <w:r w:rsidRPr="00833DAB">
        <w:t xml:space="preserve"> </w:t>
      </w:r>
      <w:r w:rsidRPr="00833DAB">
        <w:rPr>
          <w:b/>
        </w:rPr>
        <w:t>trakčního vedení</w:t>
      </w:r>
      <w:r w:rsidRPr="00833DAB">
        <w:t xml:space="preserve"> v hodnotě nejméně </w:t>
      </w:r>
      <w:r w:rsidRPr="00833DAB">
        <w:rPr>
          <w:b/>
        </w:rPr>
        <w:t>183 000</w:t>
      </w:r>
      <w:r>
        <w:rPr>
          <w:b/>
        </w:rPr>
        <w:t> </w:t>
      </w:r>
      <w:r w:rsidRPr="00833DAB">
        <w:rPr>
          <w:b/>
        </w:rPr>
        <w:t>000</w:t>
      </w:r>
      <w:r>
        <w:rPr>
          <w:b/>
        </w:rPr>
        <w:t>,-</w:t>
      </w:r>
      <w:r w:rsidRPr="00833DAB">
        <w:t xml:space="preserve"> </w:t>
      </w:r>
      <w:r w:rsidRPr="00833DAB">
        <w:rPr>
          <w:b/>
        </w:rPr>
        <w:t>Kč</w:t>
      </w:r>
      <w:r w:rsidRPr="00833DAB">
        <w:t xml:space="preserve"> bez DPH (uvedená částka 183 000</w:t>
      </w:r>
      <w:r>
        <w:t> </w:t>
      </w:r>
      <w:r w:rsidRPr="00833DAB">
        <w:t>000</w:t>
      </w:r>
      <w:r>
        <w:t>,-</w:t>
      </w:r>
      <w:r w:rsidRPr="00833DAB">
        <w:t xml:space="preserve"> Kč se vztahuje k hodnotě novostavby nebo rekonstrukce trakčního vedení, nikoli k hodnotě nejvýznamnější stavební práce, tj. zakázky jako celku).</w:t>
      </w:r>
    </w:p>
    <w:p w14:paraId="06DE15C5" w14:textId="4733E53A" w:rsidR="00CE678F" w:rsidRPr="00682E15" w:rsidRDefault="00CE678F" w:rsidP="00CE678F">
      <w:pPr>
        <w:pStyle w:val="Textbezslovn"/>
        <w:ind w:left="1097"/>
      </w:pPr>
      <w:r>
        <w:t xml:space="preserve">Stavební, resp. </w:t>
      </w:r>
      <w:r w:rsidRPr="00682E15">
        <w:t xml:space="preserve">nejvýznamnější stavební práce je třeba doložit v takovém počtu, aby byla dosažena požadovaná hodnota stavebních, resp. nejvýznamnějších stavebních prací v součtu za posledních 5 let. </w:t>
      </w:r>
    </w:p>
    <w:p w14:paraId="0DA7B14F" w14:textId="77777777" w:rsidR="00B765FF" w:rsidRDefault="00B765FF" w:rsidP="008A6C63">
      <w:pPr>
        <w:pStyle w:val="Textbezslovn"/>
        <w:ind w:left="1097"/>
      </w:pPr>
      <w:r w:rsidRPr="00682E15">
        <w:rPr>
          <w:rFonts w:cs="Arial"/>
          <w:iCs/>
        </w:rPr>
        <w:lastRenderedPageBreak/>
        <w:t xml:space="preserve">Pro vyloučení pochybností zadavatel upřesňuje, že rekonstrukcí se pro účely posouzení splnění kritérií technické kvalifikace rozumí </w:t>
      </w:r>
      <w:r w:rsidRPr="00682E15">
        <w:t>též modernizace, optimalizace, revitalizace, elektrizace nebo jiná změna dokončené stavby ve smyslu zákona č. 183/2006 Sb., o územním plánování a stavebním řádu (stavební zákon), ve znění pozdějších předpisů (dále jen „stavební zákon“).</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319DFD96"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4B722BE9"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682E15">
        <w:t xml:space="preserve">posledních </w:t>
      </w:r>
      <w:r w:rsidRPr="00682E15">
        <w:t xml:space="preserve">5 let </w:t>
      </w:r>
      <w:r w:rsidR="00D53868" w:rsidRPr="00682E15">
        <w:t xml:space="preserve">před zahájením zadávacího řízení </w:t>
      </w:r>
      <w:r w:rsidRPr="00682E15">
        <w:t xml:space="preserve">se </w:t>
      </w:r>
      <w:r w:rsidR="00D53868" w:rsidRPr="00682E15">
        <w:t xml:space="preserve">pro účely prokázání technické kvalifikace ohledně referenčních zakázek </w:t>
      </w:r>
      <w:r w:rsidRPr="00682E15">
        <w:t xml:space="preserve">považuje za splněnou, pokud byly stavební práce/nejvýznamnější stavební </w:t>
      </w:r>
      <w:r w:rsidR="00D53868" w:rsidRPr="00682E15">
        <w:t xml:space="preserve">dokončeny </w:t>
      </w:r>
      <w:r w:rsidRPr="00682E15">
        <w:t xml:space="preserve">v průběhu této doby </w:t>
      </w:r>
      <w:r w:rsidR="00D53868" w:rsidRPr="00682E15">
        <w:t xml:space="preserve">nebo kdykoli po zahájení zadávacího řízení, včetně doby po podání nabídek, a to nejpozději do doby zadavatelem případně stanovené k předložení údajů a dokladů </w:t>
      </w:r>
      <w:r w:rsidR="00D53868" w:rsidRPr="00682E15">
        <w:lastRenderedPageBreak/>
        <w:t>dle § 46 ZZVZ. P</w:t>
      </w:r>
      <w:r w:rsidRPr="00682E15">
        <w:t xml:space="preserve">ro prokázání kvalifikace postačuje, aby byly požadované minimální hodnoty stavebních/nejvýznamnějších stavebních </w:t>
      </w:r>
      <w:r w:rsidR="00D53868" w:rsidRPr="00682E15">
        <w:t xml:space="preserve">prací </w:t>
      </w:r>
      <w:r w:rsidRPr="00682E15">
        <w:t>dosaženy za celou dobu realizace stavebních/nejvýznamnějších stavebních</w:t>
      </w:r>
      <w:r w:rsidR="00D53868" w:rsidRPr="00682E15">
        <w:t xml:space="preserve"> prací</w:t>
      </w:r>
      <w:r w:rsidRPr="00682E15">
        <w:t>, nikoliv pouze v průběhu posledních 5 let před zahájením zadávacího řízení. Dokončením se u stavebních</w:t>
      </w:r>
      <w:r w:rsidR="00D53868" w:rsidRPr="00682E15">
        <w:t>/nejvýznamnějších stavebních</w:t>
      </w:r>
      <w:r w:rsidRPr="00682E15">
        <w:t xml:space="preserve"> prací </w:t>
      </w:r>
      <w:r w:rsidR="00D53868" w:rsidRPr="00682E15">
        <w:t xml:space="preserve">pro účely prokázání technické kvalifikace v tomto zadávacím řízení </w:t>
      </w:r>
      <w:r w:rsidRPr="00682E15">
        <w:t xml:space="preserve">rozumí </w:t>
      </w:r>
      <w:r w:rsidR="00D53868" w:rsidRPr="00682E15">
        <w:t xml:space="preserve">i </w:t>
      </w:r>
      <w:r w:rsidRPr="00682E15">
        <w:t>uvedení díla</w:t>
      </w:r>
      <w:r w:rsidR="00613FCF" w:rsidRPr="00682E15">
        <w:t>, resp. poslední části</w:t>
      </w:r>
      <w:r w:rsidR="00C47C2C" w:rsidRPr="00682E15">
        <w:t xml:space="preserve"> stavební práce</w:t>
      </w:r>
      <w:r w:rsidR="00613FCF" w:rsidRPr="00682E15">
        <w:t>,</w:t>
      </w:r>
      <w:r w:rsidRPr="00682E1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w:t>
      </w:r>
      <w:r>
        <w:lastRenderedPageBreak/>
        <w:t>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52572E33"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145495">
        <w:t xml:space="preserve">autorizovaného </w:t>
      </w:r>
      <w:r>
        <w:t xml:space="preserve">zeměměřického inženýra, může být za účelem splnění kvalifikace doložena pouze jedna fyzická osoba. Jednotlivé požadavky na kvalifikační kritéria u každé jednotlivé funkce tedy, s výjimkou </w:t>
      </w:r>
      <w:r w:rsidR="00145495">
        <w:t xml:space="preserve">autorizovaného </w:t>
      </w:r>
      <w:r>
        <w:t>zeměměřického inženýra,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w:t>
      </w:r>
      <w:r w:rsidR="00145495">
        <w:t xml:space="preserve">autorizovaného </w:t>
      </w:r>
      <w:r w:rsidR="00BA0D72">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Funkci stavbyvedoucího a zástupce však nelze takto sloučit, tyto funkce musí zastávat vždy odlišné fyzické osoby.</w:t>
      </w:r>
      <w:r>
        <w:t xml:space="preserve"> </w:t>
      </w:r>
    </w:p>
    <w:p w14:paraId="4729B514" w14:textId="776511F8" w:rsidR="000E4762" w:rsidRPr="0080445C"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w:t>
      </w:r>
      <w:r w:rsidRPr="0080445C">
        <w:t>předkládaných dokumentů):</w:t>
      </w:r>
    </w:p>
    <w:p w14:paraId="01151C37" w14:textId="77777777" w:rsidR="000E4762" w:rsidRPr="0080445C" w:rsidRDefault="000E4762" w:rsidP="0031783A">
      <w:pPr>
        <w:pStyle w:val="Textbezslovn"/>
        <w:numPr>
          <w:ilvl w:val="0"/>
          <w:numId w:val="16"/>
        </w:numPr>
      </w:pPr>
      <w:r w:rsidRPr="0080445C">
        <w:rPr>
          <w:b/>
        </w:rPr>
        <w:t>specialista pro projektovou dokumentaci</w:t>
      </w:r>
    </w:p>
    <w:p w14:paraId="60A50457" w14:textId="57BB6650" w:rsidR="000E4762" w:rsidRPr="0080445C" w:rsidRDefault="000E4762" w:rsidP="000E4762">
      <w:pPr>
        <w:pStyle w:val="Odrka1-2-"/>
      </w:pPr>
      <w:r w:rsidRPr="0080445C">
        <w:t>nejméně 5 let praxe v projektování stav</w:t>
      </w:r>
      <w:r w:rsidR="00E94BCA" w:rsidRPr="0080445C">
        <w:t>e</w:t>
      </w:r>
      <w:r w:rsidRPr="0080445C">
        <w:t>b železničních drah ve stupni DSP nebo DUSP nebo DSP</w:t>
      </w:r>
      <w:r w:rsidR="00195371" w:rsidRPr="0080445C">
        <w:t>+</w:t>
      </w:r>
      <w:r w:rsidRPr="0080445C">
        <w:t>PDPS</w:t>
      </w:r>
      <w:r w:rsidR="00195371" w:rsidRPr="0080445C">
        <w:t xml:space="preserve"> nebo DUSP+PDPS</w:t>
      </w:r>
      <w:r w:rsidR="00FC1F82" w:rsidRPr="0080445C">
        <w:t xml:space="preserve"> </w:t>
      </w:r>
      <w:r w:rsidRPr="0080445C">
        <w:t xml:space="preserve">které obsahovaly mimo jiné alespoň následující činnosti: </w:t>
      </w:r>
      <w:r w:rsidR="0080445C" w:rsidRPr="0080445C">
        <w:t>projektování střídavých trakčních napájecích stanic nebo trakčního vedení</w:t>
      </w:r>
      <w:r w:rsidRPr="0080445C">
        <w:t>;</w:t>
      </w:r>
    </w:p>
    <w:p w14:paraId="35A46139" w14:textId="188A66EB" w:rsidR="000E4762" w:rsidRPr="0080445C" w:rsidRDefault="0080445C" w:rsidP="0080445C">
      <w:pPr>
        <w:pStyle w:val="Odrka1-2-"/>
      </w:pPr>
      <w:r w:rsidRPr="0080445C">
        <w:t xml:space="preserve">doklad o autorizaci v rozsahu dle § 5 odst. 3 písm. </w:t>
      </w:r>
      <w:r w:rsidRPr="0080445C">
        <w:rPr>
          <w:b/>
        </w:rPr>
        <w:t>e)</w:t>
      </w:r>
      <w:r w:rsidRPr="0080445C">
        <w:t xml:space="preserve"> autorizačního zákona, tedy v oboru technologická zařízení staveb</w:t>
      </w:r>
      <w:r w:rsidR="000E4762" w:rsidRPr="0080445C">
        <w:t xml:space="preserve">; </w:t>
      </w:r>
    </w:p>
    <w:p w14:paraId="7E32A12B" w14:textId="401DE279" w:rsidR="000E4762" w:rsidRPr="0080445C" w:rsidRDefault="0080445C" w:rsidP="000E4762">
      <w:pPr>
        <w:pStyle w:val="Odrka1-2-"/>
      </w:pPr>
      <w:r w:rsidRPr="0080445C">
        <w:t xml:space="preserve">prokázat zkušenost s projektováním alespoň jedné zakázky na projektové práce pro stavby železničních drah ve stupni DSP nebo DUSP nebo DSP+PDPS nebo DUSP+PDPS s hodnotou projektových prací nejméně </w:t>
      </w:r>
      <w:r w:rsidRPr="0080445C">
        <w:rPr>
          <w:b/>
        </w:rPr>
        <w:t>11 700 000,- Kč</w:t>
      </w:r>
      <w:r w:rsidRPr="0080445C">
        <w:t xml:space="preserve"> bez DPH, a to v posledních 10 letech před zahájením zadávacího řízení; pokud byla referovaná činnost součástí rozsáhlejšího plnění pro objednatele služby (např. kromě zpracování projektové dokumentace měl dodavatel vykonávat i autorský dozor) postačí, pokud je dokončeno plnění  odpovídající zadavatelem stanovené definici požadované zkušenosti</w:t>
      </w:r>
      <w:r w:rsidR="000E4762" w:rsidRPr="0080445C">
        <w:t>;</w:t>
      </w:r>
    </w:p>
    <w:p w14:paraId="775DEA2D" w14:textId="77777777" w:rsidR="000E4762" w:rsidRPr="0080445C" w:rsidRDefault="000E4762" w:rsidP="0031783A">
      <w:pPr>
        <w:pStyle w:val="Textbezslovn"/>
        <w:numPr>
          <w:ilvl w:val="0"/>
          <w:numId w:val="16"/>
        </w:numPr>
      </w:pPr>
      <w:r w:rsidRPr="0080445C">
        <w:rPr>
          <w:b/>
        </w:rPr>
        <w:t>stavbyvedoucí</w:t>
      </w:r>
    </w:p>
    <w:p w14:paraId="01491245" w14:textId="77777777" w:rsidR="000E4762" w:rsidRPr="0080445C" w:rsidRDefault="000E4762" w:rsidP="00B376E4">
      <w:pPr>
        <w:pStyle w:val="Odrka1-2-"/>
      </w:pPr>
      <w:r w:rsidRPr="0080445C">
        <w:t xml:space="preserve">nejméně 5 let praxe v řízení provádění staveb železničních drah; </w:t>
      </w:r>
    </w:p>
    <w:p w14:paraId="6B4E9AE9" w14:textId="07EB0DA4" w:rsidR="000E4762" w:rsidRPr="001063AE" w:rsidRDefault="000E4762" w:rsidP="00B376E4">
      <w:pPr>
        <w:pStyle w:val="Odrka1-2-"/>
      </w:pPr>
      <w:r w:rsidRPr="0080445C">
        <w:lastRenderedPageBreak/>
        <w:t xml:space="preserve">zkušenost s řízením realizace alespoň jedné zakázky - stavby železničních drah </w:t>
      </w:r>
      <w:r w:rsidRPr="001063AE">
        <w:t xml:space="preserve">v hodnotě nejméně </w:t>
      </w:r>
      <w:r w:rsidR="0080445C" w:rsidRPr="001063AE">
        <w:rPr>
          <w:b/>
        </w:rPr>
        <w:t>235</w:t>
      </w:r>
      <w:r w:rsidR="001063AE">
        <w:rPr>
          <w:b/>
        </w:rPr>
        <w:t> </w:t>
      </w:r>
      <w:r w:rsidR="0080445C" w:rsidRPr="001063AE">
        <w:rPr>
          <w:b/>
        </w:rPr>
        <w:t>350</w:t>
      </w:r>
      <w:r w:rsidR="001063AE">
        <w:rPr>
          <w:b/>
        </w:rPr>
        <w:t xml:space="preserve"> 000</w:t>
      </w:r>
      <w:r w:rsidR="0080445C" w:rsidRPr="001063AE">
        <w:rPr>
          <w:b/>
        </w:rPr>
        <w:t>,-</w:t>
      </w:r>
      <w:r w:rsidRPr="001063AE">
        <w:rPr>
          <w:b/>
        </w:rPr>
        <w:t xml:space="preserve"> Kč</w:t>
      </w:r>
      <w:r w:rsidRPr="001063AE">
        <w:t xml:space="preserve"> bez DPH, jejímž předmětem byla mj. novostavba nebo rekonstrukce </w:t>
      </w:r>
      <w:r w:rsidR="0080445C" w:rsidRPr="001063AE">
        <w:t>trakčních napájecích stanic pro dráhu</w:t>
      </w:r>
      <w:r w:rsidRPr="001063AE">
        <w:t>, a to v posledních 10 letech před zahájením zadávacího řízení;</w:t>
      </w:r>
    </w:p>
    <w:p w14:paraId="4199BF2D" w14:textId="32F26A25" w:rsidR="000E4762" w:rsidRPr="001063AE" w:rsidRDefault="000E4762" w:rsidP="0080445C">
      <w:pPr>
        <w:pStyle w:val="Odrka1-2-"/>
      </w:pPr>
      <w:r w:rsidRPr="001063AE">
        <w:t xml:space="preserve">musí předložit doklad o autorizaci v rozsahu dle § 5 odst. 3 písm. </w:t>
      </w:r>
      <w:r w:rsidR="0080445C" w:rsidRPr="001063AE">
        <w:rPr>
          <w:b/>
        </w:rPr>
        <w:t>e)</w:t>
      </w:r>
      <w:r w:rsidR="0080445C" w:rsidRPr="001063AE">
        <w:t xml:space="preserve"> autorizačního zákona, tedy v oboru technologická zařízení staveb;</w:t>
      </w:r>
    </w:p>
    <w:p w14:paraId="42480155" w14:textId="77777777" w:rsidR="000E4762" w:rsidRPr="003B2F04" w:rsidRDefault="000E4762" w:rsidP="0031783A">
      <w:pPr>
        <w:pStyle w:val="Textbezslovn"/>
        <w:numPr>
          <w:ilvl w:val="0"/>
          <w:numId w:val="16"/>
        </w:numPr>
      </w:pPr>
      <w:r w:rsidRPr="003B2F04">
        <w:rPr>
          <w:b/>
        </w:rPr>
        <w:t>zástupce stavbyvedoucího</w:t>
      </w:r>
    </w:p>
    <w:p w14:paraId="34D4542A" w14:textId="77777777" w:rsidR="000E4762" w:rsidRPr="003B2F04" w:rsidRDefault="000E4762" w:rsidP="00B376E4">
      <w:pPr>
        <w:pStyle w:val="Odrka1-2-"/>
      </w:pPr>
      <w:r w:rsidRPr="003B2F04">
        <w:t>nejméně 5 let praxe v řízení provádění staveb železničních drah;</w:t>
      </w:r>
    </w:p>
    <w:p w14:paraId="5360FC09" w14:textId="7B5475FA" w:rsidR="000E4762" w:rsidRPr="007617EB" w:rsidRDefault="000E4762" w:rsidP="00B376E4">
      <w:pPr>
        <w:pStyle w:val="Odrka1-2-"/>
      </w:pPr>
      <w:r w:rsidRPr="003B2F04">
        <w:t xml:space="preserve">zkušenost s řízením realizace alespoň jedné zakázky - stavby železničních drah </w:t>
      </w:r>
      <w:r w:rsidRPr="007617EB">
        <w:t xml:space="preserve">v hodnotě nejméně </w:t>
      </w:r>
      <w:r w:rsidR="001063AE" w:rsidRPr="007617EB">
        <w:rPr>
          <w:b/>
        </w:rPr>
        <w:t>235 350 000,-</w:t>
      </w:r>
      <w:r w:rsidRPr="007617EB">
        <w:rPr>
          <w:b/>
        </w:rPr>
        <w:t xml:space="preserve"> Kč</w:t>
      </w:r>
      <w:r w:rsidRPr="007617EB">
        <w:t xml:space="preserve"> bez DPH, jejímž předmětem byla mj. novostavba nebo rekonstrukce</w:t>
      </w:r>
      <w:r w:rsidR="003B2F04" w:rsidRPr="007617EB">
        <w:t xml:space="preserve"> trakčních napájecích stanic pro dráhu</w:t>
      </w:r>
      <w:r w:rsidRPr="007617EB">
        <w:t>, a to v posledních 10 letech před zahájením zadávacího řízení;</w:t>
      </w:r>
    </w:p>
    <w:p w14:paraId="628A6407" w14:textId="571BBC86" w:rsidR="000E4762" w:rsidRPr="007617EB" w:rsidRDefault="000E4762" w:rsidP="00B376E4">
      <w:pPr>
        <w:pStyle w:val="Odrka1-2-"/>
      </w:pPr>
      <w:r w:rsidRPr="007617EB">
        <w:t xml:space="preserve">musí předložit doklad o autorizaci v rozsahu dle § 5 odst. 3 písm. </w:t>
      </w:r>
      <w:r w:rsidR="003B2F04" w:rsidRPr="007617EB">
        <w:rPr>
          <w:b/>
        </w:rPr>
        <w:t>e)</w:t>
      </w:r>
      <w:r w:rsidRPr="007617EB">
        <w:t xml:space="preserve"> autorizačního zákona, tedy v oboru</w:t>
      </w:r>
      <w:r w:rsidR="003B2F04" w:rsidRPr="007617EB">
        <w:t xml:space="preserve"> technologická zařízení staveb;</w:t>
      </w:r>
    </w:p>
    <w:p w14:paraId="722C3D4D" w14:textId="77777777" w:rsidR="000E4762" w:rsidRPr="007617EB" w:rsidRDefault="000E4762" w:rsidP="0031783A">
      <w:pPr>
        <w:pStyle w:val="Textbezslovn"/>
        <w:numPr>
          <w:ilvl w:val="0"/>
          <w:numId w:val="16"/>
        </w:numPr>
      </w:pPr>
      <w:r w:rsidRPr="007617EB">
        <w:rPr>
          <w:b/>
        </w:rPr>
        <w:t>specialista (vedoucí prací) na železniční svršek a spodek</w:t>
      </w:r>
    </w:p>
    <w:p w14:paraId="6780DFA1" w14:textId="77777777" w:rsidR="000E4762" w:rsidRPr="007617EB" w:rsidRDefault="000E4762" w:rsidP="00B376E4">
      <w:pPr>
        <w:pStyle w:val="Odrka1-2-"/>
      </w:pPr>
      <w:r w:rsidRPr="007617EB">
        <w:t xml:space="preserve">nejméně 5 let praxe v oboru své specializace </w:t>
      </w:r>
      <w:r w:rsidR="00FF2749" w:rsidRPr="007617EB">
        <w:t xml:space="preserve">(železniční svršek a spodek) </w:t>
      </w:r>
      <w:r w:rsidRPr="007617EB">
        <w:t>při provádění staveb;</w:t>
      </w:r>
    </w:p>
    <w:p w14:paraId="5610074B" w14:textId="11AE8D57" w:rsidR="000E4762" w:rsidRPr="007617EB" w:rsidRDefault="000E4762" w:rsidP="00B376E4">
      <w:pPr>
        <w:pStyle w:val="Odrka1-2-"/>
      </w:pPr>
      <w:r w:rsidRPr="007617EB">
        <w:t>zkušenost s realizací alespoň jedné zakázky</w:t>
      </w:r>
      <w:r w:rsidR="007617EB">
        <w:t xml:space="preserve"> </w:t>
      </w:r>
      <w:r w:rsidRPr="007617EB">
        <w:t>-</w:t>
      </w:r>
      <w:r w:rsidR="007617EB">
        <w:t xml:space="preserve"> </w:t>
      </w:r>
      <w:r w:rsidRPr="007617EB">
        <w:t>stavby železničních drah v hodnotě nejméně</w:t>
      </w:r>
      <w:r w:rsidR="007617EB" w:rsidRPr="007617EB">
        <w:t xml:space="preserve"> </w:t>
      </w:r>
      <w:r w:rsidR="007617EB" w:rsidRPr="007617EB">
        <w:rPr>
          <w:b/>
        </w:rPr>
        <w:t xml:space="preserve">21 350 000,- </w:t>
      </w:r>
      <w:r w:rsidRPr="007617EB">
        <w:rPr>
          <w:b/>
        </w:rPr>
        <w:t>Kč</w:t>
      </w:r>
      <w:r w:rsidRPr="007617EB">
        <w:t xml:space="preserve"> bez DPH, jejímž předmětem byla mj. novostavba nebo rekonstrukce železničního svršku a tělesa železničního spodku, a to v posledních 10 letech před zahájením zadávacího řízení;</w:t>
      </w:r>
    </w:p>
    <w:p w14:paraId="3FF49FFD" w14:textId="434571C4" w:rsidR="000E4762" w:rsidRPr="007617EB" w:rsidRDefault="007617EB" w:rsidP="007617EB">
      <w:pPr>
        <w:pStyle w:val="Odrka1-2-"/>
      </w:pPr>
      <w:r w:rsidRPr="007617EB">
        <w:t xml:space="preserve">musí předložit doklad o autorizaci v rozsahu dle § 5 odst. 3 písm. </w:t>
      </w:r>
      <w:r w:rsidRPr="007617EB">
        <w:rPr>
          <w:b/>
        </w:rPr>
        <w:t>b)</w:t>
      </w:r>
      <w:r w:rsidRPr="007617EB">
        <w:t xml:space="preserve"> autorizačního zákona, tedy v oboru dopravní stavby</w:t>
      </w:r>
    </w:p>
    <w:p w14:paraId="26AA7B49" w14:textId="77777777" w:rsidR="000E4762" w:rsidRPr="007617EB" w:rsidRDefault="000E4762" w:rsidP="0031783A">
      <w:pPr>
        <w:pStyle w:val="Textbezslovn"/>
        <w:numPr>
          <w:ilvl w:val="0"/>
          <w:numId w:val="16"/>
        </w:numPr>
      </w:pPr>
      <w:r w:rsidRPr="007617EB">
        <w:rPr>
          <w:b/>
        </w:rPr>
        <w:t>specialista (vedoucí prací) na pozemní stavby</w:t>
      </w:r>
    </w:p>
    <w:p w14:paraId="785ED059" w14:textId="77777777" w:rsidR="000E4762" w:rsidRPr="007617EB" w:rsidRDefault="000E4762" w:rsidP="00B376E4">
      <w:pPr>
        <w:pStyle w:val="Odrka1-2-"/>
      </w:pPr>
      <w:r w:rsidRPr="007617EB">
        <w:t xml:space="preserve">nejméně 5 let praxe v oboru své specializace </w:t>
      </w:r>
      <w:r w:rsidR="00FF2749" w:rsidRPr="007617EB">
        <w:t xml:space="preserve">(pozemní stavby) </w:t>
      </w:r>
      <w:r w:rsidRPr="007617EB">
        <w:t>při provádění staveb;</w:t>
      </w:r>
    </w:p>
    <w:p w14:paraId="686BEE53" w14:textId="1612FD3E" w:rsidR="000E4762" w:rsidRPr="007617EB" w:rsidRDefault="000E4762" w:rsidP="00B376E4">
      <w:pPr>
        <w:pStyle w:val="Odrka1-2-"/>
      </w:pPr>
      <w:r w:rsidRPr="007617EB">
        <w:t xml:space="preserve">zkušenost s realizací alespoň jedné zakázky - stavby v hodnotě nejméně </w:t>
      </w:r>
      <w:r w:rsidR="007617EB" w:rsidRPr="007617EB">
        <w:rPr>
          <w:b/>
        </w:rPr>
        <w:t xml:space="preserve">21 000 000,- </w:t>
      </w:r>
      <w:r w:rsidRPr="007617EB">
        <w:rPr>
          <w:b/>
        </w:rPr>
        <w:t xml:space="preserve">Kč </w:t>
      </w:r>
      <w:r w:rsidRPr="007617EB">
        <w:t>bez DPH, jejímž předmětem byla mj. novostavba nebo rekonstrukce pozemního objektu, a to v posledních 10 letech před zahájením zadávacího řízení;</w:t>
      </w:r>
    </w:p>
    <w:p w14:paraId="0FA2DA12" w14:textId="14232744" w:rsidR="000E4762" w:rsidRPr="007617EB" w:rsidRDefault="007617EB" w:rsidP="007617EB">
      <w:pPr>
        <w:pStyle w:val="Odrka1-2-"/>
      </w:pPr>
      <w:r w:rsidRPr="007617EB">
        <w:t xml:space="preserve">musí předložit doklad o autorizaci v rozsahu dle § 5 odst. 3 písm. </w:t>
      </w:r>
      <w:r w:rsidRPr="007617EB">
        <w:rPr>
          <w:b/>
        </w:rPr>
        <w:t>a)</w:t>
      </w:r>
      <w:r w:rsidRPr="007617EB">
        <w:t xml:space="preserve"> autorizačního zákona, tedy v oboru pozemní stavby;</w:t>
      </w:r>
    </w:p>
    <w:p w14:paraId="759497F0" w14:textId="77777777" w:rsidR="000E4762" w:rsidRPr="007617EB" w:rsidRDefault="000E4762" w:rsidP="0031783A">
      <w:pPr>
        <w:pStyle w:val="Textbezslovn"/>
        <w:numPr>
          <w:ilvl w:val="0"/>
          <w:numId w:val="16"/>
        </w:numPr>
      </w:pPr>
      <w:r w:rsidRPr="007617EB">
        <w:rPr>
          <w:b/>
        </w:rPr>
        <w:t>specialista (vedoucí prací) na mosty a inženýrské konstrukce</w:t>
      </w:r>
    </w:p>
    <w:p w14:paraId="6C707232" w14:textId="77777777" w:rsidR="000E4762" w:rsidRPr="007617EB" w:rsidRDefault="000E4762" w:rsidP="00B376E4">
      <w:pPr>
        <w:pStyle w:val="Odrka1-2-"/>
      </w:pPr>
      <w:r w:rsidRPr="007617EB">
        <w:t xml:space="preserve">nejméně 5 let praxe v oboru své specializace </w:t>
      </w:r>
      <w:r w:rsidR="00FF2749" w:rsidRPr="007617EB">
        <w:t xml:space="preserve">(mosty a inženýrské konstrukce) </w:t>
      </w:r>
      <w:r w:rsidRPr="007617EB">
        <w:t>při provádění staveb;</w:t>
      </w:r>
    </w:p>
    <w:p w14:paraId="30D9E359" w14:textId="25AB6A5B" w:rsidR="000E4762" w:rsidRPr="007617EB" w:rsidRDefault="000E4762" w:rsidP="00B376E4">
      <w:pPr>
        <w:pStyle w:val="Odrka1-2-"/>
      </w:pPr>
      <w:r w:rsidRPr="007617EB">
        <w:t>zkušenost s realizací alespoň jedné zakázky - stavby železničních drah v hodnotě nejméně</w:t>
      </w:r>
      <w:r w:rsidR="007617EB" w:rsidRPr="007617EB">
        <w:t xml:space="preserve"> </w:t>
      </w:r>
      <w:r w:rsidR="007617EB" w:rsidRPr="007617EB">
        <w:rPr>
          <w:b/>
        </w:rPr>
        <w:t>6</w:t>
      </w:r>
      <w:r w:rsidR="007617EB">
        <w:rPr>
          <w:b/>
        </w:rPr>
        <w:t xml:space="preserve"> </w:t>
      </w:r>
      <w:r w:rsidR="007617EB" w:rsidRPr="007617EB">
        <w:rPr>
          <w:b/>
        </w:rPr>
        <w:t xml:space="preserve">750 000,- </w:t>
      </w:r>
      <w:r w:rsidRPr="007617EB">
        <w:rPr>
          <w:b/>
        </w:rPr>
        <w:t>Kč</w:t>
      </w:r>
      <w:r w:rsidRPr="007617EB">
        <w:t xml:space="preserve"> bez DPH, jejímž předmětem byla mj. novostavba nebo rekonstrukce železničního mostu, a to v posledních 10 letech před zahájením zadávacího řízení;</w:t>
      </w:r>
    </w:p>
    <w:p w14:paraId="31F3987C" w14:textId="3C1BF382" w:rsidR="000E4762" w:rsidRPr="007617EB" w:rsidRDefault="000E4762" w:rsidP="00B376E4">
      <w:pPr>
        <w:pStyle w:val="Odrka1-2-"/>
      </w:pPr>
      <w:r w:rsidRPr="007617EB">
        <w:t xml:space="preserve">musí předložit doklad o autorizaci v rozsahu dle § 5 odst. 3 písm. </w:t>
      </w:r>
      <w:r w:rsidRPr="007617EB">
        <w:rPr>
          <w:b/>
        </w:rPr>
        <w:t>d)</w:t>
      </w:r>
      <w:r w:rsidRPr="007617EB">
        <w:t xml:space="preserve"> autorizačního zákona, tedy v oboru mosty a inženýrské konstrukce;</w:t>
      </w:r>
    </w:p>
    <w:p w14:paraId="692DAE00" w14:textId="77777777" w:rsidR="000E4762" w:rsidRPr="007617EB" w:rsidRDefault="000E4762" w:rsidP="0031783A">
      <w:pPr>
        <w:pStyle w:val="Textbezslovn"/>
        <w:numPr>
          <w:ilvl w:val="0"/>
          <w:numId w:val="16"/>
        </w:numPr>
        <w:rPr>
          <w:b/>
        </w:rPr>
      </w:pPr>
      <w:r w:rsidRPr="007617EB">
        <w:rPr>
          <w:b/>
        </w:rPr>
        <w:t>specialista (vedoucí prací) na zabezpečovací zařízení</w:t>
      </w:r>
    </w:p>
    <w:p w14:paraId="7D6077B7" w14:textId="77777777" w:rsidR="000E4762" w:rsidRPr="007617EB" w:rsidRDefault="000E4762" w:rsidP="00B376E4">
      <w:pPr>
        <w:pStyle w:val="Odrka1-2-"/>
      </w:pPr>
      <w:r w:rsidRPr="007617EB">
        <w:t xml:space="preserve">nejméně 5 let praxe v oboru své specializace </w:t>
      </w:r>
      <w:r w:rsidR="00FF2749" w:rsidRPr="007617EB">
        <w:t xml:space="preserve">(zabezpečovací zařízení) </w:t>
      </w:r>
      <w:r w:rsidRPr="007617EB">
        <w:t>při provádění staveb;</w:t>
      </w:r>
    </w:p>
    <w:p w14:paraId="78DD994B" w14:textId="6FBFF930" w:rsidR="000E4762" w:rsidRPr="007617EB" w:rsidRDefault="000E4762" w:rsidP="00B376E4">
      <w:pPr>
        <w:pStyle w:val="Odrka1-2-"/>
      </w:pPr>
      <w:r w:rsidRPr="007617EB">
        <w:t xml:space="preserve">zkušenost s realizací alespoň jedné zakázky - stavby železničních drah v hodnotě nejméně </w:t>
      </w:r>
      <w:r w:rsidR="007617EB" w:rsidRPr="007617EB">
        <w:rPr>
          <w:b/>
        </w:rPr>
        <w:t xml:space="preserve">112 750 000,- </w:t>
      </w:r>
      <w:r w:rsidRPr="007617EB">
        <w:rPr>
          <w:b/>
        </w:rPr>
        <w:t>Kč</w:t>
      </w:r>
      <w:r w:rsidRPr="007617EB">
        <w:t xml:space="preserve"> bez DPH, jejímž předmětem byla mj. novostavba nebo rekonstrukce zabezpečovacího zařízení železničních drah, a to v posledních 10 letech před zahájením zadávacího řízení;</w:t>
      </w:r>
    </w:p>
    <w:p w14:paraId="684ECF26" w14:textId="32C79C1C" w:rsidR="000E4762" w:rsidRPr="007617EB" w:rsidRDefault="000E4762" w:rsidP="00B376E4">
      <w:pPr>
        <w:pStyle w:val="Odrka1-2-"/>
      </w:pPr>
      <w:r w:rsidRPr="007617EB">
        <w:t xml:space="preserve">musí předložit doklad o autorizaci v rozsahu dle § 5 odst. 3 písm. </w:t>
      </w:r>
      <w:r w:rsidRPr="007617EB">
        <w:rPr>
          <w:b/>
        </w:rPr>
        <w:t>e)</w:t>
      </w:r>
      <w:r w:rsidRPr="007617EB">
        <w:t xml:space="preserve"> autorizačního zákona, tedy v oboru technologická zařízení staveb;</w:t>
      </w:r>
    </w:p>
    <w:p w14:paraId="326DDD37" w14:textId="77777777" w:rsidR="000E4762" w:rsidRPr="007617EB" w:rsidRDefault="000E4762" w:rsidP="0031783A">
      <w:pPr>
        <w:pStyle w:val="Textbezslovn"/>
        <w:numPr>
          <w:ilvl w:val="0"/>
          <w:numId w:val="16"/>
        </w:numPr>
      </w:pPr>
      <w:r w:rsidRPr="007617EB">
        <w:rPr>
          <w:b/>
        </w:rPr>
        <w:t>specialista (vedoucí prací) na sdělovací zařízení</w:t>
      </w:r>
    </w:p>
    <w:p w14:paraId="2A12D0D1" w14:textId="77777777" w:rsidR="000E4762" w:rsidRPr="007617EB" w:rsidRDefault="000E4762" w:rsidP="00B376E4">
      <w:pPr>
        <w:pStyle w:val="Odrka1-2-"/>
      </w:pPr>
      <w:r w:rsidRPr="007617EB">
        <w:lastRenderedPageBreak/>
        <w:t xml:space="preserve">nejméně 5 let praxe v oboru své specializace </w:t>
      </w:r>
      <w:r w:rsidR="00FF2749" w:rsidRPr="007617EB">
        <w:t xml:space="preserve">(sdělovací zařízení) </w:t>
      </w:r>
      <w:r w:rsidRPr="007617EB">
        <w:t>při provádění staveb;</w:t>
      </w:r>
    </w:p>
    <w:p w14:paraId="2EE1AF8E" w14:textId="6CEA62DF" w:rsidR="000E4762" w:rsidRPr="007617EB" w:rsidRDefault="000E4762" w:rsidP="00B376E4">
      <w:pPr>
        <w:pStyle w:val="Odrka1-2-"/>
      </w:pPr>
      <w:r w:rsidRPr="007617EB">
        <w:t xml:space="preserve">zkušenost s realizací alespoň jedné zakázky - stavby železničních drah v hodnotě nejméně </w:t>
      </w:r>
      <w:r w:rsidR="007617EB" w:rsidRPr="007617EB">
        <w:rPr>
          <w:b/>
        </w:rPr>
        <w:t>24 250 000,-</w:t>
      </w:r>
      <w:r w:rsidRPr="007617EB">
        <w:rPr>
          <w:b/>
        </w:rPr>
        <w:t xml:space="preserve"> Kč</w:t>
      </w:r>
      <w:r w:rsidRPr="007617EB">
        <w:t xml:space="preserve"> bez DPH, jejímž předmětem byla mj. novostavba nebo rekonstrukce sdělovacího zařízení železničních drah, a to v posledních 10 letech před zahájením zadávacího řízení;</w:t>
      </w:r>
    </w:p>
    <w:p w14:paraId="231894F5" w14:textId="76DFF434" w:rsidR="000E4762" w:rsidRPr="007617EB" w:rsidRDefault="000E4762" w:rsidP="00B376E4">
      <w:pPr>
        <w:pStyle w:val="Odrka1-2-"/>
      </w:pPr>
      <w:r w:rsidRPr="007617EB">
        <w:t xml:space="preserve">musí předložit doklad o autorizaci v rozsahu dle § 5 odst. 3 písm. </w:t>
      </w:r>
      <w:r w:rsidRPr="007617EB">
        <w:rPr>
          <w:b/>
        </w:rPr>
        <w:t>e)</w:t>
      </w:r>
      <w:r w:rsidRPr="007617EB">
        <w:t xml:space="preserve"> autorizačního zákona, tedy v oboru technologická zařízení staveb;</w:t>
      </w:r>
    </w:p>
    <w:p w14:paraId="01174197" w14:textId="77777777" w:rsidR="000E4762" w:rsidRPr="007617EB" w:rsidRDefault="000E4762" w:rsidP="0031783A">
      <w:pPr>
        <w:pStyle w:val="Textbezslovn"/>
        <w:numPr>
          <w:ilvl w:val="0"/>
          <w:numId w:val="16"/>
        </w:numPr>
        <w:rPr>
          <w:b/>
        </w:rPr>
      </w:pPr>
      <w:r w:rsidRPr="007617EB">
        <w:rPr>
          <w:b/>
        </w:rPr>
        <w:t xml:space="preserve">specialista (vedoucí prací) na trakční vedení </w:t>
      </w:r>
    </w:p>
    <w:p w14:paraId="3B415492" w14:textId="77777777" w:rsidR="000E4762" w:rsidRPr="007617EB" w:rsidRDefault="000E4762" w:rsidP="00B376E4">
      <w:pPr>
        <w:pStyle w:val="Odrka1-2-"/>
      </w:pPr>
      <w:r w:rsidRPr="007617EB">
        <w:t xml:space="preserve">nejméně 5 let praxe v oboru své specializace </w:t>
      </w:r>
      <w:r w:rsidR="00FF2749" w:rsidRPr="007617EB">
        <w:t xml:space="preserve">(trakční vedení) </w:t>
      </w:r>
      <w:r w:rsidRPr="007617EB">
        <w:t>při provádění staveb;</w:t>
      </w:r>
    </w:p>
    <w:p w14:paraId="54562B3F" w14:textId="6DEC40C8" w:rsidR="000E4762" w:rsidRPr="007617EB" w:rsidRDefault="000E4762" w:rsidP="00B376E4">
      <w:pPr>
        <w:pStyle w:val="Odrka1-2-"/>
      </w:pPr>
      <w:r w:rsidRPr="007617EB">
        <w:t>zkušenost s realizací alespoň jedné zakázky - stavby železničních drah v hodnotě nejméně</w:t>
      </w:r>
      <w:r w:rsidR="007617EB" w:rsidRPr="007617EB">
        <w:t xml:space="preserve"> </w:t>
      </w:r>
      <w:r w:rsidR="007617EB" w:rsidRPr="007617EB">
        <w:rPr>
          <w:b/>
        </w:rPr>
        <w:t>175 750 000,-</w:t>
      </w:r>
      <w:r w:rsidRPr="007617EB">
        <w:rPr>
          <w:b/>
        </w:rPr>
        <w:t xml:space="preserve"> Kč</w:t>
      </w:r>
      <w:r w:rsidRPr="007617EB">
        <w:t xml:space="preserve"> bez DPH, jejímž předmětem byla mj. novostavba nebo rekonstrukce trakčního vedení železničních drah, a to v posledních 10 letech před zahájením zadávacího řízení;</w:t>
      </w:r>
    </w:p>
    <w:p w14:paraId="08C5F14C" w14:textId="1B7E1F3C" w:rsidR="000E4762" w:rsidRPr="007617EB" w:rsidRDefault="000E4762" w:rsidP="00B376E4">
      <w:pPr>
        <w:pStyle w:val="Odrka1-2-"/>
      </w:pPr>
      <w:r w:rsidRPr="007617EB">
        <w:t>musí předložit doklad o autorizaci v rozsahu dle § 5 odst. 3 písm. e) autorizačního zákona, tedy v oboru technologická zařízení staveb;</w:t>
      </w:r>
    </w:p>
    <w:p w14:paraId="2CC6A92F" w14:textId="77777777" w:rsidR="000E4762" w:rsidRPr="007617EB" w:rsidRDefault="000E4762" w:rsidP="0031783A">
      <w:pPr>
        <w:pStyle w:val="Textbezslovn"/>
        <w:numPr>
          <w:ilvl w:val="0"/>
          <w:numId w:val="16"/>
        </w:numPr>
      </w:pPr>
      <w:r w:rsidRPr="007617EB">
        <w:rPr>
          <w:b/>
        </w:rPr>
        <w:t>specialista (vedoucí prací) na silnoproud</w:t>
      </w:r>
    </w:p>
    <w:p w14:paraId="4A0DC0B6" w14:textId="77777777" w:rsidR="000E4762" w:rsidRPr="007617EB" w:rsidRDefault="000E4762" w:rsidP="00B376E4">
      <w:pPr>
        <w:pStyle w:val="Odrka1-2-"/>
      </w:pPr>
      <w:r w:rsidRPr="007617EB">
        <w:t xml:space="preserve">nejméně 5 let praxe v oboru své specializace </w:t>
      </w:r>
      <w:r w:rsidR="00FF2749" w:rsidRPr="007617EB">
        <w:t xml:space="preserve">(silnoproud) </w:t>
      </w:r>
      <w:r w:rsidRPr="007617EB">
        <w:t>při provádění staveb;</w:t>
      </w:r>
    </w:p>
    <w:p w14:paraId="0CA6EDD2" w14:textId="4AEE4157" w:rsidR="000E4762" w:rsidRPr="00805C43" w:rsidRDefault="000E4762" w:rsidP="00B376E4">
      <w:pPr>
        <w:pStyle w:val="Odrka1-2-"/>
      </w:pPr>
      <w:r w:rsidRPr="007617EB">
        <w:t xml:space="preserve">zkušenost s realizací alespoň jedné zakázky - stavby železničních drah v hodnotě nejméně </w:t>
      </w:r>
      <w:r w:rsidR="007617EB" w:rsidRPr="007617EB">
        <w:rPr>
          <w:b/>
        </w:rPr>
        <w:t xml:space="preserve">128 000 000,- </w:t>
      </w:r>
      <w:r w:rsidRPr="007617EB">
        <w:rPr>
          <w:b/>
        </w:rPr>
        <w:t>Kč</w:t>
      </w:r>
      <w:r w:rsidRPr="007617EB">
        <w:t xml:space="preserve"> bez DPH, jejímž předmětem byla mj. </w:t>
      </w:r>
      <w:r w:rsidRPr="00805C43">
        <w:t>novostavba nebo rekonstrukce silnoproudých zařízení železničních drah, a to v posledních 10 letech před zahájením zadávacího řízení;</w:t>
      </w:r>
    </w:p>
    <w:p w14:paraId="7AFE53BF" w14:textId="314D95F3" w:rsidR="000E4762" w:rsidRPr="00805C43" w:rsidRDefault="000E4762" w:rsidP="00B376E4">
      <w:pPr>
        <w:pStyle w:val="Odrka1-2-"/>
      </w:pPr>
      <w:r w:rsidRPr="00805C43">
        <w:t xml:space="preserve">musí předložit doklad o autorizaci v rozsahu dle § 5 odst. 3 písm. </w:t>
      </w:r>
      <w:r w:rsidRPr="00805C43">
        <w:rPr>
          <w:b/>
        </w:rPr>
        <w:t>e)</w:t>
      </w:r>
      <w:r w:rsidRPr="00805C43">
        <w:t xml:space="preserve"> autorizačního zákona, tedy v oboru technologická zařízení staveb</w:t>
      </w:r>
      <w:r w:rsidR="00B376E4" w:rsidRPr="00805C43">
        <w:t>;</w:t>
      </w:r>
    </w:p>
    <w:p w14:paraId="09DFCB03" w14:textId="77777777" w:rsidR="000E4762" w:rsidRPr="00805C43" w:rsidRDefault="000E4762" w:rsidP="0031783A">
      <w:pPr>
        <w:pStyle w:val="Textbezslovn"/>
        <w:numPr>
          <w:ilvl w:val="0"/>
          <w:numId w:val="16"/>
        </w:numPr>
      </w:pPr>
      <w:r w:rsidRPr="00805C43">
        <w:rPr>
          <w:b/>
        </w:rPr>
        <w:t>specialista (vedoucí prací) na geotechniku</w:t>
      </w:r>
    </w:p>
    <w:p w14:paraId="540E1BB9" w14:textId="77777777" w:rsidR="000E4762" w:rsidRPr="00805C43" w:rsidRDefault="000E4762" w:rsidP="00B376E4">
      <w:pPr>
        <w:pStyle w:val="Odrka1-2-"/>
      </w:pPr>
      <w:r w:rsidRPr="00805C43">
        <w:t xml:space="preserve">nejméně 5 let praxe v oboru své specializace </w:t>
      </w:r>
      <w:r w:rsidR="00FF2749" w:rsidRPr="00805C43">
        <w:t xml:space="preserve">(geotechnika) </w:t>
      </w:r>
      <w:r w:rsidRPr="00805C43">
        <w:t>při provádění staveb;</w:t>
      </w:r>
    </w:p>
    <w:p w14:paraId="3C4A644B" w14:textId="63C508DD" w:rsidR="000E4762" w:rsidRPr="00805C43" w:rsidRDefault="000E4762" w:rsidP="00B376E4">
      <w:pPr>
        <w:pStyle w:val="Odrka1-2-"/>
      </w:pPr>
      <w:r w:rsidRPr="00805C43">
        <w:t xml:space="preserve">zkušenost s realizací alespoň jedné zakázky - dopravní stavby v hodnotě nejméně </w:t>
      </w:r>
      <w:r w:rsidR="007617EB" w:rsidRPr="00805C43">
        <w:rPr>
          <w:b/>
        </w:rPr>
        <w:t xml:space="preserve">17 500 000,- </w:t>
      </w:r>
      <w:r w:rsidRPr="00805C43">
        <w:rPr>
          <w:b/>
        </w:rPr>
        <w:t>Kč</w:t>
      </w:r>
      <w:r w:rsidRPr="00805C43">
        <w:t xml:space="preserve"> bez</w:t>
      </w:r>
      <w:r w:rsidR="00805C43" w:rsidRPr="00805C43">
        <w:t xml:space="preserve"> DPH</w:t>
      </w:r>
      <w:r w:rsidRPr="00805C43">
        <w:t>, jejímž předmětem byla mj. geotechnická činnost při výstavbě nebo rekonstrukci dopravní stavby, a to v posledních 10 letech před zahájením zadávacího řízení;</w:t>
      </w:r>
    </w:p>
    <w:p w14:paraId="0CF67428" w14:textId="3BAF0075" w:rsidR="000E4762" w:rsidRPr="00805C43" w:rsidRDefault="000E4762" w:rsidP="00B376E4">
      <w:pPr>
        <w:pStyle w:val="Odrka1-2-"/>
      </w:pPr>
      <w:r w:rsidRPr="00805C43">
        <w:t xml:space="preserve">musí předložit doklad o autorizaci v rozsahu dle § 5 odst. 3 písm. </w:t>
      </w:r>
      <w:r w:rsidRPr="00805C43">
        <w:rPr>
          <w:b/>
        </w:rPr>
        <w:t xml:space="preserve">i) </w:t>
      </w:r>
      <w:r w:rsidRPr="00805C43">
        <w:t>autorizačního zákona, tedy v oboru geotechnika;</w:t>
      </w:r>
    </w:p>
    <w:p w14:paraId="65D2CD03" w14:textId="77777777" w:rsidR="000E4762" w:rsidRPr="00805C43" w:rsidRDefault="000E4762" w:rsidP="0031783A">
      <w:pPr>
        <w:pStyle w:val="Textbezslovn"/>
        <w:numPr>
          <w:ilvl w:val="0"/>
          <w:numId w:val="16"/>
        </w:numPr>
        <w:rPr>
          <w:b/>
        </w:rPr>
      </w:pPr>
      <w:r w:rsidRPr="00805C43">
        <w:rPr>
          <w:b/>
        </w:rPr>
        <w:t>osoba odpovědná za kontrolu kvality</w:t>
      </w:r>
    </w:p>
    <w:p w14:paraId="74DA6B90" w14:textId="77777777" w:rsidR="000E4762" w:rsidRPr="00805C43" w:rsidRDefault="000E4762" w:rsidP="00B376E4">
      <w:pPr>
        <w:pStyle w:val="Odrka1-2-"/>
      </w:pPr>
      <w:r w:rsidRPr="00805C43">
        <w:t>nejméně 5 let praxe v oboru kontroly kvality, se znalostí ověřování kvality stavebních materiálů;</w:t>
      </w:r>
    </w:p>
    <w:p w14:paraId="7A5D614E" w14:textId="77777777" w:rsidR="000E4762" w:rsidRPr="00805C43" w:rsidRDefault="000E4762" w:rsidP="0031783A">
      <w:pPr>
        <w:pStyle w:val="Textbezslovn"/>
        <w:numPr>
          <w:ilvl w:val="0"/>
          <w:numId w:val="16"/>
        </w:numPr>
        <w:rPr>
          <w:b/>
        </w:rPr>
      </w:pPr>
      <w:r w:rsidRPr="00805C43">
        <w:rPr>
          <w:b/>
        </w:rPr>
        <w:t>osoba odpovědná za bezpečnost a ochranu zdraví při práci</w:t>
      </w:r>
    </w:p>
    <w:p w14:paraId="7E223028" w14:textId="77777777" w:rsidR="000E4762" w:rsidRPr="00805C43" w:rsidRDefault="000E4762" w:rsidP="00B376E4">
      <w:pPr>
        <w:pStyle w:val="Odrka1-2-"/>
      </w:pPr>
      <w:r w:rsidRPr="00805C43">
        <w:t>nejméně 5 let praxe v oboru bezpečnosti a ochrany zdraví při práci;</w:t>
      </w:r>
    </w:p>
    <w:p w14:paraId="009E5BDB" w14:textId="77777777" w:rsidR="000E4762" w:rsidRPr="00805C43" w:rsidRDefault="000E4762" w:rsidP="0031783A">
      <w:pPr>
        <w:pStyle w:val="Textbezslovn"/>
        <w:numPr>
          <w:ilvl w:val="0"/>
          <w:numId w:val="16"/>
        </w:numPr>
        <w:rPr>
          <w:b/>
        </w:rPr>
      </w:pPr>
      <w:r w:rsidRPr="00805C43">
        <w:rPr>
          <w:b/>
        </w:rPr>
        <w:t>osoba odpovědná za ochranu životního prostředí</w:t>
      </w:r>
    </w:p>
    <w:p w14:paraId="06F0EDE9" w14:textId="77777777" w:rsidR="000E4762" w:rsidRPr="00805C43" w:rsidRDefault="000E4762" w:rsidP="00B376E4">
      <w:pPr>
        <w:pStyle w:val="Odrka1-2-"/>
      </w:pPr>
      <w:r w:rsidRPr="00805C43">
        <w:t>nejméně 5 let praxe v oboru ochrany životního prostředí;</w:t>
      </w:r>
    </w:p>
    <w:p w14:paraId="63E3C787" w14:textId="77777777" w:rsidR="000E4762" w:rsidRPr="00805C43" w:rsidRDefault="000E4762" w:rsidP="0031783A">
      <w:pPr>
        <w:pStyle w:val="Textbezslovn"/>
        <w:numPr>
          <w:ilvl w:val="0"/>
          <w:numId w:val="16"/>
        </w:numPr>
        <w:rPr>
          <w:b/>
        </w:rPr>
      </w:pPr>
      <w:r w:rsidRPr="00805C43">
        <w:rPr>
          <w:b/>
        </w:rPr>
        <w:t>osoba odpovědná za odpadové hospodářství</w:t>
      </w:r>
    </w:p>
    <w:p w14:paraId="732ECD44" w14:textId="77777777" w:rsidR="000E4762" w:rsidRPr="00805C43" w:rsidRDefault="000E4762" w:rsidP="00B376E4">
      <w:pPr>
        <w:pStyle w:val="Odrka1-2-"/>
      </w:pPr>
      <w:r w:rsidRPr="00805C43">
        <w:t>nejméně 5 let praxe v oboru odpadového hospodářství;</w:t>
      </w:r>
    </w:p>
    <w:p w14:paraId="6585A39C" w14:textId="74FF0E7F" w:rsidR="000E4762" w:rsidRPr="00805C43" w:rsidRDefault="009C252C" w:rsidP="0031783A">
      <w:pPr>
        <w:pStyle w:val="Textbezslovn"/>
        <w:numPr>
          <w:ilvl w:val="0"/>
          <w:numId w:val="16"/>
        </w:numPr>
      </w:pPr>
      <w:r>
        <w:rPr>
          <w:b/>
        </w:rPr>
        <w:t xml:space="preserve">autorizovaný </w:t>
      </w:r>
      <w:r w:rsidR="000E4762" w:rsidRPr="00805C43">
        <w:rPr>
          <w:b/>
        </w:rPr>
        <w:t>zeměměřický inženýr</w:t>
      </w:r>
    </w:p>
    <w:p w14:paraId="52E285E4" w14:textId="5527C399" w:rsidR="000E4762" w:rsidRPr="00805C43" w:rsidRDefault="00145495" w:rsidP="00B376E4">
      <w:pPr>
        <w:pStyle w:val="Odrka1-2-"/>
      </w:pPr>
      <w:r>
        <w:t xml:space="preserve">autorizace </w:t>
      </w:r>
      <w:r w:rsidR="000E4762" w:rsidRPr="00805C43">
        <w:t xml:space="preserve">pro ověřování výsledků zeměměřických činností v rozsahu dle § </w:t>
      </w:r>
      <w:r>
        <w:t>16f</w:t>
      </w:r>
      <w:r w:rsidR="000E4762" w:rsidRPr="00805C43">
        <w:t xml:space="preserve"> odst. 1 písm. </w:t>
      </w:r>
      <w:r w:rsidR="000E4762" w:rsidRPr="00805C43">
        <w:rPr>
          <w:b/>
        </w:rPr>
        <w:t>a)</w:t>
      </w:r>
      <w:r w:rsidR="000E4762" w:rsidRPr="00805C43">
        <w:t xml:space="preserve"> a </w:t>
      </w:r>
      <w:r w:rsidR="000E4762" w:rsidRPr="00805C43">
        <w:rPr>
          <w:b/>
        </w:rPr>
        <w:t>c)</w:t>
      </w:r>
      <w:r w:rsidR="000E4762" w:rsidRPr="00805C43">
        <w:t xml:space="preserve"> zákona č. 200/1994 Sb., o zeměměřictví a o změně a doplnění některých zákonů souvisejících s jeho zavedením, ve znění pozdějších předpisů;</w:t>
      </w:r>
    </w:p>
    <w:p w14:paraId="410A0AB0" w14:textId="7A41F20C" w:rsidR="00446215" w:rsidRDefault="000E4762" w:rsidP="00805C43">
      <w:pPr>
        <w:pStyle w:val="Odrka1-2-"/>
      </w:pPr>
      <w:r w:rsidRPr="00805C43">
        <w:t>zkušenost s realizací alespoň jedné zakázky - dopravní stavby v hodnotě nejméně</w:t>
      </w:r>
      <w:r w:rsidR="00805C43" w:rsidRPr="00805C43">
        <w:t xml:space="preserve"> </w:t>
      </w:r>
      <w:r w:rsidR="00805C43" w:rsidRPr="00805C43">
        <w:rPr>
          <w:b/>
        </w:rPr>
        <w:t>125 500 000,-</w:t>
      </w:r>
      <w:r w:rsidRPr="00805C43">
        <w:rPr>
          <w:b/>
        </w:rPr>
        <w:t xml:space="preserve"> Kč</w:t>
      </w:r>
      <w:r w:rsidRPr="00805C43">
        <w:t xml:space="preserve"> bez DPH, jejímž předmětem bylo mj. ověřování </w:t>
      </w:r>
      <w:r w:rsidRPr="00805C43">
        <w:lastRenderedPageBreak/>
        <w:t>zeměměřických činností při novostavbě nebo rekonstrukci dopravní stavby, a to v posledních 10 letech před zahájením zadávacího řízení.</w:t>
      </w:r>
    </w:p>
    <w:p w14:paraId="4EEFB955" w14:textId="77777777" w:rsidR="00805C43" w:rsidRPr="00805C43" w:rsidRDefault="00805C43" w:rsidP="00805C43">
      <w:pPr>
        <w:pStyle w:val="Odrka1-2-"/>
        <w:numPr>
          <w:ilvl w:val="0"/>
          <w:numId w:val="0"/>
        </w:numPr>
        <w:ind w:left="1531"/>
      </w:pPr>
    </w:p>
    <w:p w14:paraId="1ACA9C7A" w14:textId="6B9EBC11"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69E1BE92" w14:textId="3F7081E4"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71BE6F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56AFF23D" w:rsidR="000E4762" w:rsidRDefault="000E4762" w:rsidP="000E4762">
      <w:pPr>
        <w:pStyle w:val="Textbezslovn"/>
      </w:pPr>
      <w:r w:rsidRPr="00187039">
        <w:rPr>
          <w:b/>
        </w:rPr>
        <w:t>Zadavatel uzná pouze takovou zkušenost člena odborného personálu</w:t>
      </w:r>
      <w:r w:rsidR="000D4ABE">
        <w:rPr>
          <w:b/>
        </w:rPr>
        <w:t xml:space="preserve"> (nevztahuje se na odpovědného projektanta)</w:t>
      </w:r>
      <w:r w:rsidRPr="00187039">
        <w:rPr>
          <w:b/>
        </w:rPr>
        <w:t xml:space="preserve">,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45D0EF17" w:rsidR="000E4762" w:rsidRDefault="000E4762" w:rsidP="000E4762">
      <w:pPr>
        <w:pStyle w:val="Textbezslovn"/>
      </w:pPr>
      <w:r>
        <w:t xml:space="preserve">V případě, že je v seznamu členů odborného personálu dodavatele ve funkci </w:t>
      </w:r>
      <w:r w:rsidR="00145495">
        <w:t xml:space="preserve">autorizovaného </w:t>
      </w:r>
      <w:r>
        <w:t xml:space="preserve">zeměměřického inženýra dodavatelem uvedeno za účelem prokázání kvalifikace více osob, zadavatel požaduje, aby požadovaný rozsah </w:t>
      </w:r>
      <w:r w:rsidR="00145495">
        <w:t xml:space="preserve">autorizace </w:t>
      </w:r>
      <w:r>
        <w:t xml:space="preserve">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w:t>
      </w:r>
      <w:r w:rsidR="00145495">
        <w:t>16f</w:t>
      </w:r>
      <w:r>
        <w:t xml:space="preserve"> odst. 1 zák. č. č. 200/1994 Sb., o zeměměřictví a o změně a doplnění některých zákonů souvisejících s jeho zavedením, ve znění pozdějších předpisů).</w:t>
      </w:r>
    </w:p>
    <w:p w14:paraId="3A91206C" w14:textId="77777777"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w:t>
      </w:r>
      <w:r>
        <w:lastRenderedPageBreak/>
        <w:t>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letech od zahájení zadávacího řízení závažných nebo dlouhodobých pochybení při plnění </w:t>
      </w:r>
      <w:r>
        <w:lastRenderedPageBreak/>
        <w:t>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0F1ECCF6"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lastRenderedPageBreak/>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32F1CEB6" w:rsidR="0035531B" w:rsidRDefault="0035531B" w:rsidP="0006499F">
      <w:pPr>
        <w:pStyle w:val="Odrka1-1"/>
      </w:pPr>
      <w:r>
        <w:t>Informace</w:t>
      </w:r>
      <w:r w:rsidR="00BC6D2B">
        <w:t xml:space="preserve"> k </w:t>
      </w:r>
      <w:r>
        <w:t xml:space="preserve">doložení </w:t>
      </w:r>
      <w:r w:rsidR="00242E1B">
        <w:t xml:space="preserve">autorizace </w:t>
      </w:r>
      <w:r>
        <w:t>pro ověřování výsledků zeměměřických činností</w:t>
      </w:r>
      <w:r w:rsidR="00092CC9">
        <w:t xml:space="preserve"> v </w:t>
      </w:r>
      <w:r>
        <w:t xml:space="preserve">rozsahu dle § </w:t>
      </w:r>
      <w:r w:rsidR="00242E1B">
        <w:t>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242E1B">
        <w:t xml:space="preserve"> autorizace</w:t>
      </w:r>
      <w:r>
        <w:t xml:space="preserve">. </w:t>
      </w:r>
      <w:r w:rsidR="00242E1B">
        <w:t xml:space="preserve">Autorizaci </w:t>
      </w:r>
      <w:r>
        <w:t xml:space="preserve">udělí </w:t>
      </w:r>
      <w:r w:rsidR="00242E1B" w:rsidRPr="00B370A2">
        <w:t>Česk</w:t>
      </w:r>
      <w:r w:rsidR="00242E1B">
        <w:t>á</w:t>
      </w:r>
      <w:r w:rsidR="00242E1B" w:rsidRPr="00B370A2">
        <w:t xml:space="preserve"> komor</w:t>
      </w:r>
      <w:r w:rsidR="00242E1B">
        <w:t>a</w:t>
      </w:r>
      <w:r w:rsidR="00242E1B" w:rsidRPr="00B370A2">
        <w:t xml:space="preserve"> zeměměřičů</w:t>
      </w:r>
      <w:r w:rsidR="00242E1B">
        <w:t xml:space="preserve">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242E1B">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F659D"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2415932D" w:rsidR="0035531B" w:rsidRDefault="0035531B" w:rsidP="0006499F">
      <w:pPr>
        <w:pStyle w:val="Textbezslovn"/>
      </w:pPr>
      <w:r>
        <w:t>Pokud není dodavatel schopen prokázat t ekonomick</w:t>
      </w:r>
      <w:r w:rsidR="00371B6B">
        <w:t>ou</w:t>
      </w:r>
      <w:r>
        <w:t xml:space="preserve"> kvalifikac</w:t>
      </w:r>
      <w:r w:rsidR="00371B6B">
        <w:t>i</w:t>
      </w:r>
      <w:r>
        <w:t>, technick</w:t>
      </w:r>
      <w:r w:rsidR="00371B6B">
        <w:t>ou</w:t>
      </w:r>
      <w:r>
        <w:t xml:space="preserve"> kvalifikac</w:t>
      </w:r>
      <w:r w:rsidR="00371B6B">
        <w:t>i</w:t>
      </w:r>
      <w:r>
        <w:t xml:space="preserve"> nebo profesní způsobilosti</w:t>
      </w:r>
      <w:r w:rsidR="00845C50">
        <w:t xml:space="preserve"> s </w:t>
      </w:r>
      <w:r>
        <w:t>výjimkou kritéria podle § 77 odst. 1 ZZVZ požadovan</w:t>
      </w:r>
      <w:r w:rsidR="00371B6B">
        <w:t>ou</w:t>
      </w:r>
      <w:r>
        <w:t xml:space="preserve">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0E6B3098"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33F5DC"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4" w:name="_Toc147828144"/>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w:t>
      </w:r>
      <w:proofErr w:type="gramStart"/>
      <w:r w:rsidR="00ED6AFD" w:rsidRPr="000D22AD">
        <w:t>4b</w:t>
      </w:r>
      <w:proofErr w:type="gramEnd"/>
      <w:r w:rsidR="00ED6AFD" w:rsidRPr="000D22AD">
        <w:t xml:space="preserve">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2A25DD6A"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PDP</w:t>
      </w:r>
      <w:r w:rsidR="00803E68">
        <w:t>S</w:t>
      </w:r>
      <w:r>
        <w:t xml:space="preserve">,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w:t>
      </w:r>
      <w:r>
        <w:lastRenderedPageBreak/>
        <w:t xml:space="preserve">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77777777" w:rsidR="00645BDD" w:rsidRDefault="00645BDD" w:rsidP="00645BDD">
      <w:pPr>
        <w:pStyle w:val="Odrka1-1"/>
      </w:pPr>
      <w: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14FCF235" w14:textId="77777777" w:rsidR="00805C43" w:rsidRDefault="00645BDD" w:rsidP="00805C43">
      <w:pPr>
        <w:pStyle w:val="Odrka1-1"/>
        <w:spacing w:after="0"/>
      </w:pPr>
      <w:r>
        <w:t xml:space="preserve">Specifikaci </w:t>
      </w:r>
      <w:r w:rsidRPr="00805C43">
        <w:t>typu zabezpečovacího zařízení, zařízení elektrotechniky a energetiky, které bude dodavatelem určeno k použití pro plnění předmětné veřejné zakázky a</w:t>
      </w:r>
      <w:r>
        <w:t xml:space="preserve">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0E9719A7" w14:textId="77777777" w:rsidR="00805C43" w:rsidRDefault="00805C43" w:rsidP="00805C43">
      <w:pPr>
        <w:pStyle w:val="Odrka1-1"/>
        <w:numPr>
          <w:ilvl w:val="0"/>
          <w:numId w:val="0"/>
        </w:numPr>
        <w:spacing w:after="0"/>
        <w:ind w:left="1077"/>
      </w:pPr>
      <w:r>
        <w:t>-</w:t>
      </w:r>
      <w:r>
        <w:tab/>
        <w:t>pro omezení vlivu AC trakce 25kV na zabezpečovací zařízení zajištění dodávky,</w:t>
      </w:r>
    </w:p>
    <w:p w14:paraId="3A905819" w14:textId="2452B04C" w:rsidR="00805C43" w:rsidRDefault="00805C43" w:rsidP="00805C43">
      <w:pPr>
        <w:pStyle w:val="Odrka1-1"/>
        <w:numPr>
          <w:ilvl w:val="0"/>
          <w:numId w:val="0"/>
        </w:numPr>
        <w:spacing w:after="0"/>
        <w:ind w:left="1077"/>
      </w:pPr>
      <w:r>
        <w:t xml:space="preserve">     instalace a uvedení do provozu zabezpečovacího zařízení, </w:t>
      </w:r>
    </w:p>
    <w:p w14:paraId="4E9079D8" w14:textId="77777777" w:rsidR="00805C43" w:rsidRDefault="00805C43" w:rsidP="00805C43">
      <w:pPr>
        <w:pStyle w:val="Odrka1-1"/>
        <w:numPr>
          <w:ilvl w:val="0"/>
          <w:numId w:val="0"/>
        </w:numPr>
        <w:spacing w:after="0"/>
        <w:ind w:left="1077"/>
      </w:pPr>
      <w:r>
        <w:t>-</w:t>
      </w:r>
      <w:r>
        <w:tab/>
        <w:t xml:space="preserve">rozvaděč 1f 25 </w:t>
      </w:r>
      <w:proofErr w:type="spellStart"/>
      <w:r>
        <w:t>kV</w:t>
      </w:r>
      <w:proofErr w:type="spellEnd"/>
      <w:r>
        <w:t xml:space="preserve"> pro napájení trakčního vedení systémem 25 </w:t>
      </w:r>
      <w:proofErr w:type="spellStart"/>
      <w:r>
        <w:t>kV</w:t>
      </w:r>
      <w:proofErr w:type="spellEnd"/>
      <w:r>
        <w:t xml:space="preserve">, 50 Hz,  </w:t>
      </w:r>
    </w:p>
    <w:p w14:paraId="179F273E" w14:textId="718BA39D" w:rsidR="00805C43" w:rsidRDefault="00805C43" w:rsidP="00805C43">
      <w:pPr>
        <w:pStyle w:val="Odrka1-1"/>
        <w:numPr>
          <w:ilvl w:val="0"/>
          <w:numId w:val="0"/>
        </w:numPr>
        <w:spacing w:after="0"/>
        <w:ind w:left="1077"/>
      </w:pPr>
      <w:r>
        <w:t>-</w:t>
      </w:r>
      <w:r>
        <w:tab/>
        <w:t>izolátory,</w:t>
      </w:r>
    </w:p>
    <w:p w14:paraId="4FB12BD9" w14:textId="1510C223" w:rsidR="00805C43" w:rsidRDefault="00805C43" w:rsidP="00805C43">
      <w:pPr>
        <w:pStyle w:val="Odrka1-1"/>
        <w:numPr>
          <w:ilvl w:val="0"/>
          <w:numId w:val="0"/>
        </w:numPr>
        <w:spacing w:after="0"/>
        <w:ind w:left="1077"/>
      </w:pPr>
      <w:r>
        <w:t>-</w:t>
      </w:r>
      <w:r>
        <w:tab/>
        <w:t>děliče,</w:t>
      </w:r>
    </w:p>
    <w:p w14:paraId="4EAAB7AF" w14:textId="35CF6CBF" w:rsidR="00645BDD" w:rsidRDefault="00805C43" w:rsidP="00805C43">
      <w:pPr>
        <w:pStyle w:val="Odrka1-1"/>
        <w:numPr>
          <w:ilvl w:val="0"/>
          <w:numId w:val="0"/>
        </w:numPr>
        <w:ind w:left="1077"/>
      </w:pPr>
      <w:r>
        <w:t>-</w:t>
      </w:r>
      <w:r>
        <w:tab/>
      </w:r>
      <w:r w:rsidRPr="00805C43">
        <w:t>odpojovače.</w:t>
      </w:r>
    </w:p>
    <w:p w14:paraId="06559FBA" w14:textId="004FA09E" w:rsidR="0075249A" w:rsidRDefault="00645BDD" w:rsidP="00805C43">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03EA6FC4"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se </w:t>
      </w:r>
      <w:r w:rsidR="001B5C78">
        <w:rPr>
          <w:lang w:eastAsia="cs-CZ"/>
        </w:rPr>
        <w:t xml:space="preserve">zákonem upravujícím provádění mezinárodních sankcí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10C77084"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7240BC">
        <w:t>,</w:t>
      </w:r>
      <w:r>
        <w:t xml:space="preserve"> resp. odeslaná okamžikem doručení, resp. odeslání tomuto společníkovi.</w:t>
      </w:r>
    </w:p>
    <w:p w14:paraId="300C9B57" w14:textId="3CBF4504" w:rsidR="00645BDD" w:rsidRPr="007240BC" w:rsidRDefault="0035531B" w:rsidP="007240BC">
      <w:pPr>
        <w:pStyle w:val="Text1-1"/>
        <w:rPr>
          <w: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77777777" w:rsidR="00BC6D2B" w:rsidRDefault="00BC6D2B" w:rsidP="00BC6D2B">
      <w:pPr>
        <w:pStyle w:val="Text1-1"/>
      </w:pPr>
      <w:r>
        <w:t>Dopis nabídky a návrh smlouvy na plnění této veřejné zakázky:</w:t>
      </w:r>
    </w:p>
    <w:p w14:paraId="214FBAE9" w14:textId="77777777" w:rsidR="00177A1C" w:rsidRDefault="00177A1C" w:rsidP="00177A1C">
      <w:pPr>
        <w:pStyle w:val="Odrka1-1"/>
      </w:pPr>
      <w:r>
        <w:t xml:space="preserve">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w:t>
      </w:r>
      <w:r>
        <w:lastRenderedPageBreak/>
        <w:t>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5" w:name="_Toc147828145"/>
      <w:r>
        <w:t>PROHLÍDKA MÍSTA PLNĚNÍ (STAVENIŠTĚ)</w:t>
      </w:r>
      <w:bookmarkEnd w:id="15"/>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6" w:name="_Toc147828146"/>
      <w:r>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7" w:name="_Toc147828147"/>
      <w:r>
        <w:t>OBSAH</w:t>
      </w:r>
      <w:r w:rsidR="00845C50">
        <w:t xml:space="preserve"> a </w:t>
      </w:r>
      <w:r>
        <w:t>PODÁVÁNÍ NABÍDEK</w:t>
      </w:r>
      <w:bookmarkEnd w:id="17"/>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2E568A72"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w:t>
      </w:r>
      <w:r>
        <w:lastRenderedPageBreak/>
        <w:t xml:space="preserve">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4E34250F"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7240BC" w:rsidRDefault="00177A1C" w:rsidP="00177A1C">
      <w:pPr>
        <w:pStyle w:val="Odrka1-1"/>
      </w:pPr>
      <w:r w:rsidRPr="007240BC">
        <w:t>Harmonogram postupu prací zpracovaný podle požadavků zadavatele stanovených v článku 9.1 těchto Pokynů.</w:t>
      </w:r>
    </w:p>
    <w:p w14:paraId="1E06A3C4" w14:textId="57101A4A" w:rsidR="00177A1C" w:rsidRPr="007240BC" w:rsidRDefault="00177A1C" w:rsidP="00177A1C">
      <w:pPr>
        <w:pStyle w:val="Odrka1-1"/>
      </w:pPr>
      <w:r w:rsidRPr="007240BC">
        <w:t>Specifikace typu zabezpečovacího zařízení</w:t>
      </w:r>
      <w:r w:rsidR="001C7465" w:rsidRPr="007240BC">
        <w:t xml:space="preserve">, </w:t>
      </w:r>
      <w:r w:rsidRPr="007240BC">
        <w:t xml:space="preserve">zařízení elektrotechniky a energetiky dle č. 9.1 těchto Pokynů. </w:t>
      </w:r>
    </w:p>
    <w:p w14:paraId="7FC554FD" w14:textId="1A057E35" w:rsidR="00177A1C" w:rsidRPr="007240BC" w:rsidRDefault="00177A1C" w:rsidP="00177A1C">
      <w:pPr>
        <w:pStyle w:val="Odrka1-1"/>
      </w:pPr>
      <w:r w:rsidRPr="007240BC">
        <w:t xml:space="preserve">Specifikace způsobu plnění předmětu veřejné zakázky dle čl. 9.1 těchto Pokynů. </w:t>
      </w:r>
    </w:p>
    <w:p w14:paraId="61197F1D" w14:textId="490A13E0" w:rsidR="001C7465" w:rsidRDefault="001C7465" w:rsidP="001C7465">
      <w:pPr>
        <w:pStyle w:val="Odrka1-1"/>
      </w:pPr>
      <w:r w:rsidRPr="00010882">
        <w:rPr>
          <w:lang w:eastAsia="cs-CZ"/>
        </w:rPr>
        <w:lastRenderedPageBreak/>
        <w:t xml:space="preserve">Čestné prohlášení o splnění podmínek v souvislosti se </w:t>
      </w:r>
      <w:r w:rsidR="00610148">
        <w:rPr>
          <w:lang w:eastAsia="cs-CZ"/>
        </w:rPr>
        <w:t>zákonem upravujícím provádění mezinárodních sankcí</w:t>
      </w:r>
      <w:r>
        <w:rPr>
          <w:lang w:eastAsia="cs-CZ"/>
        </w:rPr>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1FCD6ECA"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47828148"/>
      <w:r>
        <w:t>POŽADAVKY NA ZPRACOVÁNÍ NABÍDKOVÉ CENY</w:t>
      </w:r>
      <w:bookmarkEnd w:id="18"/>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w:t>
      </w:r>
      <w:r>
        <w:lastRenderedPageBreak/>
        <w:t xml:space="preserve">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184C326E" w14:textId="3432FEB4"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9" w:name="_Toc147828149"/>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47828150"/>
      <w:r>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47828151"/>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 xml:space="preserve">Zadavatel upozorňuje, že v souladu s § 48 odst. 5 písm. d) ve spojení s § 167 odst. 1 ZZVZ si vyhrazuje právo vyloučit účastníka zadávacího řízená pro nezpůsobilost, pokud </w:t>
      </w:r>
      <w:r>
        <w:lastRenderedPageBreak/>
        <w:t>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47828152"/>
      <w:r>
        <w:t>HODNOCENÍ NABÍDEK</w:t>
      </w:r>
      <w:bookmarkEnd w:id="22"/>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47828153"/>
      <w:r>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584ECAF4" w:rsidR="00D60F62" w:rsidRDefault="0035531B" w:rsidP="007240BC">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28E1FF09" w14:textId="59D8B835" w:rsidR="0035531B" w:rsidRDefault="0035531B" w:rsidP="007038DC">
      <w:pPr>
        <w:pStyle w:val="Nadpis1-1"/>
      </w:pPr>
      <w:bookmarkStart w:id="24" w:name="_Toc147828154"/>
      <w:r>
        <w:t>UZAVŘENÍ SMLOUVY</w:t>
      </w:r>
      <w:bookmarkEnd w:id="24"/>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45310149"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B55F59">
        <w:rPr>
          <w:rStyle w:val="Tun9b"/>
          <w:b w:val="0"/>
        </w:rPr>
        <w:t xml:space="preserve">Pokud je požadován </w:t>
      </w:r>
      <w:r w:rsidR="001C6C39">
        <w:rPr>
          <w:b/>
        </w:rPr>
        <w:t>o</w:t>
      </w:r>
      <w:r w:rsidRPr="001A4B1E">
        <w:rPr>
          <w:b/>
        </w:rPr>
        <w:t>riginál nebo úředně ověřená kopie dokladu</w:t>
      </w:r>
      <w:r w:rsidR="001C6C39">
        <w:rPr>
          <w:b/>
        </w:rPr>
        <w:t>,</w:t>
      </w:r>
      <w:r w:rsidRPr="001A4B1E">
        <w:rPr>
          <w:b/>
        </w:rPr>
        <w:t xml:space="preserve"> musí být předložena </w:t>
      </w:r>
      <w:r w:rsidRPr="001A4B1E">
        <w:rPr>
          <w:b/>
        </w:rPr>
        <w:lastRenderedPageBreak/>
        <w:t>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66C7AA9C" w14:textId="3C926ECF" w:rsidR="001A4B1E" w:rsidRPr="007240BC" w:rsidRDefault="001A4B1E" w:rsidP="007240BC">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w:t>
      </w:r>
      <w:r w:rsidRPr="007240BC">
        <w:t>specifikované plnění poskytnout;</w:t>
      </w:r>
    </w:p>
    <w:p w14:paraId="4DCC49FB" w14:textId="5F520B49" w:rsidR="001A4B1E" w:rsidRDefault="001A4B1E" w:rsidP="007240BC">
      <w:pPr>
        <w:pStyle w:val="Odrka1-1"/>
      </w:pPr>
      <w:r w:rsidRPr="007240BC">
        <w:t>kopie smlouvy uzavřené s výrobcem nebo dodavatelem zabezpečovacího zařízení, zařízení elektrotechniky a energetiky</w:t>
      </w:r>
      <w:r w:rsidR="004B05DC" w:rsidRPr="007240BC">
        <w:t xml:space="preserve"> či jednostranného vyjádření závazku výrobce nebo dodavatele tohoto zařízení </w:t>
      </w:r>
      <w:r w:rsidRPr="007240BC">
        <w:t>ve smyslu čl. 9.1 těchto Pokynů, nebude-li dodavatel současně i výrobcem nebo dodavatelem tohoto zařízení, kter</w:t>
      </w:r>
      <w:r w:rsidR="004B05DC" w:rsidRPr="007240BC">
        <w:t>ými dodavatel</w:t>
      </w:r>
      <w:r w:rsidRPr="007240BC">
        <w:t xml:space="preserve"> prokáže, že bude mít toto </w:t>
      </w:r>
      <w:r w:rsidR="00A8087A" w:rsidRPr="007240BC">
        <w:t>zařízení</w:t>
      </w:r>
      <w:r w:rsidRPr="007240BC">
        <w:t xml:space="preserve"> k jeho použití pro plnění předmětné veřejné zakázky k dispozici a že bude mít zajištěnu i jeho odbornou montáž, případně bude smlouva </w:t>
      </w:r>
      <w:r w:rsidR="004B05DC" w:rsidRPr="007240BC">
        <w:t xml:space="preserve">či závazek </w:t>
      </w:r>
      <w:r w:rsidRPr="007240BC">
        <w:t>obsahovat</w:t>
      </w:r>
      <w:r>
        <w:t xml:space="preserve"> souhlas výrobce nebo dodavatele </w:t>
      </w:r>
      <w:r w:rsidR="00A8087A">
        <w:t>zařízení</w:t>
      </w:r>
      <w:r>
        <w:t xml:space="preserve"> s tím, že je dodavatel </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w:t>
      </w:r>
      <w:r>
        <w:lastRenderedPageBreak/>
        <w:t xml:space="preserve">pozdějších předpisů. Kvalifikace je určena Přílohou č. 4 této vyhlášky, dle čl. </w:t>
      </w:r>
      <w:proofErr w:type="gramStart"/>
      <w:r>
        <w:t>8c - v</w:t>
      </w:r>
      <w:proofErr w:type="gramEnd"/>
      <w:r>
        <w:t xml:space="preserve"> rozsahu projektování UTZ/E;</w:t>
      </w:r>
    </w:p>
    <w:p w14:paraId="34DDC6AD" w14:textId="60E2CAAF" w:rsidR="001A4B1E" w:rsidRDefault="001A4B1E" w:rsidP="009F15E5">
      <w:pPr>
        <w:pStyle w:val="Odrka1-1"/>
      </w:pPr>
      <w:r>
        <w:t xml:space="preserve">kopie pověření Ministerstva </w:t>
      </w:r>
      <w:r w:rsidRPr="007240BC">
        <w:t>dopravy ČR k provádění technických prohlídek a zkoušek určených technických zařízení (UTZ) dle § 47 odst. 4 zákona č. 266/1994 Sb., o drahách, ve znění pozdějších předpisů, a to elektrických UTZ</w:t>
      </w:r>
      <w:r>
        <w:t xml:space="preserve"> železničních drah v rozsahu: </w:t>
      </w:r>
    </w:p>
    <w:p w14:paraId="2E8BAB96" w14:textId="77777777" w:rsidR="007240BC" w:rsidRDefault="007240BC" w:rsidP="007240BC">
      <w:pPr>
        <w:pStyle w:val="Odstavecseseznamem"/>
        <w:numPr>
          <w:ilvl w:val="0"/>
          <w:numId w:val="32"/>
        </w:numPr>
        <w:spacing w:after="0"/>
        <w:ind w:left="1560"/>
      </w:pPr>
      <w:r>
        <w:t>elektrické sítě drah a elektrické rozvody drah,</w:t>
      </w:r>
    </w:p>
    <w:p w14:paraId="3F427727" w14:textId="77777777" w:rsidR="007240BC" w:rsidRDefault="007240BC" w:rsidP="007240BC">
      <w:pPr>
        <w:pStyle w:val="Odstavecseseznamem"/>
        <w:numPr>
          <w:ilvl w:val="0"/>
          <w:numId w:val="32"/>
        </w:numPr>
        <w:spacing w:after="0"/>
        <w:ind w:left="1560"/>
      </w:pPr>
      <w:r>
        <w:t>elektrická rozvodná zařízení drah a elektrické stanice drah,</w:t>
      </w:r>
    </w:p>
    <w:p w14:paraId="73E1EEF4" w14:textId="77777777" w:rsidR="007240BC" w:rsidRDefault="007240BC" w:rsidP="007240BC">
      <w:pPr>
        <w:pStyle w:val="Odstavecseseznamem"/>
        <w:numPr>
          <w:ilvl w:val="0"/>
          <w:numId w:val="32"/>
        </w:numPr>
        <w:spacing w:after="0"/>
        <w:ind w:left="1560"/>
      </w:pPr>
      <w:r>
        <w:t>trakční napájecí a spínací stanice,</w:t>
      </w:r>
    </w:p>
    <w:p w14:paraId="3D98F409" w14:textId="77777777" w:rsidR="007240BC" w:rsidRDefault="007240BC" w:rsidP="007240BC">
      <w:pPr>
        <w:pStyle w:val="Odstavecseseznamem"/>
        <w:numPr>
          <w:ilvl w:val="0"/>
          <w:numId w:val="32"/>
        </w:numPr>
        <w:spacing w:after="0"/>
        <w:ind w:left="1560"/>
      </w:pPr>
      <w:r>
        <w:t>trakční vedení,</w:t>
      </w:r>
    </w:p>
    <w:p w14:paraId="2FD6DE9A" w14:textId="77777777" w:rsidR="007240BC" w:rsidRDefault="007240BC" w:rsidP="007240BC">
      <w:pPr>
        <w:pStyle w:val="Odstavecseseznamem"/>
        <w:numPr>
          <w:ilvl w:val="0"/>
          <w:numId w:val="32"/>
        </w:numPr>
        <w:spacing w:after="0"/>
        <w:ind w:left="1560"/>
      </w:pPr>
      <w:r>
        <w:t>silnoproudá zařízení drážní zabezpečovací, sdělovací, požární, signalizační a výpočetní techniky,</w:t>
      </w:r>
    </w:p>
    <w:p w14:paraId="612691E9" w14:textId="77777777" w:rsidR="007240BC" w:rsidRDefault="007240BC" w:rsidP="007240BC">
      <w:pPr>
        <w:pStyle w:val="Odstavecseseznamem"/>
        <w:numPr>
          <w:ilvl w:val="0"/>
          <w:numId w:val="32"/>
        </w:numPr>
        <w:spacing w:after="0"/>
        <w:ind w:left="1560"/>
      </w:pPr>
      <w:r>
        <w:t>náhradní zdroje elektrické energie pro provozování dráhy,</w:t>
      </w:r>
    </w:p>
    <w:p w14:paraId="77868D16" w14:textId="1FB87AED" w:rsidR="007240BC" w:rsidRDefault="007240BC" w:rsidP="007240BC">
      <w:pPr>
        <w:pStyle w:val="Odrka1-1"/>
        <w:numPr>
          <w:ilvl w:val="0"/>
          <w:numId w:val="0"/>
        </w:numPr>
        <w:ind w:left="1560"/>
      </w:pPr>
      <w:r>
        <w:t>zabezpečovací zařízení, jehož elektrické obvody plní funkci přímého zaji</w:t>
      </w:r>
      <w:r w:rsidRPr="0088160C">
        <w:rPr>
          <w:rFonts w:ascii="Calibri" w:hAnsi="Calibri" w:cs="Calibri"/>
        </w:rPr>
        <w:t>šť</w:t>
      </w:r>
      <w:r>
        <w:t>ov</w:t>
      </w:r>
      <w:r w:rsidRPr="0088160C">
        <w:rPr>
          <w:rFonts w:ascii="Calibri" w:hAnsi="Calibri" w:cs="Calibri"/>
        </w:rPr>
        <w:t>á</w:t>
      </w:r>
      <w:r>
        <w:t>n</w:t>
      </w:r>
      <w:r w:rsidRPr="0088160C">
        <w:rPr>
          <w:rFonts w:ascii="Calibri" w:hAnsi="Calibri" w:cs="Calibri"/>
        </w:rPr>
        <w:t>í</w:t>
      </w:r>
      <w:r>
        <w:t xml:space="preserve"> bezpe</w:t>
      </w:r>
      <w:r w:rsidRPr="0088160C">
        <w:rPr>
          <w:rFonts w:ascii="Calibri" w:hAnsi="Calibri" w:cs="Calibri"/>
        </w:rPr>
        <w:t>č</w:t>
      </w:r>
      <w:r>
        <w:t>nosti dr</w:t>
      </w:r>
      <w:r w:rsidRPr="0088160C">
        <w:rPr>
          <w:rFonts w:ascii="Calibri" w:hAnsi="Calibri" w:cs="Calibri"/>
        </w:rPr>
        <w:t>áž</w:t>
      </w:r>
      <w:r>
        <w:t>n</w:t>
      </w:r>
      <w:r w:rsidRPr="0088160C">
        <w:rPr>
          <w:rFonts w:ascii="Calibri" w:hAnsi="Calibri" w:cs="Calibri"/>
        </w:rPr>
        <w:t>í</w:t>
      </w:r>
      <w:r>
        <w:t xml:space="preserve"> dopravy.</w:t>
      </w:r>
    </w:p>
    <w:p w14:paraId="2D3260AD" w14:textId="2E22A9B0"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lastRenderedPageBreak/>
        <w:t>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442E1F18"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3A0951A" w14:textId="77777777" w:rsidR="0035531B" w:rsidRDefault="0035531B" w:rsidP="00B77C6D">
      <w:pPr>
        <w:pStyle w:val="Nadpis1-1"/>
      </w:pPr>
      <w:bookmarkStart w:id="25" w:name="_Toc147828155"/>
      <w:r>
        <w:t>OCHRANA INFORMACÍ</w:t>
      </w:r>
      <w:bookmarkEnd w:id="25"/>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6" w:name="_Toc147828156"/>
      <w:r>
        <w:t>ZADÁVACÍ LHŮTA</w:t>
      </w:r>
      <w:r w:rsidR="00845C50">
        <w:t xml:space="preserve"> </w:t>
      </w:r>
      <w:r w:rsidR="00092CC9">
        <w:t>A</w:t>
      </w:r>
      <w:r w:rsidR="00845C50">
        <w:t> </w:t>
      </w:r>
      <w:r>
        <w:t>JISTOTA ZA NABÍDKU</w:t>
      </w:r>
      <w:bookmarkEnd w:id="26"/>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48EBCCDA"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83FAB">
        <w:rPr>
          <w:b/>
        </w:rPr>
        <w:t>24 000 000,-</w:t>
      </w:r>
      <w:r w:rsidRPr="00FD0C16">
        <w:rPr>
          <w:b/>
        </w:rPr>
        <w:t xml:space="preserve"> Kč</w:t>
      </w:r>
      <w:r>
        <w:t xml:space="preserve"> (slovy: </w:t>
      </w:r>
      <w:proofErr w:type="spellStart"/>
      <w:r w:rsidR="00183FAB">
        <w:t>dvacetčtyřimilionů</w:t>
      </w:r>
      <w:proofErr w:type="spellEnd"/>
      <w:r w:rsidR="00183FAB">
        <w:t xml:space="preserve"> </w:t>
      </w:r>
      <w:r>
        <w:t>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22C8D134"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183FAB" w:rsidRPr="00183FAB">
        <w:rPr>
          <w:b/>
        </w:rPr>
        <w:t>30007-1908811/0710</w:t>
      </w:r>
      <w:r w:rsidR="00183FAB" w:rsidRPr="00183FAB">
        <w:t xml:space="preserve">, vedený u České národní banky, variabilní symbol </w:t>
      </w:r>
      <w:r w:rsidR="00930789">
        <w:rPr>
          <w:b/>
        </w:rPr>
        <w:t>500352014</w:t>
      </w:r>
      <w:r w:rsidR="00183FAB" w:rsidRPr="00183FAB">
        <w:rPr>
          <w:b/>
        </w:rPr>
        <w:t>1</w:t>
      </w:r>
      <w:r>
        <w:t>. Účastník zadávacího řízení prokáže</w:t>
      </w:r>
      <w:r w:rsidR="00092CC9">
        <w:t xml:space="preserve"> v </w:t>
      </w:r>
      <w:r>
        <w:t>nabídce poskytnutí peněžní jistoty sdělením údajů</w:t>
      </w:r>
      <w:r w:rsidR="00092CC9">
        <w:t xml:space="preserve"> o </w:t>
      </w:r>
      <w:r>
        <w:t xml:space="preserve">provedené platbě zadavateli. Dokladem </w:t>
      </w:r>
      <w:r>
        <w:lastRenderedPageBreak/>
        <w:t>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7" w:name="_Toc147828157"/>
      <w:r>
        <w:t>SOCIÁLNĚ A ENVIRO</w:t>
      </w:r>
      <w:r w:rsidR="00872683">
        <w:t>N</w:t>
      </w:r>
      <w:r>
        <w:t>MENTÁLNĚ ODPOVĚDNÉ ZADÁVÁNÍ, INOVACE</w:t>
      </w:r>
      <w:bookmarkEnd w:id="27"/>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4F04286F" w:rsidR="00A8087A" w:rsidRDefault="001B40E6" w:rsidP="00183FAB">
      <w:pPr>
        <w:pStyle w:val="Odrka1-1"/>
      </w:pPr>
      <w:r>
        <w:t>studentské exkurze</w:t>
      </w:r>
      <w:r w:rsidR="00183FAB">
        <w:t>.</w:t>
      </w:r>
    </w:p>
    <w:p w14:paraId="5D4AFBFD" w14:textId="234AAC4D"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8A01E6">
        <w:t xml:space="preserve">ustanoveních článku </w:t>
      </w:r>
      <w:r w:rsidR="008A01E6" w:rsidRPr="008A01E6">
        <w:t xml:space="preserve">16 </w:t>
      </w:r>
      <w:r w:rsidRPr="008A01E6">
        <w:t>závazného</w:t>
      </w:r>
      <w:r>
        <w:t xml:space="preserve"> vzoru Smlouvy o dílo, jež tvoří díl 2, část 1 zadávací dokumentace.</w:t>
      </w:r>
    </w:p>
    <w:p w14:paraId="5B20B741" w14:textId="613BA32B" w:rsidR="00A8087A" w:rsidRDefault="00A8087A" w:rsidP="00966191">
      <w:pPr>
        <w:pStyle w:val="Nadpis1-1"/>
        <w:jc w:val="both"/>
      </w:pPr>
      <w:bookmarkStart w:id="28" w:name="_Toc102380477"/>
      <w:bookmarkStart w:id="29" w:name="_Toc103683200"/>
      <w:bookmarkStart w:id="30" w:name="_Toc103932243"/>
      <w:bookmarkStart w:id="31" w:name="_Toc106967229"/>
      <w:bookmarkStart w:id="32" w:name="_Toc147828158"/>
      <w:r>
        <w:t>Další zadávací podmínky v návaznosti na</w:t>
      </w:r>
      <w:bookmarkEnd w:id="28"/>
      <w:bookmarkEnd w:id="29"/>
      <w:bookmarkEnd w:id="30"/>
      <w:bookmarkEnd w:id="31"/>
      <w:r w:rsidR="00824843" w:rsidRPr="00824843">
        <w:t xml:space="preserve"> </w:t>
      </w:r>
      <w:r w:rsidR="00824843">
        <w:t>MEZINÁRODNÍ sankce, zákaz zadání veřejné zakázky</w:t>
      </w:r>
      <w:bookmarkEnd w:id="32"/>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lastRenderedPageBreak/>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3" w:name="_Toc147828159"/>
      <w:r>
        <w:t>PŘÍLOHY TĚCHTO POKYNŮ</w:t>
      </w:r>
      <w:bookmarkEnd w:id="3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lastRenderedPageBreak/>
        <w:t>Příloha č. 10</w:t>
      </w:r>
      <w:r>
        <w:tab/>
        <w:t>Vzor čestného prohlášení</w:t>
      </w:r>
      <w:r w:rsidR="00092CC9">
        <w:t xml:space="preserve"> o </w:t>
      </w:r>
      <w:r>
        <w:t>výši obratu</w:t>
      </w:r>
    </w:p>
    <w:p w14:paraId="1D07AFEE" w14:textId="6E50ADA0" w:rsidR="00A8087A" w:rsidRDefault="00A8087A"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1C6C39">
        <w:rPr>
          <w:lang w:eastAsia="cs-CZ"/>
        </w:rPr>
        <w:t>zákonem upravujícím provádění mezinárodních sankcí</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63C4F709" w:rsidR="0035531B" w:rsidRDefault="0035531B" w:rsidP="00564DDD">
      <w:pPr>
        <w:pStyle w:val="Textbezslovn"/>
        <w:spacing w:after="0"/>
      </w:pPr>
      <w:r>
        <w:t>……………………………………………</w:t>
      </w:r>
      <w:r w:rsidR="0008399B">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502037">
              <w:rPr>
                <w:b/>
              </w:rPr>
              <w:t>poslední</w:t>
            </w:r>
            <w:r w:rsidRPr="00502037">
              <w:rPr>
                <w:b/>
              </w:rPr>
              <w:t>ch</w:t>
            </w:r>
            <w:r w:rsidR="00F265BD" w:rsidRPr="00502037">
              <w:rPr>
                <w:b/>
              </w:rPr>
              <w:t xml:space="preserve"> </w:t>
            </w:r>
            <w:r w:rsidRPr="00502037">
              <w:rPr>
                <w:b/>
              </w:rPr>
              <w:t>5</w:t>
            </w:r>
            <w:r w:rsidR="00F265BD" w:rsidRPr="00502037">
              <w:rPr>
                <w:b/>
              </w:rPr>
              <w:t xml:space="preserve"> </w:t>
            </w:r>
            <w:r w:rsidRPr="00502037">
              <w:rPr>
                <w:b/>
              </w:rPr>
              <w:t>let</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posledních </w:t>
            </w:r>
            <w:r w:rsidR="00102765" w:rsidRPr="00AC7AF5">
              <w:rPr>
                <w:b/>
              </w:rPr>
              <w:t>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3885AC35"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0193FD1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rsidR="00C32156" w:rsidRPr="00C20BBC">
        <w:t>autorizace pro ověřování výsledků zeměměřických činností</w:t>
      </w:r>
      <w:r w:rsidR="00C3215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0061A423" w:rsidR="00A8087A" w:rsidRPr="00964860" w:rsidRDefault="00A8087A" w:rsidP="00A8087A">
      <w:pPr>
        <w:pStyle w:val="Nadpisbezsl1-2"/>
      </w:pPr>
      <w:r w:rsidRPr="00010882">
        <w:rPr>
          <w:lang w:eastAsia="cs-CZ"/>
        </w:rPr>
        <w:t xml:space="preserve">Čestné prohlášení o splnění podmínek v souvislosti se </w:t>
      </w:r>
      <w:r w:rsidR="00414074">
        <w:rPr>
          <w:lang w:eastAsia="cs-CZ"/>
        </w:rPr>
        <w:t>zákonem upravujícím provádění mezinárodních sankcí</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5ED3719A"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A01E6">
        <w:t>„</w:t>
      </w:r>
      <w:r w:rsidR="008A01E6" w:rsidRPr="008A01E6">
        <w:rPr>
          <w:b/>
        </w:rPr>
        <w:t xml:space="preserve">Státní hranice Slovenská republika (Střelná) – Vsetín (mimo) </w:t>
      </w:r>
      <w:r w:rsidR="00F17337">
        <w:rPr>
          <w:b/>
        </w:rPr>
        <w:t>–</w:t>
      </w:r>
      <w:r w:rsidR="008A01E6" w:rsidRPr="008A01E6">
        <w:rPr>
          <w:b/>
        </w:rPr>
        <w:t xml:space="preserve"> konverze</w:t>
      </w:r>
      <w:r w:rsidR="00F17337">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26697FC0"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28EA98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3"/>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32156"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C32156">
        <w:t xml:space="preserve"> </w:t>
      </w:r>
      <w:r>
        <w:t>(</w:t>
      </w:r>
      <w:r w:rsidRPr="002904AF">
        <w:rPr>
          <w:b/>
        </w:rPr>
        <w:t>tzv. sankční seznamy</w:t>
      </w:r>
      <w:r>
        <w:t>)</w:t>
      </w:r>
      <w:r>
        <w:rPr>
          <w:rStyle w:val="Znakapoznpodarou"/>
        </w:rPr>
        <w:footnoteReference w:id="14"/>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C86FD90" w:rsidR="00964860" w:rsidRDefault="00A8087A" w:rsidP="00964860">
      <w:pPr>
        <w:pStyle w:val="Textbezslovn"/>
        <w:ind w:left="0"/>
      </w:pPr>
      <w:r w:rsidRPr="00A035EA">
        <w:rPr>
          <w:rFonts w:eastAsia="Times New Roman" w:cs="Times New Roman"/>
          <w:lang w:eastAsia="cs-CZ"/>
        </w:rPr>
        <w:lastRenderedPageBreak/>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C3272" w14:textId="77777777" w:rsidR="00D569DC" w:rsidRDefault="00D569DC" w:rsidP="00962258">
      <w:pPr>
        <w:spacing w:after="0" w:line="240" w:lineRule="auto"/>
      </w:pPr>
      <w:r>
        <w:separator/>
      </w:r>
    </w:p>
  </w:endnote>
  <w:endnote w:type="continuationSeparator" w:id="0">
    <w:p w14:paraId="17F6CAAE" w14:textId="77777777" w:rsidR="00D569DC" w:rsidRDefault="00D569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0A04" w14:paraId="60EC2784" w14:textId="77777777" w:rsidTr="00EB46E5">
      <w:tc>
        <w:tcPr>
          <w:tcW w:w="1361" w:type="dxa"/>
          <w:tcMar>
            <w:left w:w="0" w:type="dxa"/>
            <w:right w:w="0" w:type="dxa"/>
          </w:tcMar>
          <w:vAlign w:val="bottom"/>
        </w:tcPr>
        <w:p w14:paraId="7FD653E1" w14:textId="459D6A01" w:rsidR="004A0A04" w:rsidRPr="00B8518B" w:rsidRDefault="004A0A0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C6F">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2C6F">
            <w:rPr>
              <w:rStyle w:val="slostrnky"/>
              <w:noProof/>
            </w:rPr>
            <w:t>50</w:t>
          </w:r>
          <w:r w:rsidRPr="00B8518B">
            <w:rPr>
              <w:rStyle w:val="slostrnky"/>
            </w:rPr>
            <w:fldChar w:fldCharType="end"/>
          </w:r>
        </w:p>
      </w:tc>
      <w:tc>
        <w:tcPr>
          <w:tcW w:w="284" w:type="dxa"/>
          <w:shd w:val="clear" w:color="auto" w:fill="auto"/>
          <w:tcMar>
            <w:left w:w="0" w:type="dxa"/>
            <w:right w:w="0" w:type="dxa"/>
          </w:tcMar>
        </w:tcPr>
        <w:p w14:paraId="5C5CD007" w14:textId="77777777" w:rsidR="004A0A04" w:rsidRDefault="004A0A04" w:rsidP="00B8518B">
          <w:pPr>
            <w:pStyle w:val="Zpat"/>
          </w:pPr>
        </w:p>
      </w:tc>
      <w:tc>
        <w:tcPr>
          <w:tcW w:w="425" w:type="dxa"/>
          <w:shd w:val="clear" w:color="auto" w:fill="auto"/>
          <w:tcMar>
            <w:left w:w="0" w:type="dxa"/>
            <w:right w:w="0" w:type="dxa"/>
          </w:tcMar>
        </w:tcPr>
        <w:p w14:paraId="6FA58EF5" w14:textId="77777777" w:rsidR="004A0A04" w:rsidRDefault="004A0A04" w:rsidP="00B8518B">
          <w:pPr>
            <w:pStyle w:val="Zpat"/>
          </w:pPr>
        </w:p>
      </w:tc>
      <w:tc>
        <w:tcPr>
          <w:tcW w:w="8505" w:type="dxa"/>
        </w:tcPr>
        <w:p w14:paraId="672A627F" w14:textId="77777777" w:rsidR="004A0A04" w:rsidRDefault="004A0A04" w:rsidP="00EB46E5">
          <w:pPr>
            <w:pStyle w:val="Zpat0"/>
          </w:pPr>
          <w:r w:rsidRPr="00553466">
            <w:t>„Státní hranice Slovenská republika (Střelná) – Vsetín (mimo) - konverze“</w:t>
          </w:r>
        </w:p>
        <w:p w14:paraId="2E7A861C" w14:textId="4A1372DD" w:rsidR="004A0A04" w:rsidRDefault="004A0A04"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4A0A04" w:rsidRDefault="004A0A04"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4A0A04" w:rsidRPr="00B8518B" w:rsidRDefault="004A0A0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4A0A04" w:rsidRPr="00B8518B" w:rsidRDefault="004A0A04" w:rsidP="00460660">
    <w:pPr>
      <w:pStyle w:val="Zpat"/>
      <w:rPr>
        <w:sz w:val="2"/>
        <w:szCs w:val="2"/>
      </w:rPr>
    </w:pPr>
  </w:p>
  <w:p w14:paraId="1DBEF0ED" w14:textId="77777777" w:rsidR="004A0A04" w:rsidRPr="00460660" w:rsidRDefault="004A0A0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101CA" w14:textId="77777777" w:rsidR="00D569DC" w:rsidRDefault="00D569DC" w:rsidP="00962258">
      <w:pPr>
        <w:spacing w:after="0" w:line="240" w:lineRule="auto"/>
      </w:pPr>
      <w:r>
        <w:separator/>
      </w:r>
    </w:p>
  </w:footnote>
  <w:footnote w:type="continuationSeparator" w:id="0">
    <w:p w14:paraId="1ED9EA0C" w14:textId="77777777" w:rsidR="00D569DC" w:rsidRDefault="00D569DC" w:rsidP="00962258">
      <w:pPr>
        <w:spacing w:after="0" w:line="240" w:lineRule="auto"/>
      </w:pPr>
      <w:r>
        <w:continuationSeparator/>
      </w:r>
    </w:p>
  </w:footnote>
  <w:footnote w:id="1">
    <w:p w14:paraId="1D76BF4B" w14:textId="77777777" w:rsidR="004A0A04" w:rsidRDefault="004A0A04">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64794026" w:rsidR="004A0A04" w:rsidRDefault="004A0A04" w:rsidP="002D6B5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ve znění pozdějších předpisů</w:t>
      </w:r>
      <w:r w:rsidRPr="00307641">
        <w:t>.</w:t>
      </w:r>
    </w:p>
  </w:footnote>
  <w:footnote w:id="3">
    <w:p w14:paraId="24B56D01" w14:textId="77777777" w:rsidR="004A0A04" w:rsidRDefault="004A0A04"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4A0A04" w:rsidRPr="00EB54C9" w:rsidRDefault="004A0A04"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4A0A04" w:rsidRDefault="004A0A04"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4A0A04" w:rsidRDefault="004A0A04"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4A0A04" w:rsidRDefault="004A0A0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4A0A04" w:rsidRDefault="004A0A0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4A0A04" w:rsidRDefault="004A0A0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4A0A04" w:rsidRDefault="004A0A0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4A0A04" w:rsidRDefault="004A0A04">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4A0A04" w:rsidRDefault="004A0A04">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DE4A11D" w14:textId="77777777" w:rsidR="004A0A04" w:rsidRDefault="004A0A04"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3">
    <w:p w14:paraId="0657D630" w14:textId="77777777" w:rsidR="004A0A04" w:rsidRPr="00545EB9" w:rsidRDefault="004A0A04"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4">
    <w:p w14:paraId="72C0AAC7" w14:textId="77777777" w:rsidR="004A0A04" w:rsidRPr="00EB54C9" w:rsidRDefault="004A0A04"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0A04" w14:paraId="5BA89A77" w14:textId="77777777" w:rsidTr="00C02D0A">
      <w:trPr>
        <w:trHeight w:hRule="exact" w:val="454"/>
      </w:trPr>
      <w:tc>
        <w:tcPr>
          <w:tcW w:w="1361" w:type="dxa"/>
          <w:tcMar>
            <w:top w:w="57" w:type="dxa"/>
            <w:left w:w="0" w:type="dxa"/>
            <w:right w:w="0" w:type="dxa"/>
          </w:tcMar>
        </w:tcPr>
        <w:p w14:paraId="3A2CF390" w14:textId="77777777" w:rsidR="004A0A04" w:rsidRPr="00B8518B" w:rsidRDefault="004A0A04" w:rsidP="00523EA7">
          <w:pPr>
            <w:pStyle w:val="Zpat"/>
            <w:rPr>
              <w:rStyle w:val="slostrnky"/>
            </w:rPr>
          </w:pPr>
        </w:p>
      </w:tc>
      <w:tc>
        <w:tcPr>
          <w:tcW w:w="3458" w:type="dxa"/>
          <w:shd w:val="clear" w:color="auto" w:fill="auto"/>
          <w:tcMar>
            <w:top w:w="57" w:type="dxa"/>
            <w:left w:w="0" w:type="dxa"/>
            <w:right w:w="0" w:type="dxa"/>
          </w:tcMar>
        </w:tcPr>
        <w:p w14:paraId="6988B899" w14:textId="77777777" w:rsidR="004A0A04" w:rsidRDefault="004A0A04" w:rsidP="00523EA7">
          <w:pPr>
            <w:pStyle w:val="Zpat"/>
          </w:pPr>
        </w:p>
      </w:tc>
      <w:tc>
        <w:tcPr>
          <w:tcW w:w="5698" w:type="dxa"/>
          <w:shd w:val="clear" w:color="auto" w:fill="auto"/>
          <w:tcMar>
            <w:top w:w="57" w:type="dxa"/>
            <w:left w:w="0" w:type="dxa"/>
            <w:right w:w="0" w:type="dxa"/>
          </w:tcMar>
        </w:tcPr>
        <w:p w14:paraId="3D1EA4E4" w14:textId="77777777" w:rsidR="004A0A04" w:rsidRPr="00D6163D" w:rsidRDefault="004A0A04" w:rsidP="00D6163D">
          <w:pPr>
            <w:pStyle w:val="Druhdokumentu"/>
          </w:pPr>
        </w:p>
      </w:tc>
    </w:tr>
  </w:tbl>
  <w:p w14:paraId="6E3AA6B0" w14:textId="77777777" w:rsidR="004A0A04" w:rsidRPr="00D6163D" w:rsidRDefault="004A0A0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0A04" w14:paraId="7993B4A4" w14:textId="77777777" w:rsidTr="00B22106">
      <w:trPr>
        <w:trHeight w:hRule="exact" w:val="936"/>
      </w:trPr>
      <w:tc>
        <w:tcPr>
          <w:tcW w:w="1361" w:type="dxa"/>
          <w:tcMar>
            <w:left w:w="0" w:type="dxa"/>
            <w:right w:w="0" w:type="dxa"/>
          </w:tcMar>
        </w:tcPr>
        <w:p w14:paraId="31ED3609" w14:textId="77777777" w:rsidR="004A0A04" w:rsidRPr="00B8518B" w:rsidRDefault="004A0A04" w:rsidP="00FC6389">
          <w:pPr>
            <w:pStyle w:val="Zpat"/>
            <w:rPr>
              <w:rStyle w:val="slostrnky"/>
            </w:rPr>
          </w:pPr>
        </w:p>
      </w:tc>
      <w:tc>
        <w:tcPr>
          <w:tcW w:w="3458" w:type="dxa"/>
          <w:shd w:val="clear" w:color="auto" w:fill="auto"/>
          <w:tcMar>
            <w:left w:w="0" w:type="dxa"/>
            <w:right w:w="0" w:type="dxa"/>
          </w:tcMar>
        </w:tcPr>
        <w:p w14:paraId="743ED60D" w14:textId="77777777" w:rsidR="004A0A04" w:rsidRDefault="004A0A04" w:rsidP="00FC6389">
          <w:pPr>
            <w:pStyle w:val="Zpat"/>
          </w:pPr>
        </w:p>
      </w:tc>
      <w:tc>
        <w:tcPr>
          <w:tcW w:w="5756" w:type="dxa"/>
          <w:shd w:val="clear" w:color="auto" w:fill="auto"/>
          <w:tcMar>
            <w:left w:w="0" w:type="dxa"/>
            <w:right w:w="0" w:type="dxa"/>
          </w:tcMar>
        </w:tcPr>
        <w:p w14:paraId="29A6A84F" w14:textId="77777777" w:rsidR="004A0A04" w:rsidRPr="00D6163D" w:rsidRDefault="004A0A04" w:rsidP="00FC6389">
          <w:pPr>
            <w:pStyle w:val="Druhdokumentu"/>
          </w:pPr>
        </w:p>
      </w:tc>
    </w:tr>
    <w:tr w:rsidR="004A0A04" w14:paraId="1B4E91F5" w14:textId="77777777" w:rsidTr="00B22106">
      <w:trPr>
        <w:trHeight w:hRule="exact" w:val="936"/>
      </w:trPr>
      <w:tc>
        <w:tcPr>
          <w:tcW w:w="1361" w:type="dxa"/>
          <w:tcMar>
            <w:left w:w="0" w:type="dxa"/>
            <w:right w:w="0" w:type="dxa"/>
          </w:tcMar>
        </w:tcPr>
        <w:p w14:paraId="3285DE88" w14:textId="77777777" w:rsidR="004A0A04" w:rsidRPr="00B8518B" w:rsidRDefault="004A0A04" w:rsidP="00FC6389">
          <w:pPr>
            <w:pStyle w:val="Zpat"/>
            <w:rPr>
              <w:rStyle w:val="slostrnky"/>
            </w:rPr>
          </w:pPr>
        </w:p>
      </w:tc>
      <w:tc>
        <w:tcPr>
          <w:tcW w:w="3458" w:type="dxa"/>
          <w:shd w:val="clear" w:color="auto" w:fill="auto"/>
          <w:tcMar>
            <w:left w:w="0" w:type="dxa"/>
            <w:right w:w="0" w:type="dxa"/>
          </w:tcMar>
        </w:tcPr>
        <w:p w14:paraId="54B6D10F" w14:textId="77777777" w:rsidR="004A0A04" w:rsidRDefault="004A0A04" w:rsidP="00FC6389">
          <w:pPr>
            <w:pStyle w:val="Zpat"/>
          </w:pPr>
        </w:p>
      </w:tc>
      <w:tc>
        <w:tcPr>
          <w:tcW w:w="5756" w:type="dxa"/>
          <w:shd w:val="clear" w:color="auto" w:fill="auto"/>
          <w:tcMar>
            <w:left w:w="0" w:type="dxa"/>
            <w:right w:w="0" w:type="dxa"/>
          </w:tcMar>
        </w:tcPr>
        <w:p w14:paraId="047F1B7F" w14:textId="77777777" w:rsidR="004A0A04" w:rsidRPr="00D6163D" w:rsidRDefault="004A0A04" w:rsidP="00FC6389">
          <w:pPr>
            <w:pStyle w:val="Druhdokumentu"/>
          </w:pPr>
        </w:p>
      </w:tc>
    </w:tr>
  </w:tbl>
  <w:p w14:paraId="30422E09" w14:textId="77777777" w:rsidR="004A0A04" w:rsidRPr="00D6163D" w:rsidRDefault="004A0A04"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4A0A04" w:rsidRPr="00460660" w:rsidRDefault="004A0A0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31406BA"/>
    <w:multiLevelType w:val="hybridMultilevel"/>
    <w:tmpl w:val="71206BF4"/>
    <w:lvl w:ilvl="0" w:tplc="04050001">
      <w:start w:val="1"/>
      <w:numFmt w:val="bullet"/>
      <w:lvlText w:val=""/>
      <w:lvlJc w:val="left"/>
      <w:pPr>
        <w:ind w:left="1208" w:hanging="360"/>
      </w:pPr>
      <w:rPr>
        <w:rFonts w:ascii="Symbol" w:hAnsi="Symbol" w:hint="default"/>
      </w:rPr>
    </w:lvl>
    <w:lvl w:ilvl="1" w:tplc="04050003" w:tentative="1">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5"/>
  </w:num>
  <w:num w:numId="4">
    <w:abstractNumId w:val="4"/>
  </w:num>
  <w:num w:numId="5">
    <w:abstractNumId w:val="1"/>
  </w:num>
  <w:num w:numId="6">
    <w:abstractNumId w:val="8"/>
  </w:num>
  <w:num w:numId="7">
    <w:abstractNumId w:val="13"/>
  </w:num>
  <w:num w:numId="8">
    <w:abstractNumId w:val="9"/>
  </w:num>
  <w:num w:numId="9">
    <w:abstractNumId w:val="18"/>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2"/>
  </w:num>
  <w:num w:numId="18">
    <w:abstractNumId w:val="16"/>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1"/>
  </w:num>
  <w:num w:numId="25">
    <w:abstractNumId w:val="1"/>
  </w:num>
  <w:num w:numId="26">
    <w:abstractNumId w:val="1"/>
  </w:num>
  <w:num w:numId="27">
    <w:abstractNumId w:val="1"/>
  </w:num>
  <w:num w:numId="28">
    <w:abstractNumId w:val="9"/>
  </w:num>
  <w:num w:numId="29">
    <w:abstractNumId w:val="17"/>
  </w:num>
  <w:num w:numId="30">
    <w:abstractNumId w:val="7"/>
  </w:num>
  <w:num w:numId="31">
    <w:abstractNumId w:val="9"/>
  </w:num>
  <w:num w:numId="3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2451"/>
    <w:rsid w:val="00005E73"/>
    <w:rsid w:val="00006C36"/>
    <w:rsid w:val="00015867"/>
    <w:rsid w:val="000174E8"/>
    <w:rsid w:val="00017F3C"/>
    <w:rsid w:val="00020C61"/>
    <w:rsid w:val="00020E8A"/>
    <w:rsid w:val="0002609D"/>
    <w:rsid w:val="000338E9"/>
    <w:rsid w:val="00041EC8"/>
    <w:rsid w:val="00043303"/>
    <w:rsid w:val="0004481B"/>
    <w:rsid w:val="00044AE0"/>
    <w:rsid w:val="00045D7F"/>
    <w:rsid w:val="00047A50"/>
    <w:rsid w:val="0006499F"/>
    <w:rsid w:val="0006588D"/>
    <w:rsid w:val="00067A5E"/>
    <w:rsid w:val="00067EE3"/>
    <w:rsid w:val="000719BB"/>
    <w:rsid w:val="00072A65"/>
    <w:rsid w:val="00072C1E"/>
    <w:rsid w:val="0008399B"/>
    <w:rsid w:val="000839DD"/>
    <w:rsid w:val="00092CC9"/>
    <w:rsid w:val="00097342"/>
    <w:rsid w:val="000A7769"/>
    <w:rsid w:val="000B2FB3"/>
    <w:rsid w:val="000B4EB8"/>
    <w:rsid w:val="000C41F2"/>
    <w:rsid w:val="000C6E66"/>
    <w:rsid w:val="000D0B24"/>
    <w:rsid w:val="000D20BC"/>
    <w:rsid w:val="000D22C4"/>
    <w:rsid w:val="000D27D1"/>
    <w:rsid w:val="000D4ABE"/>
    <w:rsid w:val="000D5E72"/>
    <w:rsid w:val="000E025C"/>
    <w:rsid w:val="000E1A7F"/>
    <w:rsid w:val="000E4762"/>
    <w:rsid w:val="000E6F70"/>
    <w:rsid w:val="00102765"/>
    <w:rsid w:val="001063AE"/>
    <w:rsid w:val="00106A0E"/>
    <w:rsid w:val="00112864"/>
    <w:rsid w:val="00114472"/>
    <w:rsid w:val="00114988"/>
    <w:rsid w:val="00115069"/>
    <w:rsid w:val="001150F2"/>
    <w:rsid w:val="001214E7"/>
    <w:rsid w:val="001364E0"/>
    <w:rsid w:val="001379B6"/>
    <w:rsid w:val="00137DD7"/>
    <w:rsid w:val="00145495"/>
    <w:rsid w:val="00146BCB"/>
    <w:rsid w:val="00162597"/>
    <w:rsid w:val="001656A2"/>
    <w:rsid w:val="00170EC5"/>
    <w:rsid w:val="00171A2D"/>
    <w:rsid w:val="001744C2"/>
    <w:rsid w:val="001747C1"/>
    <w:rsid w:val="00177A1C"/>
    <w:rsid w:val="00177D6B"/>
    <w:rsid w:val="00180482"/>
    <w:rsid w:val="00181219"/>
    <w:rsid w:val="001827B5"/>
    <w:rsid w:val="00183FAB"/>
    <w:rsid w:val="00187039"/>
    <w:rsid w:val="00191F90"/>
    <w:rsid w:val="00193D8F"/>
    <w:rsid w:val="001950C2"/>
    <w:rsid w:val="00195371"/>
    <w:rsid w:val="001A0DE1"/>
    <w:rsid w:val="001A4B1E"/>
    <w:rsid w:val="001B23A1"/>
    <w:rsid w:val="001B40E6"/>
    <w:rsid w:val="001B4E74"/>
    <w:rsid w:val="001B5C78"/>
    <w:rsid w:val="001C2C6F"/>
    <w:rsid w:val="001C645F"/>
    <w:rsid w:val="001C6C39"/>
    <w:rsid w:val="001C7465"/>
    <w:rsid w:val="001D6563"/>
    <w:rsid w:val="001E651D"/>
    <w:rsid w:val="001E678E"/>
    <w:rsid w:val="001F0289"/>
    <w:rsid w:val="00204EC4"/>
    <w:rsid w:val="002071BB"/>
    <w:rsid w:val="00207DF5"/>
    <w:rsid w:val="002107BB"/>
    <w:rsid w:val="00216349"/>
    <w:rsid w:val="00221D5F"/>
    <w:rsid w:val="00233A53"/>
    <w:rsid w:val="00240B81"/>
    <w:rsid w:val="00242E1B"/>
    <w:rsid w:val="00247D01"/>
    <w:rsid w:val="0025030F"/>
    <w:rsid w:val="00254BF2"/>
    <w:rsid w:val="00261A5B"/>
    <w:rsid w:val="00262E5B"/>
    <w:rsid w:val="0026385B"/>
    <w:rsid w:val="00264132"/>
    <w:rsid w:val="00276AFE"/>
    <w:rsid w:val="00290B63"/>
    <w:rsid w:val="0029185E"/>
    <w:rsid w:val="002924B8"/>
    <w:rsid w:val="00293ECC"/>
    <w:rsid w:val="002966EC"/>
    <w:rsid w:val="002A15D3"/>
    <w:rsid w:val="002A3B57"/>
    <w:rsid w:val="002A74BD"/>
    <w:rsid w:val="002B0D62"/>
    <w:rsid w:val="002B1523"/>
    <w:rsid w:val="002B2674"/>
    <w:rsid w:val="002B3118"/>
    <w:rsid w:val="002B62F8"/>
    <w:rsid w:val="002B66F2"/>
    <w:rsid w:val="002C00BE"/>
    <w:rsid w:val="002C04EE"/>
    <w:rsid w:val="002C06B3"/>
    <w:rsid w:val="002C31BF"/>
    <w:rsid w:val="002C4420"/>
    <w:rsid w:val="002C4A18"/>
    <w:rsid w:val="002D1B0C"/>
    <w:rsid w:val="002D478A"/>
    <w:rsid w:val="002D6B5B"/>
    <w:rsid w:val="002D7FD6"/>
    <w:rsid w:val="002E0CD7"/>
    <w:rsid w:val="002E0CFB"/>
    <w:rsid w:val="002E5C7B"/>
    <w:rsid w:val="002F3208"/>
    <w:rsid w:val="002F4333"/>
    <w:rsid w:val="00307641"/>
    <w:rsid w:val="0031098B"/>
    <w:rsid w:val="00311F11"/>
    <w:rsid w:val="003148CD"/>
    <w:rsid w:val="00316257"/>
    <w:rsid w:val="0031783A"/>
    <w:rsid w:val="00327EEF"/>
    <w:rsid w:val="003303BF"/>
    <w:rsid w:val="0033239F"/>
    <w:rsid w:val="00333C1C"/>
    <w:rsid w:val="0034274B"/>
    <w:rsid w:val="0034719F"/>
    <w:rsid w:val="003509BF"/>
    <w:rsid w:val="00350A35"/>
    <w:rsid w:val="003510E8"/>
    <w:rsid w:val="0035531B"/>
    <w:rsid w:val="003571D8"/>
    <w:rsid w:val="00357BC6"/>
    <w:rsid w:val="00361422"/>
    <w:rsid w:val="00364B89"/>
    <w:rsid w:val="003707FB"/>
    <w:rsid w:val="003717A3"/>
    <w:rsid w:val="00371B6B"/>
    <w:rsid w:val="0037294F"/>
    <w:rsid w:val="0037545D"/>
    <w:rsid w:val="0037558B"/>
    <w:rsid w:val="00375ACD"/>
    <w:rsid w:val="0038050F"/>
    <w:rsid w:val="00386FF1"/>
    <w:rsid w:val="00387790"/>
    <w:rsid w:val="00392EB6"/>
    <w:rsid w:val="003947BB"/>
    <w:rsid w:val="00394D03"/>
    <w:rsid w:val="003956C6"/>
    <w:rsid w:val="003A1C0A"/>
    <w:rsid w:val="003A4513"/>
    <w:rsid w:val="003A4531"/>
    <w:rsid w:val="003B106E"/>
    <w:rsid w:val="003B2F04"/>
    <w:rsid w:val="003B773E"/>
    <w:rsid w:val="003C33F2"/>
    <w:rsid w:val="003D57C6"/>
    <w:rsid w:val="003D756E"/>
    <w:rsid w:val="003E0B5E"/>
    <w:rsid w:val="003E2B07"/>
    <w:rsid w:val="003E3CE3"/>
    <w:rsid w:val="003E420D"/>
    <w:rsid w:val="003E4C13"/>
    <w:rsid w:val="003E79F5"/>
    <w:rsid w:val="003F5C2A"/>
    <w:rsid w:val="003F64D4"/>
    <w:rsid w:val="00401D60"/>
    <w:rsid w:val="00404BA2"/>
    <w:rsid w:val="004078F3"/>
    <w:rsid w:val="00414074"/>
    <w:rsid w:val="00415C07"/>
    <w:rsid w:val="00416AF9"/>
    <w:rsid w:val="00427794"/>
    <w:rsid w:val="004432CF"/>
    <w:rsid w:val="00446215"/>
    <w:rsid w:val="00446A64"/>
    <w:rsid w:val="00450F07"/>
    <w:rsid w:val="00452F69"/>
    <w:rsid w:val="00453CD3"/>
    <w:rsid w:val="00454716"/>
    <w:rsid w:val="00454BB9"/>
    <w:rsid w:val="00460660"/>
    <w:rsid w:val="00464BA9"/>
    <w:rsid w:val="00464C3B"/>
    <w:rsid w:val="00474F4D"/>
    <w:rsid w:val="00483969"/>
    <w:rsid w:val="00486107"/>
    <w:rsid w:val="00491827"/>
    <w:rsid w:val="00492895"/>
    <w:rsid w:val="00496EDA"/>
    <w:rsid w:val="004976AA"/>
    <w:rsid w:val="004A0A04"/>
    <w:rsid w:val="004A3FB1"/>
    <w:rsid w:val="004B05DC"/>
    <w:rsid w:val="004B1826"/>
    <w:rsid w:val="004B34E9"/>
    <w:rsid w:val="004B586E"/>
    <w:rsid w:val="004C4399"/>
    <w:rsid w:val="004C787C"/>
    <w:rsid w:val="004D12E9"/>
    <w:rsid w:val="004D5DCB"/>
    <w:rsid w:val="004D6B48"/>
    <w:rsid w:val="004E4BDF"/>
    <w:rsid w:val="004E7A1F"/>
    <w:rsid w:val="004F1D17"/>
    <w:rsid w:val="004F4597"/>
    <w:rsid w:val="004F4B9B"/>
    <w:rsid w:val="00501B32"/>
    <w:rsid w:val="00502037"/>
    <w:rsid w:val="0050666E"/>
    <w:rsid w:val="00507086"/>
    <w:rsid w:val="00511AB9"/>
    <w:rsid w:val="005124C5"/>
    <w:rsid w:val="00513EF2"/>
    <w:rsid w:val="005210B3"/>
    <w:rsid w:val="0052294C"/>
    <w:rsid w:val="00523BB5"/>
    <w:rsid w:val="00523EA7"/>
    <w:rsid w:val="00524409"/>
    <w:rsid w:val="00527C47"/>
    <w:rsid w:val="00530BCF"/>
    <w:rsid w:val="00532285"/>
    <w:rsid w:val="005406EB"/>
    <w:rsid w:val="00540C01"/>
    <w:rsid w:val="005434A6"/>
    <w:rsid w:val="00544035"/>
    <w:rsid w:val="0054651E"/>
    <w:rsid w:val="00553375"/>
    <w:rsid w:val="00553466"/>
    <w:rsid w:val="00555884"/>
    <w:rsid w:val="00561AEF"/>
    <w:rsid w:val="00564DDD"/>
    <w:rsid w:val="00571A0F"/>
    <w:rsid w:val="0057268C"/>
    <w:rsid w:val="005736B7"/>
    <w:rsid w:val="00575E5A"/>
    <w:rsid w:val="00577A3C"/>
    <w:rsid w:val="00580245"/>
    <w:rsid w:val="00582F0E"/>
    <w:rsid w:val="005A1F44"/>
    <w:rsid w:val="005A3D2F"/>
    <w:rsid w:val="005A3D52"/>
    <w:rsid w:val="005A69F1"/>
    <w:rsid w:val="005A6BD1"/>
    <w:rsid w:val="005B127F"/>
    <w:rsid w:val="005B3378"/>
    <w:rsid w:val="005B3962"/>
    <w:rsid w:val="005D3C39"/>
    <w:rsid w:val="005F0F22"/>
    <w:rsid w:val="005F6060"/>
    <w:rsid w:val="0060115D"/>
    <w:rsid w:val="00601A8C"/>
    <w:rsid w:val="00605AF3"/>
    <w:rsid w:val="0060687A"/>
    <w:rsid w:val="00610148"/>
    <w:rsid w:val="0061068E"/>
    <w:rsid w:val="006115D3"/>
    <w:rsid w:val="00613FCF"/>
    <w:rsid w:val="00626019"/>
    <w:rsid w:val="00626507"/>
    <w:rsid w:val="00633A58"/>
    <w:rsid w:val="00637EA5"/>
    <w:rsid w:val="00640B30"/>
    <w:rsid w:val="00645BDD"/>
    <w:rsid w:val="00655976"/>
    <w:rsid w:val="0065610E"/>
    <w:rsid w:val="00660AD3"/>
    <w:rsid w:val="0067552E"/>
    <w:rsid w:val="006776B6"/>
    <w:rsid w:val="0068237D"/>
    <w:rsid w:val="00682E15"/>
    <w:rsid w:val="00691220"/>
    <w:rsid w:val="00693150"/>
    <w:rsid w:val="006A0464"/>
    <w:rsid w:val="006A04C7"/>
    <w:rsid w:val="006A061C"/>
    <w:rsid w:val="006A0B6A"/>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6B09"/>
    <w:rsid w:val="006F7558"/>
    <w:rsid w:val="0070255F"/>
    <w:rsid w:val="007038DC"/>
    <w:rsid w:val="00703E18"/>
    <w:rsid w:val="00706F4C"/>
    <w:rsid w:val="0070752A"/>
    <w:rsid w:val="00710723"/>
    <w:rsid w:val="007134F3"/>
    <w:rsid w:val="007164D8"/>
    <w:rsid w:val="0072223E"/>
    <w:rsid w:val="00723ED1"/>
    <w:rsid w:val="007240BC"/>
    <w:rsid w:val="00734869"/>
    <w:rsid w:val="007356BD"/>
    <w:rsid w:val="00740AF5"/>
    <w:rsid w:val="00743525"/>
    <w:rsid w:val="00744F6A"/>
    <w:rsid w:val="00745555"/>
    <w:rsid w:val="0075249A"/>
    <w:rsid w:val="007541A2"/>
    <w:rsid w:val="00755818"/>
    <w:rsid w:val="007617EB"/>
    <w:rsid w:val="0076286B"/>
    <w:rsid w:val="00766846"/>
    <w:rsid w:val="0076790E"/>
    <w:rsid w:val="00773DC0"/>
    <w:rsid w:val="0077673A"/>
    <w:rsid w:val="007771DA"/>
    <w:rsid w:val="007846E1"/>
    <w:rsid w:val="007847D6"/>
    <w:rsid w:val="0079621E"/>
    <w:rsid w:val="00796DC1"/>
    <w:rsid w:val="007A2107"/>
    <w:rsid w:val="007A5172"/>
    <w:rsid w:val="007A67A0"/>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3E68"/>
    <w:rsid w:val="0080445C"/>
    <w:rsid w:val="00805C43"/>
    <w:rsid w:val="00807DD0"/>
    <w:rsid w:val="00811843"/>
    <w:rsid w:val="0081404D"/>
    <w:rsid w:val="00815C1B"/>
    <w:rsid w:val="00821D01"/>
    <w:rsid w:val="00822B88"/>
    <w:rsid w:val="00824843"/>
    <w:rsid w:val="00826B7B"/>
    <w:rsid w:val="00831DE9"/>
    <w:rsid w:val="00833899"/>
    <w:rsid w:val="00834CA2"/>
    <w:rsid w:val="008356A0"/>
    <w:rsid w:val="00845C50"/>
    <w:rsid w:val="00846789"/>
    <w:rsid w:val="0085047F"/>
    <w:rsid w:val="00850602"/>
    <w:rsid w:val="008507EA"/>
    <w:rsid w:val="00861D01"/>
    <w:rsid w:val="0086381C"/>
    <w:rsid w:val="00863B3A"/>
    <w:rsid w:val="00870197"/>
    <w:rsid w:val="00872044"/>
    <w:rsid w:val="00872683"/>
    <w:rsid w:val="00876D73"/>
    <w:rsid w:val="0088136F"/>
    <w:rsid w:val="00881B57"/>
    <w:rsid w:val="00887F36"/>
    <w:rsid w:val="00895282"/>
    <w:rsid w:val="008A01E6"/>
    <w:rsid w:val="008A3568"/>
    <w:rsid w:val="008A5BA8"/>
    <w:rsid w:val="008A6C63"/>
    <w:rsid w:val="008A7245"/>
    <w:rsid w:val="008B2021"/>
    <w:rsid w:val="008B5E08"/>
    <w:rsid w:val="008B780E"/>
    <w:rsid w:val="008C0335"/>
    <w:rsid w:val="008C2833"/>
    <w:rsid w:val="008C50F3"/>
    <w:rsid w:val="008C65BC"/>
    <w:rsid w:val="008C7CAC"/>
    <w:rsid w:val="008C7EFE"/>
    <w:rsid w:val="008D03B9"/>
    <w:rsid w:val="008D30C7"/>
    <w:rsid w:val="008D4732"/>
    <w:rsid w:val="008D552B"/>
    <w:rsid w:val="008E1138"/>
    <w:rsid w:val="008E16B8"/>
    <w:rsid w:val="008F18D6"/>
    <w:rsid w:val="008F2C9B"/>
    <w:rsid w:val="008F385E"/>
    <w:rsid w:val="008F659D"/>
    <w:rsid w:val="008F797B"/>
    <w:rsid w:val="00902BA9"/>
    <w:rsid w:val="00904780"/>
    <w:rsid w:val="0090635B"/>
    <w:rsid w:val="009070CD"/>
    <w:rsid w:val="00910203"/>
    <w:rsid w:val="00913578"/>
    <w:rsid w:val="00920DEB"/>
    <w:rsid w:val="00922385"/>
    <w:rsid w:val="009223DF"/>
    <w:rsid w:val="009246F5"/>
    <w:rsid w:val="00930789"/>
    <w:rsid w:val="00930B79"/>
    <w:rsid w:val="00932A5F"/>
    <w:rsid w:val="00936091"/>
    <w:rsid w:val="00940004"/>
    <w:rsid w:val="00940D8A"/>
    <w:rsid w:val="0094188D"/>
    <w:rsid w:val="00943EF7"/>
    <w:rsid w:val="00954FD0"/>
    <w:rsid w:val="00962258"/>
    <w:rsid w:val="00963607"/>
    <w:rsid w:val="00964860"/>
    <w:rsid w:val="00965B96"/>
    <w:rsid w:val="009660BC"/>
    <w:rsid w:val="00966191"/>
    <w:rsid w:val="009678B7"/>
    <w:rsid w:val="00970A72"/>
    <w:rsid w:val="00991DFB"/>
    <w:rsid w:val="00992D9C"/>
    <w:rsid w:val="00995F09"/>
    <w:rsid w:val="00996CB8"/>
    <w:rsid w:val="009A3E6F"/>
    <w:rsid w:val="009A5602"/>
    <w:rsid w:val="009B2E97"/>
    <w:rsid w:val="009B5146"/>
    <w:rsid w:val="009B56D6"/>
    <w:rsid w:val="009C0F4D"/>
    <w:rsid w:val="009C252C"/>
    <w:rsid w:val="009C3F92"/>
    <w:rsid w:val="009C418E"/>
    <w:rsid w:val="009C442C"/>
    <w:rsid w:val="009C5DF6"/>
    <w:rsid w:val="009D20A1"/>
    <w:rsid w:val="009E07F4"/>
    <w:rsid w:val="009E0808"/>
    <w:rsid w:val="009E5779"/>
    <w:rsid w:val="009E68BC"/>
    <w:rsid w:val="009F15E5"/>
    <w:rsid w:val="009F309B"/>
    <w:rsid w:val="009F392E"/>
    <w:rsid w:val="009F4745"/>
    <w:rsid w:val="009F53C5"/>
    <w:rsid w:val="00A00D28"/>
    <w:rsid w:val="00A0740E"/>
    <w:rsid w:val="00A10CE4"/>
    <w:rsid w:val="00A17CD0"/>
    <w:rsid w:val="00A22E59"/>
    <w:rsid w:val="00A2778C"/>
    <w:rsid w:val="00A31866"/>
    <w:rsid w:val="00A36B76"/>
    <w:rsid w:val="00A4050F"/>
    <w:rsid w:val="00A47EFE"/>
    <w:rsid w:val="00A50641"/>
    <w:rsid w:val="00A5091E"/>
    <w:rsid w:val="00A530BF"/>
    <w:rsid w:val="00A5663F"/>
    <w:rsid w:val="00A6177B"/>
    <w:rsid w:val="00A66136"/>
    <w:rsid w:val="00A71189"/>
    <w:rsid w:val="00A71D85"/>
    <w:rsid w:val="00A7364A"/>
    <w:rsid w:val="00A74DCC"/>
    <w:rsid w:val="00A753EC"/>
    <w:rsid w:val="00A753ED"/>
    <w:rsid w:val="00A7558F"/>
    <w:rsid w:val="00A77512"/>
    <w:rsid w:val="00A80558"/>
    <w:rsid w:val="00A80844"/>
    <w:rsid w:val="00A8087A"/>
    <w:rsid w:val="00A94C2F"/>
    <w:rsid w:val="00AA3E17"/>
    <w:rsid w:val="00AA4CBB"/>
    <w:rsid w:val="00AA65FA"/>
    <w:rsid w:val="00AA7351"/>
    <w:rsid w:val="00AB0C50"/>
    <w:rsid w:val="00AB1063"/>
    <w:rsid w:val="00AB1879"/>
    <w:rsid w:val="00AB7E1B"/>
    <w:rsid w:val="00AC0054"/>
    <w:rsid w:val="00AC7AF5"/>
    <w:rsid w:val="00AD056F"/>
    <w:rsid w:val="00AD0C7B"/>
    <w:rsid w:val="00AD1771"/>
    <w:rsid w:val="00AD1786"/>
    <w:rsid w:val="00AD5F1A"/>
    <w:rsid w:val="00AD6731"/>
    <w:rsid w:val="00AD792A"/>
    <w:rsid w:val="00AE1D4A"/>
    <w:rsid w:val="00AE32DC"/>
    <w:rsid w:val="00AE3BB4"/>
    <w:rsid w:val="00AF15A5"/>
    <w:rsid w:val="00B008D5"/>
    <w:rsid w:val="00B02F73"/>
    <w:rsid w:val="00B0619F"/>
    <w:rsid w:val="00B11C56"/>
    <w:rsid w:val="00B13A26"/>
    <w:rsid w:val="00B15D0D"/>
    <w:rsid w:val="00B173BF"/>
    <w:rsid w:val="00B22106"/>
    <w:rsid w:val="00B2232C"/>
    <w:rsid w:val="00B31001"/>
    <w:rsid w:val="00B35363"/>
    <w:rsid w:val="00B376E4"/>
    <w:rsid w:val="00B429CF"/>
    <w:rsid w:val="00B448FF"/>
    <w:rsid w:val="00B5431A"/>
    <w:rsid w:val="00B5523F"/>
    <w:rsid w:val="00B60046"/>
    <w:rsid w:val="00B61530"/>
    <w:rsid w:val="00B645BC"/>
    <w:rsid w:val="00B70267"/>
    <w:rsid w:val="00B72CAA"/>
    <w:rsid w:val="00B75EE1"/>
    <w:rsid w:val="00B765FF"/>
    <w:rsid w:val="00B77481"/>
    <w:rsid w:val="00B77C6D"/>
    <w:rsid w:val="00B80652"/>
    <w:rsid w:val="00B80E53"/>
    <w:rsid w:val="00B82C63"/>
    <w:rsid w:val="00B838B6"/>
    <w:rsid w:val="00B8518B"/>
    <w:rsid w:val="00B934C6"/>
    <w:rsid w:val="00B94ADD"/>
    <w:rsid w:val="00B95A6F"/>
    <w:rsid w:val="00B97CC3"/>
    <w:rsid w:val="00BA0D72"/>
    <w:rsid w:val="00BB4AF2"/>
    <w:rsid w:val="00BC06C4"/>
    <w:rsid w:val="00BC1AC8"/>
    <w:rsid w:val="00BC663E"/>
    <w:rsid w:val="00BC6D2B"/>
    <w:rsid w:val="00BD35B5"/>
    <w:rsid w:val="00BD7E91"/>
    <w:rsid w:val="00BD7F0D"/>
    <w:rsid w:val="00BE49F4"/>
    <w:rsid w:val="00BF05E1"/>
    <w:rsid w:val="00BF0C79"/>
    <w:rsid w:val="00C00CB8"/>
    <w:rsid w:val="00C02D0A"/>
    <w:rsid w:val="00C03A6E"/>
    <w:rsid w:val="00C05445"/>
    <w:rsid w:val="00C114C6"/>
    <w:rsid w:val="00C226C0"/>
    <w:rsid w:val="00C24393"/>
    <w:rsid w:val="00C270D4"/>
    <w:rsid w:val="00C2720F"/>
    <w:rsid w:val="00C30115"/>
    <w:rsid w:val="00C32156"/>
    <w:rsid w:val="00C35EC7"/>
    <w:rsid w:val="00C378D6"/>
    <w:rsid w:val="00C42A05"/>
    <w:rsid w:val="00C42FE6"/>
    <w:rsid w:val="00C44F6A"/>
    <w:rsid w:val="00C47C2C"/>
    <w:rsid w:val="00C52C3D"/>
    <w:rsid w:val="00C57268"/>
    <w:rsid w:val="00C6198E"/>
    <w:rsid w:val="00C708EA"/>
    <w:rsid w:val="00C711B5"/>
    <w:rsid w:val="00C7216F"/>
    <w:rsid w:val="00C776E5"/>
    <w:rsid w:val="00C778A5"/>
    <w:rsid w:val="00C910D3"/>
    <w:rsid w:val="00C91E6C"/>
    <w:rsid w:val="00C95162"/>
    <w:rsid w:val="00CA39EA"/>
    <w:rsid w:val="00CB3151"/>
    <w:rsid w:val="00CB6A37"/>
    <w:rsid w:val="00CB7684"/>
    <w:rsid w:val="00CC06EE"/>
    <w:rsid w:val="00CC4380"/>
    <w:rsid w:val="00CC7C8F"/>
    <w:rsid w:val="00CD0B4D"/>
    <w:rsid w:val="00CD1FC4"/>
    <w:rsid w:val="00CD2905"/>
    <w:rsid w:val="00CD58AD"/>
    <w:rsid w:val="00CE678F"/>
    <w:rsid w:val="00D034A0"/>
    <w:rsid w:val="00D0352F"/>
    <w:rsid w:val="00D042A9"/>
    <w:rsid w:val="00D10A2D"/>
    <w:rsid w:val="00D10FD0"/>
    <w:rsid w:val="00D139AC"/>
    <w:rsid w:val="00D145E1"/>
    <w:rsid w:val="00D15515"/>
    <w:rsid w:val="00D15CDA"/>
    <w:rsid w:val="00D21061"/>
    <w:rsid w:val="00D23DD5"/>
    <w:rsid w:val="00D30400"/>
    <w:rsid w:val="00D30F04"/>
    <w:rsid w:val="00D3154A"/>
    <w:rsid w:val="00D37B14"/>
    <w:rsid w:val="00D4108E"/>
    <w:rsid w:val="00D53868"/>
    <w:rsid w:val="00D562E2"/>
    <w:rsid w:val="00D569DC"/>
    <w:rsid w:val="00D57BFB"/>
    <w:rsid w:val="00D60F62"/>
    <w:rsid w:val="00D6163D"/>
    <w:rsid w:val="00D6259C"/>
    <w:rsid w:val="00D70700"/>
    <w:rsid w:val="00D72FF3"/>
    <w:rsid w:val="00D82EE7"/>
    <w:rsid w:val="00D831A3"/>
    <w:rsid w:val="00D868B0"/>
    <w:rsid w:val="00D90E67"/>
    <w:rsid w:val="00D97BE3"/>
    <w:rsid w:val="00DA3711"/>
    <w:rsid w:val="00DA6708"/>
    <w:rsid w:val="00DB619A"/>
    <w:rsid w:val="00DD22E5"/>
    <w:rsid w:val="00DD46F3"/>
    <w:rsid w:val="00DD5817"/>
    <w:rsid w:val="00DD6132"/>
    <w:rsid w:val="00DE51A5"/>
    <w:rsid w:val="00DE56F2"/>
    <w:rsid w:val="00DE6A35"/>
    <w:rsid w:val="00DF116D"/>
    <w:rsid w:val="00DF3413"/>
    <w:rsid w:val="00E01EA1"/>
    <w:rsid w:val="00E104FE"/>
    <w:rsid w:val="00E13AC3"/>
    <w:rsid w:val="00E16FF7"/>
    <w:rsid w:val="00E22C30"/>
    <w:rsid w:val="00E26D68"/>
    <w:rsid w:val="00E41CE3"/>
    <w:rsid w:val="00E437B0"/>
    <w:rsid w:val="00E44045"/>
    <w:rsid w:val="00E4520D"/>
    <w:rsid w:val="00E47301"/>
    <w:rsid w:val="00E5187A"/>
    <w:rsid w:val="00E56239"/>
    <w:rsid w:val="00E57D04"/>
    <w:rsid w:val="00E618C4"/>
    <w:rsid w:val="00E61C9B"/>
    <w:rsid w:val="00E65C98"/>
    <w:rsid w:val="00E7218A"/>
    <w:rsid w:val="00E7432A"/>
    <w:rsid w:val="00E878EE"/>
    <w:rsid w:val="00E94BCA"/>
    <w:rsid w:val="00E9605D"/>
    <w:rsid w:val="00EA6EC7"/>
    <w:rsid w:val="00EB0647"/>
    <w:rsid w:val="00EB0B37"/>
    <w:rsid w:val="00EB104F"/>
    <w:rsid w:val="00EB46E5"/>
    <w:rsid w:val="00EB5D4D"/>
    <w:rsid w:val="00EB7CA5"/>
    <w:rsid w:val="00EC10AE"/>
    <w:rsid w:val="00ED0703"/>
    <w:rsid w:val="00ED14BD"/>
    <w:rsid w:val="00ED6360"/>
    <w:rsid w:val="00ED6AFD"/>
    <w:rsid w:val="00EE2244"/>
    <w:rsid w:val="00EE3C5F"/>
    <w:rsid w:val="00EE53CB"/>
    <w:rsid w:val="00EE7882"/>
    <w:rsid w:val="00EF6038"/>
    <w:rsid w:val="00EF6397"/>
    <w:rsid w:val="00EF7EA5"/>
    <w:rsid w:val="00EF7F73"/>
    <w:rsid w:val="00F016C7"/>
    <w:rsid w:val="00F02670"/>
    <w:rsid w:val="00F02E62"/>
    <w:rsid w:val="00F02FB4"/>
    <w:rsid w:val="00F05537"/>
    <w:rsid w:val="00F064E1"/>
    <w:rsid w:val="00F12DEC"/>
    <w:rsid w:val="00F1715C"/>
    <w:rsid w:val="00F17337"/>
    <w:rsid w:val="00F17E8A"/>
    <w:rsid w:val="00F22BD5"/>
    <w:rsid w:val="00F2391E"/>
    <w:rsid w:val="00F23C73"/>
    <w:rsid w:val="00F24F8E"/>
    <w:rsid w:val="00F265BD"/>
    <w:rsid w:val="00F310F8"/>
    <w:rsid w:val="00F34447"/>
    <w:rsid w:val="00F35939"/>
    <w:rsid w:val="00F45607"/>
    <w:rsid w:val="00F46000"/>
    <w:rsid w:val="00F4722B"/>
    <w:rsid w:val="00F527F4"/>
    <w:rsid w:val="00F54432"/>
    <w:rsid w:val="00F569C6"/>
    <w:rsid w:val="00F57C90"/>
    <w:rsid w:val="00F60099"/>
    <w:rsid w:val="00F659EB"/>
    <w:rsid w:val="00F716E7"/>
    <w:rsid w:val="00F71E32"/>
    <w:rsid w:val="00F84282"/>
    <w:rsid w:val="00F86BA6"/>
    <w:rsid w:val="00F91736"/>
    <w:rsid w:val="00F91B4A"/>
    <w:rsid w:val="00F923A8"/>
    <w:rsid w:val="00F93E20"/>
    <w:rsid w:val="00FA1983"/>
    <w:rsid w:val="00FA5FAF"/>
    <w:rsid w:val="00FB5319"/>
    <w:rsid w:val="00FB6342"/>
    <w:rsid w:val="00FB6520"/>
    <w:rsid w:val="00FC07DA"/>
    <w:rsid w:val="00FC1F82"/>
    <w:rsid w:val="00FC6389"/>
    <w:rsid w:val="00FD0C16"/>
    <w:rsid w:val="00FD3FF0"/>
    <w:rsid w:val="00FD5B2F"/>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5F7F8CC-D3C3-47E7-8408-D7EC9D388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36</TotalTime>
  <Pages>50</Pages>
  <Words>21204</Words>
  <Characters>125104</Characters>
  <Application>Microsoft Office Word</Application>
  <DocSecurity>0</DocSecurity>
  <Lines>1042</Lines>
  <Paragraphs>292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5</cp:revision>
  <cp:lastPrinted>2019-03-07T14:42:00Z</cp:lastPrinted>
  <dcterms:created xsi:type="dcterms:W3CDTF">2023-10-10T08:05:00Z</dcterms:created>
  <dcterms:modified xsi:type="dcterms:W3CDTF">2023-10-10T09:02:00Z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